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BF" w:rsidRP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3959B780" wp14:editId="41E187E9">
            <wp:simplePos x="0" y="0"/>
            <wp:positionH relativeFrom="margin">
              <wp:align>left</wp:align>
            </wp:positionH>
            <wp:positionV relativeFrom="margin">
              <wp:posOffset>-66675</wp:posOffset>
            </wp:positionV>
            <wp:extent cx="914400" cy="914400"/>
            <wp:effectExtent l="0" t="0" r="0" b="0"/>
            <wp:wrapSquare wrapText="bothSides"/>
            <wp:docPr id="1" name="Imagen 1" descr="https://pbs.twimg.com/profile_images/521732043848175616/HULGQc_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21732043848175616/HULGQc_o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654C">
        <w:rPr>
          <w:rFonts w:ascii="Arial" w:hAnsi="Arial" w:cs="Arial"/>
          <w:sz w:val="24"/>
        </w:rPr>
        <w:t>Universidad Autónoma de Tlaxcala</w:t>
      </w:r>
    </w:p>
    <w:p w:rsid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sz w:val="24"/>
        </w:rPr>
        <w:t>Facultad de Ciencias de la educación</w:t>
      </w:r>
    </w:p>
    <w:p w:rsidR="009A654C" w:rsidRP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9A654C">
        <w:rPr>
          <w:rFonts w:ascii="Arial" w:hAnsi="Arial" w:cs="Arial"/>
          <w:sz w:val="24"/>
        </w:rPr>
        <w:t>Profesor: José Luis Villegas Valle</w:t>
      </w:r>
    </w:p>
    <w:p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:rsidR="009A654C" w:rsidRDefault="009512E5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Reflexión: Las vasija agrietada</w:t>
      </w:r>
    </w:p>
    <w:p w:rsidR="009512E5" w:rsidRDefault="009512E5" w:rsidP="009A654C">
      <w:pPr>
        <w:tabs>
          <w:tab w:val="left" w:pos="930"/>
        </w:tabs>
        <w:rPr>
          <w:rFonts w:ascii="Arial" w:hAnsi="Arial" w:cs="Arial"/>
          <w:sz w:val="24"/>
        </w:rPr>
      </w:pPr>
    </w:p>
    <w:p w:rsidR="009512E5" w:rsidRDefault="009512E5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 que puedo decir sobre este video es que me pareció muy bueno para hacernos pensar sobre nuestra propia forma de ser, ya que yo lo acepto muchos y yo tenemos defectos que a veces no queremos ver o que los vemos pero nos sentimos mal con ello, el video me hace pensar que es verdad lo que dijo sobre los defectos de muchas personas, y o interesante aquí es que muchas personas toman esos defectos para volverlos una fortaleza, y lo hacen tan bien que a veces se siente que nacieron para hacer eso.</w:t>
      </w:r>
    </w:p>
    <w:p w:rsidR="009512E5" w:rsidRDefault="009512E5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video es muy bueno para personas que tal vez estén deprimidas ya que los hace ver que sus errores o defectos podrían significar cosas buenas para otras personas y eso lo hace muy especial y funcional para la sociedad.</w:t>
      </w:r>
    </w:p>
    <w:p w:rsidR="009512E5" w:rsidRDefault="009512E5" w:rsidP="009A654C">
      <w:pPr>
        <w:tabs>
          <w:tab w:val="left" w:pos="930"/>
        </w:tabs>
        <w:rPr>
          <w:rFonts w:ascii="Arial" w:hAnsi="Arial" w:cs="Arial"/>
          <w:sz w:val="24"/>
        </w:rPr>
      </w:pPr>
      <w:bookmarkStart w:id="0" w:name="_GoBack"/>
      <w:bookmarkEnd w:id="0"/>
    </w:p>
    <w:p w:rsidR="009512E5" w:rsidRPr="009A654C" w:rsidRDefault="009512E5" w:rsidP="009A654C">
      <w:pPr>
        <w:tabs>
          <w:tab w:val="left" w:pos="930"/>
        </w:tabs>
        <w:rPr>
          <w:rFonts w:ascii="Arial" w:hAnsi="Arial" w:cs="Arial"/>
          <w:sz w:val="24"/>
        </w:rPr>
      </w:pPr>
    </w:p>
    <w:sectPr w:rsidR="009512E5" w:rsidRPr="009A6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E5"/>
    <w:rsid w:val="007625BF"/>
    <w:rsid w:val="009512E5"/>
    <w:rsid w:val="009A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C2284"/>
  <w15:chartTrackingRefBased/>
  <w15:docId w15:val="{0229002B-8832-4C85-A6BC-9CD6B822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\Documents\Plantillas%20personalizadas%20de%20Office\Universidad%20Aut&#243;noma%20de%20Tlaxca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Universidad Autónoma de Tlaxcala</Template>
  <TotalTime>9</TotalTime>
  <Pages>1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romero sanchez</dc:creator>
  <cp:keywords/>
  <dc:description/>
  <cp:lastModifiedBy>emmanuel romero sanchez</cp:lastModifiedBy>
  <cp:revision>1</cp:revision>
  <dcterms:created xsi:type="dcterms:W3CDTF">2015-09-02T04:15:00Z</dcterms:created>
  <dcterms:modified xsi:type="dcterms:W3CDTF">2015-09-02T04:24:00Z</dcterms:modified>
</cp:coreProperties>
</file>