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BF" w:rsidRP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noProof/>
          <w:sz w:val="24"/>
          <w:lang w:eastAsia="es-MX"/>
        </w:rPr>
        <w:drawing>
          <wp:anchor distT="0" distB="0" distL="114300" distR="114300" simplePos="0" relativeHeight="251658240" behindDoc="0" locked="0" layoutInCell="1" allowOverlap="1" wp14:anchorId="3959B780" wp14:editId="41E187E9">
            <wp:simplePos x="0" y="0"/>
            <wp:positionH relativeFrom="margin">
              <wp:align>left</wp:align>
            </wp:positionH>
            <wp:positionV relativeFrom="margin">
              <wp:posOffset>-66675</wp:posOffset>
            </wp:positionV>
            <wp:extent cx="914400" cy="914400"/>
            <wp:effectExtent l="0" t="0" r="0" b="0"/>
            <wp:wrapSquare wrapText="bothSides"/>
            <wp:docPr id="1" name="Imagen 1" descr="https://pbs.twimg.com/profile_images/521732043848175616/HULGQc_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bs.twimg.com/profile_images/521732043848175616/HULGQc_o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654C">
        <w:rPr>
          <w:rFonts w:ascii="Arial" w:hAnsi="Arial" w:cs="Arial"/>
          <w:sz w:val="24"/>
        </w:rPr>
        <w:t>Universidad Autónoma de Tlaxcala</w:t>
      </w:r>
    </w:p>
    <w:p w:rsidR="009A654C" w:rsidRDefault="009A654C" w:rsidP="009A654C">
      <w:pPr>
        <w:jc w:val="center"/>
        <w:rPr>
          <w:rFonts w:ascii="Arial" w:hAnsi="Arial" w:cs="Arial"/>
          <w:sz w:val="24"/>
        </w:rPr>
      </w:pPr>
      <w:r w:rsidRPr="009A654C">
        <w:rPr>
          <w:rFonts w:ascii="Arial" w:hAnsi="Arial" w:cs="Arial"/>
          <w:sz w:val="24"/>
        </w:rPr>
        <w:t>Facultad de Ciencias de la educación</w:t>
      </w:r>
    </w:p>
    <w:p w:rsidR="009A654C" w:rsidRP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rPr>
          <w:rFonts w:ascii="Arial" w:hAnsi="Arial" w:cs="Arial"/>
          <w:sz w:val="24"/>
        </w:rPr>
      </w:pPr>
    </w:p>
    <w:p w:rsid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9A654C">
        <w:rPr>
          <w:rFonts w:ascii="Arial" w:hAnsi="Arial" w:cs="Arial"/>
          <w:sz w:val="24"/>
        </w:rPr>
        <w:t>Profesor: José Luis Villegas Valle</w:t>
      </w:r>
    </w:p>
    <w:p w:rsidR="009A654C" w:rsidRDefault="009F5786" w:rsidP="009A654C">
      <w:pPr>
        <w:tabs>
          <w:tab w:val="left" w:pos="930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</w:rPr>
        <w:t>Reflexión</w:t>
      </w:r>
      <w:r w:rsidRPr="009F5786">
        <w:rPr>
          <w:rFonts w:ascii="Arial" w:hAnsi="Arial" w:cs="Arial"/>
          <w:sz w:val="24"/>
          <w:szCs w:val="24"/>
        </w:rPr>
        <w:t xml:space="preserve">: </w:t>
      </w:r>
      <w:r w:rsidRPr="009F5786">
        <w:rPr>
          <w:rFonts w:ascii="Arial" w:hAnsi="Arial" w:cs="Arial"/>
          <w:color w:val="000000"/>
          <w:sz w:val="24"/>
          <w:szCs w:val="24"/>
          <w:shd w:val="clear" w:color="auto" w:fill="FFFFFF"/>
        </w:rPr>
        <w:t>El escorpión y el maestro</w:t>
      </w:r>
    </w:p>
    <w:p w:rsidR="009F5786" w:rsidRDefault="009F5786" w:rsidP="009A654C">
      <w:pPr>
        <w:tabs>
          <w:tab w:val="left" w:pos="930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9F5786" w:rsidRDefault="009F5786" w:rsidP="009A654C">
      <w:pPr>
        <w:tabs>
          <w:tab w:val="left" w:pos="930"/>
        </w:tabs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Esta reflexión me hace pensar en lo difícil que es la sociedad hoy en día ya que muchas personas no son lo que parecen y rechazan la ayuda de las demás personas, aunque haya personas tercas que aunque las rechacen las mismas personas rechazan esa ayuda. </w:t>
      </w:r>
    </w:p>
    <w:p w:rsidR="009F5786" w:rsidRDefault="009F5786" w:rsidP="009A654C">
      <w:pPr>
        <w:tabs>
          <w:tab w:val="left" w:pos="930"/>
        </w:tabs>
        <w:rPr>
          <w:rFonts w:ascii="Arial" w:hAnsi="Arial" w:cs="Arial"/>
          <w:sz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Y pues la verdad es que nadie debería ser así, todas las personas con las que convivimos y las que no, deberíamos convivir muy bien ayudándonos unos a otros, siendo siempre solidario, estar al pendiente. La reflexión me hace pensar en mí</w:t>
      </w: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también en la ayuda que yo brindo a los demás y me doy cuenta que en realidad no doy demasiada ayuda a los demás y también acepto la ayuda de los demás en muchas ocasiones, porque creo que yo solo puedo reparar mis problemas, y muchas veces así es, pero en ocasiones los problemas se me van de las manos, entonces debía de cambiar yo como persona, si no yo, quien lo hará por mí.</w:t>
      </w:r>
    </w:p>
    <w:p w:rsidR="009A654C" w:rsidRPr="009A654C" w:rsidRDefault="009A654C" w:rsidP="009A654C">
      <w:pPr>
        <w:tabs>
          <w:tab w:val="left" w:pos="930"/>
        </w:tabs>
        <w:rPr>
          <w:rFonts w:ascii="Arial" w:hAnsi="Arial" w:cs="Arial"/>
          <w:sz w:val="24"/>
        </w:rPr>
      </w:pPr>
    </w:p>
    <w:sectPr w:rsidR="009A654C" w:rsidRPr="009A6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786"/>
    <w:rsid w:val="007625BF"/>
    <w:rsid w:val="009A654C"/>
    <w:rsid w:val="009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C2284"/>
  <w15:chartTrackingRefBased/>
  <w15:docId w15:val="{140EEB49-6D6E-4EF4-95C0-83E72A0F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mmanuel\Documents\Plantillas%20personalizadas%20de%20Office\Universidad%20Aut&#243;noma%20de%20Tlaxcal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Universidad Autónoma de Tlaxcala</Template>
  <TotalTime>10</TotalTime>
  <Pages>1</Pages>
  <Words>157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romero sanchez</dc:creator>
  <cp:keywords/>
  <dc:description/>
  <cp:lastModifiedBy>emmanuel romero sanchez</cp:lastModifiedBy>
  <cp:revision>1</cp:revision>
  <dcterms:created xsi:type="dcterms:W3CDTF">2015-09-09T05:16:00Z</dcterms:created>
  <dcterms:modified xsi:type="dcterms:W3CDTF">2015-09-09T05:26:00Z</dcterms:modified>
</cp:coreProperties>
</file>