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10D" w:rsidRDefault="00962F6B"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155.4pt;margin-top:141pt;width:400.35pt;height:108.85pt;z-index:251780096;mso-position-horizontal-relative:page;mso-position-vertical-relative:page" filled="f" stroked="f">
            <v:textbox style="mso-fit-shape-to-text:t">
              <w:txbxContent>
                <w:p w:rsidR="007D410D" w:rsidRDefault="00962F6B" w:rsidP="00962F6B">
                  <w:pPr>
                    <w:pStyle w:val="Cuerpo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962F6B">
                    <w:rPr>
                      <w:rFonts w:ascii="Arial" w:hAnsi="Arial" w:cs="Arial"/>
                      <w:sz w:val="28"/>
                      <w:szCs w:val="28"/>
                    </w:rPr>
                    <w:t>Reflexión De Los Zapatos Viejos</w:t>
                  </w:r>
                </w:p>
                <w:p w:rsidR="00962F6B" w:rsidRPr="00962F6B" w:rsidRDefault="00962F6B" w:rsidP="00962F6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62F6B">
                    <w:rPr>
                      <w:rFonts w:ascii="Arial" w:hAnsi="Arial" w:cs="Arial"/>
                      <w:sz w:val="24"/>
                      <w:szCs w:val="24"/>
                    </w:rPr>
                    <w:t xml:space="preserve">Esta historia nos deja la reflexión de que debemos aprender a ser felices con lo que tenemos, no por tener más cosas materiales vamos a ser más felices de lo que somos, realmente a veces sucede lo contrario si tendremos lo que queremos pero si no nos encontramos bien tanto físicamente como emocionalmente no serviría de mucho poseer todas esas cosas materiales. </w:t>
                  </w:r>
                </w:p>
                <w:p w:rsidR="00962F6B" w:rsidRPr="00962F6B" w:rsidRDefault="00962F6B" w:rsidP="00962F6B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62F6B" w:rsidRPr="00962F6B" w:rsidRDefault="00962F6B" w:rsidP="00962F6B">
                  <w:pPr>
                    <w:jc w:val="both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143" style="position:absolute;margin-left:-51.35pt;margin-top:14.7pt;width:532.8pt;height:306pt;z-index:-251687959" coordorigin="5900,819" coordsize="4320,6120">
            <v:rect id="_x0000_s1144" style="position:absolute;left:9257;top:819;width:963;height:6120;rotation:180" fillcolor="#b5dbe4" stroked="f" strokecolor="#7f7f7f [1612]">
              <v:fill color2="#ffc5bf [1301]" rotate="t" angle="-90" focus="100%" type="gradient"/>
            </v:rect>
            <v:rect id="_x0000_s1145" style="position:absolute;left:8724;top:819;width:534;height:6120;rotation:180" fillcolor="#ffd4b1 [1302]" stroked="f" strokecolor="#7f7f7f [1612]">
              <v:fill color2="#ffc5bf [1301]" rotate="t" angle="-90" type="gradient"/>
            </v:rect>
            <v:rect id="_x0000_s1146" style="position:absolute;left:6747;top:819;width:1279;height:6120;rotation:180" fillcolor="#ffc5bf [1301]" stroked="f" strokecolor="#7f7f7f [1612]">
              <v:fill color2="#b5dbe4" rotate="t" angle="-90" focus="50%" type="gradient"/>
            </v:rect>
            <v:rect id="_x0000_s1147" style="position:absolute;left:8018;top:819;width:720;height:6120;rotation:-180;flip:x" fillcolor="#ffd4b1 [1302]" stroked="f" strokecolor="#7f7f7f [1612]">
              <v:fill color2="#b5dbe4" rotate="t" angle="-90" type="gradient"/>
            </v:rect>
            <v:rect id="_x0000_s1148" style="position:absolute;left:5900;top:819;width:848;height:6120;rotation:180" fillcolor="#ffd4b1 [1302]" stroked="f" strokecolor="#7f7f7f [1612]">
              <v:fill color2="#b5dbe4" rotate="t" angle="-90" type="gradient"/>
            </v:rect>
          </v:group>
        </w:pict>
      </w:r>
      <w:r>
        <w:rPr>
          <w:noProof/>
        </w:rPr>
        <w:pict>
          <v:shape id="_x0000_s1134" style="position:absolute;margin-left:36.7pt;margin-top:120.4pt;width:22.65pt;height:143.05pt;rotation:360;z-index:251768832" coordsize="453,2861" path="m93,v31,140,195,504,184,842hhc205,1329,,1554,25,2030v25,476,339,658,428,831hbe" filled="f" strokecolor="#7f7f7f [1612]" strokeweight=".5pt">
            <v:path arrowok="t"/>
          </v:shape>
        </w:pict>
      </w:r>
      <w:r>
        <w:rPr>
          <w:noProof/>
        </w:rPr>
        <w:pict>
          <v:shape id="_x0000_s1135" style="position:absolute;margin-left:34.6pt;margin-top:111.45pt;width:11.6pt;height:8.95pt;rotation:180;flip:x y;z-index:25177088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coordsize="441,341" path="m56,39l,341,441,209,187,,56,39xe" fillcolor="#ff953e [3206]" strokecolor="#7f7f7f [1612]" strokeweight=".5pt">
            <v:fill opacity="52429f" color2="fill lighten(0)" rotate="t" angle="-135" method="linear sigma" focus="100%" type="gradient"/>
            <v:path arrowok="t"/>
          </v:shape>
        </w:pict>
      </w:r>
      <w:r>
        <w:rPr>
          <w:noProof/>
        </w:rPr>
        <w:pict>
          <v:oval id="_x0000_s1130" style="position:absolute;margin-left:-16pt;margin-top:29pt;width:77pt;height:85.4pt;rotation:10900262fd;flip:x y;z-index:251771904" fillcolor="#ff953e [3206]" strokecolor="#7f7f7f [1612]" strokeweight=".5pt">
            <v:fill opacity="52429f" color2="fill lighten(0)" rotate="t" angle="-135" method="linear sigma" focus="100%" type="gradient"/>
          </v:oval>
        </w:pict>
      </w:r>
      <w:r>
        <w:rPr>
          <w:noProof/>
        </w:rPr>
        <w:pict>
          <v:rect id="_x0000_s1119" style="position:absolute;margin-left:-52.75pt;margin-top:10.5pt;width:537.1pt;height:313.9pt;z-index:-251662341" filled="f" fillcolor="#5a5a5a [2109]" strokecolor="#272727 [2749]" strokeweight="10pt">
            <v:fill color2="#f1f9fb" rotate="t"/>
          </v:rect>
        </w:pict>
      </w:r>
      <w:r>
        <w:rPr>
          <w:noProof/>
        </w:rPr>
        <w:pict>
          <v:rect id="_x0000_s1127" style="position:absolute;margin-left:-79.75pt;margin-top:155.05pt;width:537.1pt;height:312.85pt;rotation:180;flip:y;z-index:-251560960" filled="f" fillcolor="#5a5a5a [2109]" strokecolor="white [3212]" strokeweight="1pt">
            <v:fill color2="#f1f9fb" rotate="t"/>
            <v:stroke dashstyle="dashDot"/>
          </v:rect>
        </w:pict>
      </w:r>
      <w:bookmarkEnd w:id="0"/>
    </w:p>
    <w:sectPr w:rsidR="007D410D" w:rsidSect="00ED5D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3990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D35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C376FD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A086D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962F6B"/>
    <w:rsid w:val="00001E06"/>
    <w:rsid w:val="005160FC"/>
    <w:rsid w:val="007D410D"/>
    <w:rsid w:val="00962F6B"/>
    <w:rsid w:val="00ED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oNotEmbedSmartTags/>
  <w:decimalSymbol w:val="."/>
  <w:listSeparator w:val=","/>
  <w15:docId w15:val="{CCE90B21-F9E7-4F98-9E8A-153C7AA0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6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ED5DDC"/>
    <w:rPr>
      <w:color w:val="262626" w:themeColor="text1" w:themeTint="D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next w:val="Normal"/>
    <w:link w:val="Carcter1deencabezado"/>
    <w:semiHidden/>
    <w:unhideWhenUsed/>
    <w:qFormat/>
    <w:rsid w:val="00ED5DDC"/>
    <w:pPr>
      <w:outlineLvl w:val="0"/>
    </w:pPr>
    <w:rPr>
      <w:rFonts w:asciiTheme="majorHAnsi" w:hAnsiTheme="majorHAnsi"/>
      <w:sz w:val="32"/>
    </w:rPr>
  </w:style>
  <w:style w:type="paragraph" w:customStyle="1" w:styleId="encabezado2">
    <w:name w:val="encabezado 2"/>
    <w:basedOn w:val="encabezado1"/>
    <w:next w:val="Normal"/>
    <w:link w:val="Carcter2deencabezado"/>
    <w:uiPriority w:val="1"/>
    <w:semiHidden/>
    <w:unhideWhenUsed/>
    <w:qFormat/>
    <w:rsid w:val="00ED5DDC"/>
    <w:pPr>
      <w:outlineLvl w:val="1"/>
    </w:pPr>
    <w:rPr>
      <w:sz w:val="36"/>
      <w:szCs w:val="36"/>
    </w:rPr>
  </w:style>
  <w:style w:type="paragraph" w:customStyle="1" w:styleId="Globodetexto">
    <w:name w:val="Globo de texto"/>
    <w:basedOn w:val="Normal"/>
    <w:link w:val="Carcterdeglobodetexto"/>
    <w:uiPriority w:val="99"/>
    <w:semiHidden/>
    <w:unhideWhenUsed/>
    <w:rsid w:val="00ED5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arcterdeglobodetexto">
    <w:name w:val="Carácter de globo de texto"/>
    <w:basedOn w:val="Fuentedeprrafopredeter"/>
    <w:link w:val="Globodetexto"/>
    <w:uiPriority w:val="99"/>
    <w:semiHidden/>
    <w:rsid w:val="00ED5DDC"/>
    <w:rPr>
      <w:rFonts w:ascii="Tahoma" w:hAnsi="Tahoma" w:cs="Tahoma"/>
      <w:sz w:val="16"/>
      <w:szCs w:val="16"/>
    </w:rPr>
  </w:style>
  <w:style w:type="character" w:customStyle="1" w:styleId="Carcter1deencabezado">
    <w:name w:val="Carácter 1 de encabezado"/>
    <w:basedOn w:val="Fuentedeprrafopredeter"/>
    <w:link w:val="encabezado1"/>
    <w:semiHidden/>
    <w:rsid w:val="00ED5DDC"/>
    <w:rPr>
      <w:rFonts w:asciiTheme="majorHAnsi" w:hAnsiTheme="majorHAnsi"/>
      <w:color w:val="262626" w:themeColor="text1" w:themeTint="D9"/>
      <w:sz w:val="32"/>
    </w:rPr>
  </w:style>
  <w:style w:type="paragraph" w:customStyle="1" w:styleId="Cuerpo">
    <w:name w:val="Cuerpo"/>
    <w:basedOn w:val="encabezado1"/>
    <w:next w:val="Normal"/>
    <w:rsid w:val="00ED5DDC"/>
    <w:rPr>
      <w:rFonts w:asciiTheme="minorHAnsi" w:hAnsiTheme="minorHAnsi"/>
      <w:sz w:val="22"/>
    </w:rPr>
  </w:style>
  <w:style w:type="character" w:customStyle="1" w:styleId="Carcter2deencabezado">
    <w:name w:val="Carácter 2 de encabezado"/>
    <w:basedOn w:val="Fuentedeprrafopredeter"/>
    <w:link w:val="encabezado2"/>
    <w:uiPriority w:val="1"/>
    <w:semiHidden/>
    <w:rsid w:val="00ED5DDC"/>
    <w:rPr>
      <w:rFonts w:asciiTheme="majorHAnsi" w:hAnsiTheme="majorHAnsi"/>
      <w:color w:val="262626" w:themeColor="text1" w:themeTint="D9"/>
      <w:sz w:val="36"/>
      <w:szCs w:val="36"/>
    </w:rPr>
  </w:style>
  <w:style w:type="paragraph" w:customStyle="1" w:styleId="Felizcumpleaos">
    <w:name w:val="Feliz cumpleaños"/>
    <w:basedOn w:val="Normal"/>
    <w:qFormat/>
    <w:rsid w:val="00ED5DDC"/>
    <w:pPr>
      <w:outlineLvl w:val="0"/>
    </w:pPr>
    <w:rPr>
      <w:rFonts w:asciiTheme="majorHAnsi" w:hAnsiTheme="majorHAnsi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Tarjeta%20de%20cumplea&#241;os.dotx" TargetMode="External"/></Relationships>
</file>

<file path=word/theme/theme1.xml><?xml version="1.0" encoding="utf-8"?>
<a:theme xmlns:a="http://schemas.openxmlformats.org/drawingml/2006/main" name="Custom Theme">
  <a:themeElements>
    <a:clrScheme name="Deluxe">
      <a:dk1>
        <a:sysClr val="windowText" lastClr="000000"/>
      </a:dk1>
      <a:lt1>
        <a:sysClr val="window" lastClr="FFFFFF"/>
      </a:lt1>
      <a:dk2>
        <a:srgbClr val="30356E"/>
      </a:dk2>
      <a:lt2>
        <a:srgbClr val="FFF9E5"/>
      </a:lt2>
      <a:accent1>
        <a:srgbClr val="CC4757"/>
      </a:accent1>
      <a:accent2>
        <a:srgbClr val="FF6F61"/>
      </a:accent2>
      <a:accent3>
        <a:srgbClr val="FF953E"/>
      </a:accent3>
      <a:accent4>
        <a:srgbClr val="F8BD52"/>
      </a:accent4>
      <a:accent5>
        <a:srgbClr val="46A6BD"/>
      </a:accent5>
      <a:accent6>
        <a:srgbClr val="5488BC"/>
      </a:accent6>
      <a:hlink>
        <a:srgbClr val="FA7D7A"/>
      </a:hlink>
      <a:folHlink>
        <a:srgbClr val="FFCF3E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216938F-10F2-4300-8093-BF14056750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Tarjeta de cumpleaños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Happy Birthday card</vt:lpstr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Happy Birthday card</dc:title>
  <dc:subject/>
  <dc:creator>FIDEL</dc:creator>
  <cp:keywords/>
  <cp:lastModifiedBy>FIDEL</cp:lastModifiedBy>
  <cp:revision>1</cp:revision>
  <cp:lastPrinted>2006-08-01T17:47:00Z</cp:lastPrinted>
  <dcterms:created xsi:type="dcterms:W3CDTF">2015-09-02T17:23:00Z</dcterms:created>
  <dcterms:modified xsi:type="dcterms:W3CDTF">2015-09-02T17:30:00Z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TC101695609990</vt:lpwstr>
  </property>
</Properties>
</file>