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FA" w:rsidRDefault="00664C7B">
      <w:bookmarkStart w:id="0" w:name="_GoBack"/>
      <w:bookmarkEnd w:id="0"/>
      <w:r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846144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721360</wp:posOffset>
                </wp:positionV>
                <wp:extent cx="2842260" cy="2919730"/>
                <wp:effectExtent l="6350" t="83185" r="85090" b="6985"/>
                <wp:wrapSquare wrapText="bothSides"/>
                <wp:docPr id="17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2260" cy="2919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F5568" w:rsidRPr="001A4DC0" w:rsidRDefault="002F5568" w:rsidP="001A4DC0">
                            <w:pPr>
                              <w:jc w:val="both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1A4DC0">
                              <w:rPr>
                                <w:rFonts w:ascii="Arial" w:hAnsi="Arial" w:cs="Arial"/>
                                <w:sz w:val="28"/>
                              </w:rPr>
                              <w:t xml:space="preserve">La comunicación es un medio importante para las sociedades es por ello que cuando se transmita un mensaje este debe ser de la mejor manera ya que puede ser mal interpretado y causar un daño a quien o quienes se </w:t>
                            </w:r>
                            <w:r w:rsidR="001A4DC0" w:rsidRPr="001A4DC0">
                              <w:rPr>
                                <w:rFonts w:ascii="Arial" w:hAnsi="Arial" w:cs="Arial"/>
                                <w:sz w:val="28"/>
                              </w:rPr>
                              <w:t xml:space="preserve">les está transmitiendo el mensaje </w:t>
                            </w:r>
                          </w:p>
                          <w:p w:rsidR="00D90477" w:rsidRDefault="00D904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Cuadro de texto 2" o:spid="_x0000_s1026" style="position:absolute;margin-left:95.75pt;margin-top:56.8pt;width:223.8pt;height:229.9pt;z-index:251846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" fillcolor="#fa8d3d [3209]">
                <v:stroke joinstyle="miter"/>
                <v:shadow on="t" opacity=".5" offset="6pt,-6pt"/>
                <v:textbox>
                  <w:txbxContent>
                    <w:p w:rsidR="002F5568" w:rsidRPr="001A4DC0" w:rsidRDefault="002F5568" w:rsidP="001A4DC0">
                      <w:pPr>
                        <w:jc w:val="both"/>
                        <w:rPr>
                          <w:rFonts w:ascii="Arial" w:hAnsi="Arial" w:cs="Arial"/>
                          <w:sz w:val="28"/>
                        </w:rPr>
                      </w:pPr>
                      <w:r w:rsidRPr="001A4DC0">
                        <w:rPr>
                          <w:rFonts w:ascii="Arial" w:hAnsi="Arial" w:cs="Arial"/>
                          <w:sz w:val="28"/>
                        </w:rPr>
                        <w:t xml:space="preserve">La comunicación es un medio importante para las sociedades es por ello que cuando se transmita un mensaje este debe ser de la mejor manera ya que puede ser mal interpretado y causar un daño a quien o quienes se </w:t>
                      </w:r>
                      <w:r w:rsidR="001A4DC0" w:rsidRPr="001A4DC0">
                        <w:rPr>
                          <w:rFonts w:ascii="Arial" w:hAnsi="Arial" w:cs="Arial"/>
                          <w:sz w:val="28"/>
                        </w:rPr>
                        <w:t xml:space="preserve">les está transmitiendo el mensaje </w:t>
                      </w:r>
                    </w:p>
                    <w:p w:rsidR="00D90477" w:rsidRDefault="00D90477"/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1954" behindDoc="0" locked="0" layoutInCell="0" allowOverlap="1">
                <wp:simplePos x="0" y="0"/>
                <wp:positionH relativeFrom="page">
                  <wp:posOffset>360045</wp:posOffset>
                </wp:positionH>
                <wp:positionV relativeFrom="page">
                  <wp:posOffset>328930</wp:posOffset>
                </wp:positionV>
                <wp:extent cx="7342505" cy="7095490"/>
                <wp:effectExtent l="0" t="0" r="3175" b="0"/>
                <wp:wrapNone/>
                <wp:docPr id="177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42505" cy="7095490"/>
                        </a:xfrm>
                        <a:prstGeom prst="rect">
                          <a:avLst/>
                        </a:prstGeom>
                        <a:solidFill>
                          <a:srgbClr val="CCE9A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2FA0D" id="Rectangle 403" o:spid="_x0000_s1026" style="position:absolute;margin-left:28.35pt;margin-top:25.9pt;width:578.15pt;height:558.7pt;z-index:2515619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" o:allowincell="f" fillcolor="#cce9ad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1509395</wp:posOffset>
                </wp:positionH>
                <wp:positionV relativeFrom="page">
                  <wp:posOffset>415290</wp:posOffset>
                </wp:positionV>
                <wp:extent cx="3740785" cy="1447165"/>
                <wp:effectExtent l="4445" t="0" r="0" b="4445"/>
                <wp:wrapNone/>
                <wp:docPr id="17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0785" cy="144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0EFA" w:rsidRDefault="00D90477">
                            <w:pPr>
                              <w:pStyle w:val="Ttulo1"/>
                            </w:pPr>
                            <w:r>
                              <w:t xml:space="preserve">Comentario </w:t>
                            </w:r>
                          </w:p>
                          <w:p w:rsidR="003B0EFA" w:rsidRPr="00D90477" w:rsidRDefault="00D90477">
                            <w:pPr>
                              <w:pStyle w:val="Information"/>
                              <w:rPr>
                                <w:rFonts w:ascii="Agency FB" w:hAnsi="Agency FB"/>
                                <w:sz w:val="28"/>
                              </w:rPr>
                            </w:pPr>
                            <w:r w:rsidRPr="00D90477">
                              <w:rPr>
                                <w:rFonts w:ascii="Agency FB" w:hAnsi="Agency FB"/>
                                <w:sz w:val="28"/>
                              </w:rPr>
                              <w:t>“Hazte Cargo de tus Palabras”</w:t>
                            </w:r>
                          </w:p>
                        </w:txbxContent>
                      </wps:txbx>
                      <wps:bodyPr rot="0" vert="horz" wrap="square" lIns="45720" tIns="45720" rIns="4572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1" o:spid="_x0000_s1027" type="#_x0000_t202" style="position:absolute;margin-left:118.85pt;margin-top:32.7pt;width:294.55pt;height:113.9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" o:allowincell="f" filled="f" stroked="f">
                <v:textbox inset="3.6pt,,3.6pt">
                  <w:txbxContent>
                    <w:p w:rsidR="003B0EFA" w:rsidRDefault="00D90477">
                      <w:pPr>
                        <w:pStyle w:val="Ttulo1"/>
                      </w:pPr>
                      <w:r>
                        <w:t xml:space="preserve">Comentario </w:t>
                      </w:r>
                    </w:p>
                    <w:p w:rsidR="003B0EFA" w:rsidRPr="00D90477" w:rsidRDefault="00D90477">
                      <w:pPr>
                        <w:pStyle w:val="Information"/>
                        <w:rPr>
                          <w:rFonts w:ascii="Agency FB" w:hAnsi="Agency FB"/>
                          <w:sz w:val="28"/>
                        </w:rPr>
                      </w:pPr>
                      <w:r w:rsidRPr="00D90477">
                        <w:rPr>
                          <w:rFonts w:ascii="Agency FB" w:hAnsi="Agency FB"/>
                          <w:sz w:val="28"/>
                        </w:rPr>
                        <w:t>“Hazte Cargo de tus Palabras”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844096" behindDoc="0" locked="0" layoutInCell="0" allowOverlap="1">
                <wp:simplePos x="0" y="0"/>
                <wp:positionH relativeFrom="page">
                  <wp:posOffset>570230</wp:posOffset>
                </wp:positionH>
                <wp:positionV relativeFrom="page">
                  <wp:posOffset>3133725</wp:posOffset>
                </wp:positionV>
                <wp:extent cx="901700" cy="901700"/>
                <wp:effectExtent l="8255" t="0" r="4445" b="3175"/>
                <wp:wrapNone/>
                <wp:docPr id="154" name="Group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00" cy="901700"/>
                          <a:chOff x="898" y="4935"/>
                          <a:chExt cx="1420" cy="1420"/>
                        </a:xfrm>
                      </wpg:grpSpPr>
                      <wpg:grpSp>
                        <wpg:cNvPr id="155" name="Group 516"/>
                        <wpg:cNvGrpSpPr>
                          <a:grpSpLocks/>
                        </wpg:cNvGrpSpPr>
                        <wpg:grpSpPr bwMode="auto">
                          <a:xfrm>
                            <a:off x="898" y="4935"/>
                            <a:ext cx="1420" cy="1420"/>
                            <a:chOff x="2487" y="801"/>
                            <a:chExt cx="2960" cy="2960"/>
                          </a:xfrm>
                        </wpg:grpSpPr>
                        <wps:wsp>
                          <wps:cNvPr id="156" name="Oval 51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Oval 51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Oval 51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Oval 52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Oval 521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Oval 522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Oval 523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Oval 524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525"/>
                        <wpg:cNvGrpSpPr>
                          <a:grpSpLocks/>
                        </wpg:cNvGrpSpPr>
                        <wpg:grpSpPr bwMode="auto">
                          <a:xfrm>
                            <a:off x="1096" y="5133"/>
                            <a:ext cx="1024" cy="1024"/>
                            <a:chOff x="2487" y="801"/>
                            <a:chExt cx="2960" cy="2960"/>
                          </a:xfrm>
                        </wpg:grpSpPr>
                        <wps:wsp>
                          <wps:cNvPr id="165" name="Oval 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Oval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Oval 52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Oval 52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Oval 530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Oval 531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Oval 532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Oval 533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3" name="Oval 534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285" y="5322"/>
                            <a:ext cx="646" cy="646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535"/>
                        <wps:cNvSpPr>
                          <a:spLocks noChangeArrowheads="1"/>
                        </wps:cNvSpPr>
                        <wps:spPr bwMode="auto">
                          <a:xfrm>
                            <a:off x="1341" y="5378"/>
                            <a:ext cx="534" cy="53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536"/>
                        <wps:cNvSpPr>
                          <a:spLocks noChangeArrowheads="1"/>
                        </wps:cNvSpPr>
                        <wps:spPr bwMode="auto">
                          <a:xfrm>
                            <a:off x="1368" y="5405"/>
                            <a:ext cx="480" cy="48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0B1D1" id="Group 568" o:spid="_x0000_s1026" style="position:absolute;margin-left:44.9pt;margin-top:246.75pt;width:71pt;height:71pt;z-index:251844096;mso-position-horizontal-relative:page;mso-position-vertical-relative:page" coordorigin="898,4935" coordsize="1420,1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" o:allowincell="f">
                <v:group id="Group 516" o:spid="_x0000_s1027" style="position:absolute;left:898;top:4935;width:1420;height:1420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oval id="Oval 517" o:spid="_x0000_s1028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WicMA&#10;AADcAAAADwAAAGRycy9kb3ducmV2LnhtbERPTWvCQBC9F/wPywi91d0WlJK6ShUrvbQ0KsXjmB2T&#10;YHY2ZKea/vtuQfA2j/c503nvG3WmLtaBLTyODCjiIriaSwu77dvDM6goyA6bwGThlyLMZ4O7KWYu&#10;XDin80ZKlUI4ZmihEmkzrWNRkcc4Ci1x4o6h8ygJdqV2HV5SuG/0kzET7bHm1FBhS8uKitPmx1v4&#10;OC1WR7P7/vxqxeT7tc/7gyysvR/2ry+ghHq5ia/ud5fmjyfw/0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iWicMAAADcAAAADwAAAAAAAAAAAAAAAACYAgAAZHJzL2Rv&#10;d25yZXYueG1sUEsFBgAAAAAEAAQA9QAAAIgDAAAAAA==&#10;" fillcolor="#b83d68 [3204]" stroked="f"/>
                  <v:oval id="Oval 518" o:spid="_x0000_s1029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QzEsMA&#10;AADcAAAADwAAAGRycy9kb3ducmV2LnhtbERPS2vCQBC+F/oflil4q7st9EF0FS1t6cViVMTjmB2T&#10;YHY2ZEdN/71bKPQ2H99zxtPeN+pMXawDW3gYGlDERXA1lxY264/7V1BRkB02gcnCD0WYTm5vxpi5&#10;cOGczispVQrhmKGFSqTNtI5FRR7jMLTEiTuEzqMk2JXadXhJ4b7Rj8Y8a481p4YKW3qrqDiuTt7C&#10;4jh/P5jN9nvZisl3nz7v9zK3dnDXz0aghHr5F/+5v1ya//QCv8+kC/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QzEsMAAADcAAAADwAAAAAAAAAAAAAAAACYAgAAZHJzL2Rv&#10;d25yZXYueG1sUEsFBgAAAAAEAAQA9QAAAIgDAAAAAA==&#10;" fillcolor="#b83d68 [3204]" stroked="f"/>
                  <v:oval id="Oval 519" o:spid="_x0000_s1030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dgcUA&#10;AADcAAAADwAAAGRycy9kb3ducmV2LnhtbESPT2vCQBDF7wW/wzIFL0U3ChZNXUUKEQ9e/Aceh+w0&#10;Cc3OhuzWRD+9cxB6m+G9ee83y3XvanWjNlSeDUzGCSji3NuKCwPnUzaagwoR2WLtmQzcKcB6NXhb&#10;Ymp9xwe6HWOhJIRDigbKGJtU65CX5DCMfUMs2o9vHUZZ20LbFjsJd7WeJsmndlixNJTY0HdJ+e/x&#10;zxmg7b6Zf+wuYdJl2eX6WJx4dn0YM3zvN1+gIvXx3/y63lnBnwmtPCMT6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x2BxQAAANwAAAAPAAAAAAAAAAAAAAAAAJgCAABkcnMv&#10;ZG93bnJldi54bWxQSwUGAAAAAAQABAD1AAAAigMAAAAA&#10;" fillcolor="#b83d68 [3204]" stroked="f"/>
                  <v:oval id="Oval 520" o:spid="_x0000_s1031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4GsMA&#10;AADcAAAADwAAAGRycy9kb3ducmV2LnhtbERPTWvCQBC9C/0PyxR6kbqxoMTUVUohkoOXGgWPQ3ZM&#10;gtnZkF2T1F/fFQre5vE+Z70dTSN66lxtWcF8FoEgLqyuuVRwzNP3GITzyBoby6TglxxsNy+TNSba&#10;DvxD/cGXIoSwS1BB5X2bSOmKigy6mW2JA3exnUEfYFdK3eEQwk0jP6JoKQ3WHBoqbOm7ouJ6uBkF&#10;tNu38TQ7ufmQpqfzfZXz4nxX6u11/PoE4Wn0T/G/O9Nh/mIFj2fCB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O4GsMAAADcAAAADwAAAAAAAAAAAAAAAACYAgAAZHJzL2Rv&#10;d25yZXYueG1sUEsFBgAAAAAEAAQA9QAAAIgDAAAAAA==&#10;" fillcolor="#b83d68 [3204]" stroked="f"/>
                  <v:oval id="Oval 521" o:spid="_x0000_s1032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Qn08UA&#10;AADcAAAADwAAAGRycy9kb3ducmV2LnhtbESPQW/CMAyF70j7D5En7UbTMcRQR0AbDIkTUruJs2m8&#10;tqJxuiaD8u/xAWk3W+/5vc+L1eBadaY+NJ4NPCcpKOLS24YrA99f2/EcVIjIFlvPZOBKAVbLh9EC&#10;M+svnNO5iJWSEA4ZGqhj7DKtQ1mTw5D4jli0H987jLL2lbY9XiTctXqSpjPtsGFpqLGjdU3lqfhz&#10;Bj5Oh+kh93b6+5rHopxs0pfj/tOYp8fh/Q1UpCH+m+/XOyv4M8GXZ2QCv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tCfTxQAAANwAAAAPAAAAAAAAAAAAAAAAAJgCAABkcnMv&#10;ZG93bnJldi54bWxQSwUGAAAAAAQABAD1AAAAigMAAAAA&#10;" fillcolor="#b83d68 [3204]" stroked="f"/>
                  <v:oval id="Oval 522" o:spid="_x0000_s1033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iCSMMA&#10;AADcAAAADwAAAGRycy9kb3ducmV2LnhtbERPTWvCQBC9F/wPywi91Y0a0pK6itYWPBUSxfM0O02C&#10;2dk0u03iv3eFQm/zeJ+z2oymET11rrasYD6LQBAXVtdcKjgdP55eQDiPrLGxTAqu5GCznjysMNV2&#10;4Iz63JcihLBLUUHlfZtK6YqKDLqZbYkD9207gz7ArpS6wyGEm0YuoiiRBmsODRW29FZRccl/jYLd&#10;5RyfM6vjn+fM58ViHy2/Pt+VepyO21cQnkb/L/5zH3SYn8zh/ky4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iCSMMAAADcAAAADwAAAAAAAAAAAAAAAACYAgAAZHJzL2Rv&#10;d25yZXYueG1sUEsFBgAAAAAEAAQA9QAAAIgDAAAAAA==&#10;" fillcolor="#b83d68 [3204]" stroked="f"/>
                  <v:oval id="Oval 523" o:spid="_x0000_s1034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CCb8AA&#10;AADcAAAADwAAAGRycy9kb3ducmV2LnhtbERPzWrCQBC+C32HZQredKIHkegqRRF6qtT0AcbsNIlm&#10;Z8PuNknf3i0Ivc3H9zvb/Whb1bMPjRMNi3kGiqV0ppFKw1dxmq1BhUhiqHXCGn45wH73MtlSbtwg&#10;n9xfYqVSiIScNNQxdjliKGu2FOauY0nct/OWYoK+QuNpSOG2xWWWrdBSI6mhpo4PNZf3y4/VcGvO&#10;i+HUF+crjogf/n4rrt1R6+nr+LYBFXmM/+Kn+92k+asl/D2TLsDd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CCb8AAAADcAAAADwAAAAAAAAAAAAAAAACYAgAAZHJzL2Rvd25y&#10;ZXYueG1sUEsFBgAAAAAEAAQA9QAAAIUDAAAAAA==&#10;" fillcolor="#b83d68 [3204]" stroked="f"/>
                  <v:oval id="Oval 524" o:spid="_x0000_s1035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wn9MEA&#10;AADcAAAADwAAAGRycy9kb3ducmV2LnhtbERPzWrCQBC+C32HZQq96cQWpERXEYvQU6XGB5hkxySa&#10;nQ272yR9+26h0Nt8fL+z2U22UwP70DrRsFxkoFgqZ1qpNVyK4/wVVIgkhjonrOGbA+y2D7MN5caN&#10;8snDOdYqhUjISUMTY58jhqphS2HhepbEXZ23FBP0NRpPYwq3HT5n2QottZIaGur50HB1P39ZDbf2&#10;tByPQ3EqcUL88PdbUfZvWj89Tvs1qMhT/Bf/ud9Nmr96gd9n0gW4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MJ/TBAAAA3AAAAA8AAAAAAAAAAAAAAAAAmAIAAGRycy9kb3du&#10;cmV2LnhtbFBLBQYAAAAABAAEAPUAAACGAwAAAAA=&#10;" fillcolor="#b83d68 [3204]" stroked="f"/>
                </v:group>
                <v:group id="Group 525" o:spid="_x0000_s1036" style="position:absolute;left:1096;top:5133;width:1024;height:1024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oval id="Oval 526" o:spid="_x0000_s1037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TVsMA&#10;AADcAAAADwAAAGRycy9kb3ducmV2LnhtbERP22rCQBB9L/Qflin4VjeVKhrdSNoq7YMgXj5gyE6y&#10;odnZkN1o/PuuIPRtDuc6q/VgG3GhzteOFbyNExDEhdM1VwrOp+3rHIQPyBobx6TgRh7W2fPTClPt&#10;rnygyzFUIoawT1GBCaFNpfSFIYt+7FriyJWusxgi7CqpO7zGcNvISZLMpMWaY4PBlj4NFb/H3ir4&#10;eA/596b/2m8P8xInfpHvepMrNXoZ8iWIQEP4Fz/cPzrOn03h/ky8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vTVsMAAADcAAAADwAAAAAAAAAAAAAAAACYAgAAZHJzL2Rv&#10;d25yZXYueG1sUEsFBgAAAAAEAAQA9QAAAIgDAAAAAA==&#10;" fillcolor="white [3212]" stroked="f"/>
                  <v:oval id="Oval 527" o:spid="_x0000_s1038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lNIcIA&#10;AADcAAAADwAAAGRycy9kb3ducmV2LnhtbERP24rCMBB9X/Afwgi+rakiRatRqruy+7AgXj5gaMam&#10;2ExKk2r9e7OwsG9zONdZbXpbizu1vnKsYDJOQBAXTldcKric9+9zED4ga6wdk4InedisB28rzLR7&#10;8JHup1CKGMI+QwUmhCaT0heGLPqxa4gjd3WtxRBhW0rd4iOG21pOkySVFiuODQYb2hkqbqfOKtjO&#10;Qv712X0c9sf5Fad+kf90JldqNOzzJYhAffgX/7m/dZyfpvD7TLx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6U0hwgAAANwAAAAPAAAAAAAAAAAAAAAAAJgCAABkcnMvZG93&#10;bnJldi54bWxQSwUGAAAAAAQABAD1AAAAhwMAAAAA&#10;" fillcolor="white [3212]" stroked="f"/>
                  <v:oval id="Oval 528" o:spid="_x0000_s1039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2/OMIA&#10;AADcAAAADwAAAGRycy9kb3ducmV2LnhtbERPS2vCQBC+F/wPywje6iYRUomuEoWCh/bQ2N6H7JgE&#10;s7Mhu83DX98tFHqbj+85++NkWjFQ7xrLCuJ1BIK4tLrhSsHn9fV5C8J5ZI2tZVIwk4PjYfG0x0zb&#10;kT9oKHwlQgi7DBXU3neZlK6syaBb2444cDfbG/QB9pXUPY4h3LQyiaJUGmw4NNTY0bmm8l58GwVU&#10;5I85+jq9x2/JZr7ec7udY6vUajnlOxCeJv8v/nNfdJifvsDvM+EC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b84wgAAANwAAAAPAAAAAAAAAAAAAAAAAJgCAABkcnMvZG93&#10;bnJldi54bWxQSwUGAAAAAAQABAD1AAAAhwMAAAAA&#10;" fillcolor="white [3212]" stroked="f"/>
                  <v:oval id="Oval 529" o:spid="_x0000_s1040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rSsQA&#10;AADcAAAADwAAAGRycy9kb3ducmV2LnhtbESPQWvCQBCF74L/YZlCb7qJBZHoKqlQ8GAPxvY+ZMck&#10;mJ0N2a0m/nrnUPA2w3vz3jeb3eBadaM+NJ4NpPMEFHHpbcOVgZ/z12wFKkRki61nMjBSgN12Otlg&#10;Zv2dT3QrYqUkhEOGBuoYu0zrUNbkMMx9RyzaxfcOo6x9pW2Pdwl3rV4kyVI7bFgaauxoX1N5Lf6c&#10;ASryx5j8fn6nx8XHeL7mfjWm3pj3tyFfg4o0xJf5//pgBX8ptPKMTK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iK0rEAAAA3AAAAA8AAAAAAAAAAAAAAAAAmAIAAGRycy9k&#10;b3ducmV2LnhtbFBLBQYAAAAABAAEAPUAAACJAwAAAAA=&#10;" fillcolor="white [3212]" stroked="f"/>
                  <v:oval id="Oval 530" o:spid="_x0000_s1041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55cMA&#10;AADcAAAADwAAAGRycy9kb3ducmV2LnhtbERPTWvCQBC9C/6HZYTedKO00qbZiIiFHArF1Iu3ITtJ&#10;FrOzIbvV6K/vFgre5vE+J9uMthMXGrxxrGC5SEAQV04bbhQcvz/mryB8QNbYOSYFN/KwyaeTDFPt&#10;rnygSxkaEUPYp6igDaFPpfRVSxb9wvXEkavdYDFEODRSD3iN4baTqyRZS4uGY0OLPe1aqs7lj1Vw&#10;2t/NZ1F/3YuyNs+340u/ov1JqafZuH0HEWgMD/G/u9Bx/voN/p6JF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w55cMAAADcAAAADwAAAAAAAAAAAAAAAACYAgAAZHJzL2Rv&#10;d25yZXYueG1sUEsFBgAAAAAEAAQA9QAAAIgDAAAAAA==&#10;" fillcolor="white [3212]" stroked="f"/>
                  <v:oval id="Oval 531" o:spid="_x0000_s1042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8GpcYA&#10;AADcAAAADwAAAGRycy9kb3ducmV2LnhtbESPT2vCQBDF70K/wzKF3nSj9B+pq5RiIQdBmnrxNmQn&#10;yWJ2NmS3Gv30zqHgbYb35r3fLNej79SJhugCG5jPMlDEVbCOGwP73+/pO6iYkC12gcnAhSKsVw+T&#10;JeY2nPmHTmVqlIRwzNFAm1Kfax2rljzGWeiJRavD4DHJOjTaDniWcN/pRZa9ao+OpaHFnr5aqo7l&#10;nzdw2Fzdtqh316Ks3fNl/9IvaHMw5ulx/PwAlWhMd/P/dWEF/03w5RmZ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8GpcYAAADcAAAADwAAAAAAAAAAAAAAAACYAgAAZHJz&#10;L2Rvd25yZXYueG1sUEsFBgAAAAAEAAQA9QAAAIsDAAAAAA==&#10;" fillcolor="white [3212]" stroked="f"/>
                  <v:oval id="Oval 532" o:spid="_x0000_s1043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lP+8UA&#10;AADcAAAADwAAAGRycy9kb3ducmV2LnhtbERPS2vCQBC+C/6HZQQv0mzUakt0FSlUihdfBcltyI5J&#10;MDubZrea9td3hYK3+fieM1+2phJXalxpWcEwikEQZ1aXnCv4PL4/vYJwHlljZZkU/JCD5aLbmWOi&#10;7Y33dD34XIQQdgkqKLyvEyldVpBBF9maOHBn2xj0ATa51A3eQrip5CiOp9JgyaGhwJreCsouh2+j&#10;4DQetKtfPunJ83m7/kp3U5keN0r1e+1qBsJT6x/if/eHDvNfhnB/Jl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6U/7xQAAANwAAAAPAAAAAAAAAAAAAAAAAJgCAABkcnMv&#10;ZG93bnJldi54bWxQSwUGAAAAAAQABAD1AAAAigMAAAAA&#10;" fillcolor="white [3212]" stroked="f"/>
                  <v:oval id="Oval 533" o:spid="_x0000_s1044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RjMQA&#10;AADcAAAADwAAAGRycy9kb3ducmV2LnhtbERPS2vCQBC+C/6HZQQvopva+iC6iggt0otPEG9DdkyC&#10;2dk0u9Xor3cLBW/z8T1nOq9NIa5UudyygrdeBII4sTrnVMFh/9kdg3AeWWNhmRTcycF81mxMMdb2&#10;xlu67nwqQgi7GBVk3pexlC7JyKDr2ZI4cGdbGfQBVqnUFd5CuClkP4qG0mDOoSHDkpYZJZfdr1Fw&#10;fO/Uiwcf9eDjvP76OW2G8rT/VqrdqhcTEJ5q/xL/u1c6zB/14e+ZcIG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70YzEAAAA3AAAAA8AAAAAAAAAAAAAAAAAmAIAAGRycy9k&#10;b3ducmV2LnhtbFBLBQYAAAAABAAEAPUAAACJAwAAAAA=&#10;" fillcolor="white [3212]" stroked="f"/>
                </v:group>
                <v:oval id="Oval 534" o:spid="_x0000_s1045" style="position:absolute;left:1285;top:5322;width:646;height:646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VPMUA&#10;AADcAAAADwAAAGRycy9kb3ducmV2LnhtbERPS2vCQBC+C/6HZYReQt2kQi2pq7SlPi6lGL30NmTH&#10;ZDE7G7KrRn99t1DwNh/fc2aL3jbiTJ03jhVk4xQEcem04UrBfrd8fAHhA7LGxjEpuJKHxXw4mGGu&#10;3YW3dC5CJWII+xwV1CG0uZS+rMmiH7uWOHIH11kMEXaV1B1eYrht5FOaPkuLhmNDjS191FQei5NV&#10;cFuV38n7xK6TNsu+dsnefG5+jFIPo/7tFUSgPtzF/+6NjvOnE/h7Jl4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kdU8xQAAANwAAAAPAAAAAAAAAAAAAAAAAJgCAABkcnMv&#10;ZG93bnJldi54bWxQSwUGAAAAAAQABAD1AAAAigMAAAAA&#10;" fillcolor="#d787a3 [1940]" stroked="f" strokecolor="#b83d68 [3204]" strokeweight="1.5pt"/>
                <v:oval id="Oval 535" o:spid="_x0000_s1046" style="position:absolute;left:1341;top:5378;width:534;height:5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gEMIA&#10;AADcAAAADwAAAGRycy9kb3ducmV2LnhtbERP22rCQBB9L/Qflin4VjcVaWN0lbQq+iCIlw8YsmM2&#10;NDsbshuNf98VhL7N4VxntuhtLa7U+sqxgo9hAoK4cLriUsH5tH5PQfiArLF2TAru5GExf32ZYabd&#10;jQ90PYZSxBD2GSowITSZlL4wZNEPXUMcuYtrLYYI21LqFm8x3NZylCSf0mLFscFgQz+Git9jZxV8&#10;j0O+WXXL/fqQXnDkJ/muM7lSg7c+n4II1Id/8dO91XH+1xgez8QL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uAQwgAAANwAAAAPAAAAAAAAAAAAAAAAAJgCAABkcnMvZG93&#10;bnJldi54bWxQSwUGAAAAAAQABAD1AAAAhwMAAAAA&#10;" fillcolor="white [3212]" stroked="f"/>
                <v:oval id="Oval 536" o:spid="_x0000_s1047" style="position:absolute;left:1368;top:5405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9UnsMA&#10;AADcAAAADwAAAGRycy9kb3ducmV2LnhtbERPS2vCQBC+F/oflil4q7st9EF0FS1t6cViVMTjmB2T&#10;YHY2ZEdN/71bKPQ2H99zxtPeN+pMXawDW3gYGlDERXA1lxY264/7V1BRkB02gcnCD0WYTm5vxpi5&#10;cOGczispVQrhmKGFSqTNtI5FRR7jMLTEiTuEzqMk2JXadXhJ4b7Rj8Y8a481p4YKW3qrqDiuTt7C&#10;4jh/P5jN9nvZisl3nz7v9zK3dnDXz0aghHr5F/+5v1ya//IEv8+kC/T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9UnsMAAADcAAAADwAAAAAAAAAAAAAAAACYAgAAZHJzL2Rv&#10;d25yZXYueG1sUEsFBgAAAAAEAAQA9QAAAIgDAAAAAA==&#10;" fillcolor="#b83d68 [3204]" stroked="f"/>
                <w10:wrap anchorx="page" anchory="page"/>
              </v:group>
            </w:pict>
          </mc:Fallback>
        </mc:AlternateContent>
      </w:r>
      <w:r w:rsidR="00D57554">
        <w:rPr>
          <w:noProof/>
          <w:lang w:val="es-MX" w:eastAsia="es-MX"/>
        </w:rPr>
        <w:drawing>
          <wp:anchor distT="0" distB="0" distL="114300" distR="114300" simplePos="0" relativeHeight="251662336" behindDoc="0" locked="0" layoutInCell="0" allowOverlap="1">
            <wp:simplePos x="0" y="0"/>
            <wp:positionH relativeFrom="page">
              <wp:posOffset>5727700</wp:posOffset>
            </wp:positionH>
            <wp:positionV relativeFrom="page">
              <wp:posOffset>4191000</wp:posOffset>
            </wp:positionV>
            <wp:extent cx="457200" cy="482600"/>
            <wp:effectExtent l="38100" t="0" r="38100" b="0"/>
            <wp:wrapNone/>
            <wp:docPr id="29" name="Picture 5" descr="butterfl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_2.png"/>
                    <pic:cNvPicPr/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rot="20332731" flipH="1"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57554">
        <w:rPr>
          <w:noProof/>
          <w:lang w:val="es-MX" w:eastAsia="es-MX"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page">
              <wp:posOffset>4978400</wp:posOffset>
            </wp:positionH>
            <wp:positionV relativeFrom="page">
              <wp:posOffset>3060700</wp:posOffset>
            </wp:positionV>
            <wp:extent cx="977900" cy="1003935"/>
            <wp:effectExtent l="114300" t="0" r="0" b="24765"/>
            <wp:wrapNone/>
            <wp:docPr id="30" name="Picture 2" descr="butterfly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_1.png"/>
                    <pic:cNvPicPr/>
                  </pic:nvPicPr>
                  <pic:blipFill>
                    <a:blip r:embed="rId7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rot="18425067">
                      <a:off x="0" y="0"/>
                      <a:ext cx="97790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554">
        <w:rPr>
          <w:noProof/>
          <w:lang w:val="es-MX" w:eastAsia="es-MX"/>
        </w:rPr>
        <w:drawing>
          <wp:anchor distT="0" distB="0" distL="114300" distR="114300" simplePos="0" relativeHeight="251664384" behindDoc="0" locked="0" layoutInCell="0" allowOverlap="1">
            <wp:simplePos x="0" y="0"/>
            <wp:positionH relativeFrom="page">
              <wp:posOffset>774700</wp:posOffset>
            </wp:positionH>
            <wp:positionV relativeFrom="page">
              <wp:posOffset>787400</wp:posOffset>
            </wp:positionV>
            <wp:extent cx="967740" cy="977900"/>
            <wp:effectExtent l="0" t="0" r="99060" b="0"/>
            <wp:wrapNone/>
            <wp:docPr id="31" name="Picture 5" descr="butterfly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tterfly_2.png"/>
                    <pic:cNvPicPr/>
                  </pic:nvPicPr>
                  <pic:blipFill>
                    <a:blip r:embed="rId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 rot="2402607">
                      <a:off x="0" y="0"/>
                      <a:ext cx="96774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855980</wp:posOffset>
                </wp:positionH>
                <wp:positionV relativeFrom="page">
                  <wp:posOffset>2496185</wp:posOffset>
                </wp:positionV>
                <wp:extent cx="1099820" cy="1099820"/>
                <wp:effectExtent l="8255" t="635" r="6350" b="4445"/>
                <wp:wrapNone/>
                <wp:docPr id="132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9820" cy="1099820"/>
                          <a:chOff x="1219" y="10613"/>
                          <a:chExt cx="1539" cy="1539"/>
                        </a:xfrm>
                      </wpg:grpSpPr>
                      <wpg:grpSp>
                        <wpg:cNvPr id="133" name="Group 494"/>
                        <wpg:cNvGrpSpPr>
                          <a:grpSpLocks/>
                        </wpg:cNvGrpSpPr>
                        <wpg:grpSpPr bwMode="auto">
                          <a:xfrm>
                            <a:off x="1219" y="10613"/>
                            <a:ext cx="1539" cy="1539"/>
                            <a:chOff x="2487" y="801"/>
                            <a:chExt cx="2960" cy="2960"/>
                          </a:xfrm>
                        </wpg:grpSpPr>
                        <wps:wsp>
                          <wps:cNvPr id="134" name="Oval 49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Oval 49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Oval 49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Oval 49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Oval 499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Oval 500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Oval 501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Oval 502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503"/>
                        <wpg:cNvGrpSpPr>
                          <a:grpSpLocks/>
                        </wpg:cNvGrpSpPr>
                        <wpg:grpSpPr bwMode="auto">
                          <a:xfrm>
                            <a:off x="1331" y="10725"/>
                            <a:ext cx="1314" cy="1314"/>
                            <a:chOff x="2487" y="801"/>
                            <a:chExt cx="2960" cy="2960"/>
                          </a:xfrm>
                        </wpg:grpSpPr>
                        <wps:wsp>
                          <wps:cNvPr id="143" name="Oval 50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Oval 5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Oval 50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Oval 50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Oval 508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Oval 509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Oval 510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Oval 511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1" name="Oval 512"/>
                        <wps:cNvSpPr>
                          <a:spLocks noChangeArrowheads="1"/>
                        </wps:cNvSpPr>
                        <wps:spPr bwMode="auto">
                          <a:xfrm>
                            <a:off x="1713" y="11107"/>
                            <a:ext cx="551" cy="55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513"/>
                        <wps:cNvSpPr>
                          <a:spLocks noChangeArrowheads="1"/>
                        </wps:cNvSpPr>
                        <wps:spPr bwMode="auto">
                          <a:xfrm>
                            <a:off x="1767" y="11161"/>
                            <a:ext cx="443" cy="443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514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599" y="10993"/>
                            <a:ext cx="779" cy="779"/>
                          </a:xfrm>
                          <a:prstGeom prst="ellipse">
                            <a:avLst/>
                          </a:prstGeom>
                          <a:noFill/>
                          <a:ln w="57150" cap="rnd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55C50" id="Group 493" o:spid="_x0000_s1026" style="position:absolute;margin-left:67.4pt;margin-top:196.55pt;width:86.6pt;height:86.6pt;z-index:251738112;mso-position-horizontal-relative:page;mso-position-vertical-relative:page" coordorigin="1219,10613" coordsize="1539,1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" o:allowincell="f">
                <v:group id="Group 494" o:spid="_x0000_s1027" style="position:absolute;left:1219;top:10613;width:1539;height:1539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oval id="Oval 495" o:spid="_x0000_s1028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VjMMA&#10;AADcAAAADwAAAGRycy9kb3ducmV2LnhtbERPTWvCQBC9F/oflin01mxag5TUVUKx0pNo7KHHITsm&#10;sdnZsLtN4r93BcHbPN7nLFaT6cRAzreWFbwmKQjiyuqWawU/h6+XdxA+IGvsLJOCM3lYLR8fFphr&#10;O/KehjLUIoawz1FBE0KfS+mrhgz6xPbEkTtaZzBE6GqpHY4x3HTyLU3n0mDLsaHBnj4bqv7Kf6Ng&#10;vdvsij1lp99NNqxHNyvK7XlU6vlpKj5ABJrCXXxzf+s4f5bB9Zl4gV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fVjMMAAADcAAAADwAAAAAAAAAAAAAAAACYAgAAZHJzL2Rv&#10;d25yZXYueG1sUEsFBgAAAAAEAAQA9QAAAIgDAAAAAA==&#10;" fillcolor="#f9b639 [3207]" stroked="f"/>
                  <v:oval id="Oval 496" o:spid="_x0000_s1029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F8MA&#10;AADcAAAADwAAAGRycy9kb3ducmV2LnhtbERPS2vCQBC+F/wPywi91Y31QUldJYgVT6JpDz0O2WmS&#10;NjsbdrdJ/PeuIHibj+85q81gGtGR87VlBdNJAoK4sLrmUsHX58fLGwgfkDU2lknBhTxs1qOnFaba&#10;9nymLg+liCHsU1RQhdCmUvqiIoN+YlviyP1YZzBE6EqpHfYx3DTyNUmW0mDNsaHClrYVFX/5v1Gw&#10;O+1P2Znmv9/7ebfr3SzLj5deqefxkL2DCDSEh/juPug4f7aA2zPxArm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twF8MAAADcAAAADwAAAAAAAAAAAAAAAACYAgAAZHJzL2Rv&#10;d25yZXYueG1sUEsFBgAAAAAEAAQA9QAAAIgDAAAAAA==&#10;" fillcolor="#f9b639 [3207]" stroked="f"/>
                  <v:oval id="Oval 497" o:spid="_x0000_s1030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yVrMIA&#10;AADcAAAADwAAAGRycy9kb3ducmV2LnhtbERPTWsCMRC9F/wPYQQvokkrSNkaRQvWXtda6nHYTDer&#10;m8m6ibr990YQepvH+5zZonO1uFAbKs8anscKBHHhTcWlht3XevQKIkRkg7Vn0vBHARbz3tMMM+Ov&#10;nNNlG0uRQjhkqMHG2GRShsKSwzD2DXHifn3rMCbYltK0eE3hrpYvSk2lw4pTg8WG3i0Vx+3ZaQjq&#10;O/85nM779dCq3clPVnLzkWs96HfLNxCRuvgvfrg/TZo/mcL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JWswgAAANwAAAAPAAAAAAAAAAAAAAAAAJgCAABkcnMvZG93&#10;bnJldi54bWxQSwUGAAAAAAQABAD1AAAAhwMAAAAA&#10;" fillcolor="#f9b639 [3207]" stroked="f"/>
                  <v:oval id="Oval 498" o:spid="_x0000_s1031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AwN8IA&#10;AADcAAAADwAAAGRycy9kb3ducmV2LnhtbERPTWsCMRC9F/wPYYReiiat0MpqlLag9rpq0eOwGTfb&#10;bibrJur23xtB6G0e73Om887V4kxtqDxreB4qEMSFNxWXGrabxWAMIkRkg7Vn0vBHAeaz3sMUM+Mv&#10;nNN5HUuRQjhkqMHG2GRShsKSwzD0DXHiDr51GBNsS2lavKRwV8sXpV6lw4pTg8WGPi0Vv+uT0xDU&#10;d777OZ72iyertkc/+pCrZa71Y797n4CI1MV/8d39ZdL80Rvcnk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DA3wgAAANwAAAAPAAAAAAAAAAAAAAAAAJgCAABkcnMvZG93&#10;bnJldi54bWxQSwUGAAAAAAQABAD1AAAAhwMAAAAA&#10;" fillcolor="#f9b639 [3207]" stroked="f"/>
                  <v:oval id="Oval 499" o:spid="_x0000_s1032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qS78YA&#10;AADcAAAADwAAAGRycy9kb3ducmV2LnhtbESPQWvCQBCF7wX/wzJCb3VjLUVSVxFFEYpQo1CPY3aa&#10;hGZn0+xWk3/vHAq9zfDevPfNbNG5Wl2pDZVnA+NRAoo497biwsDpuHmaggoR2WLtmQz0FGAxHzzM&#10;MLX+xge6ZrFQEsIhRQNljE2qdchLchhGviEW7cu3DqOsbaFtizcJd7V+TpJX7bBiaSixoVVJ+Xf2&#10;6wyc46Y69h/uZ73Ltv35072/XPYXYx6H3fINVKQu/pv/rndW8CdCK8/IBH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qS78YAAADcAAAADwAAAAAAAAAAAAAAAACYAgAAZHJz&#10;L2Rvd25yZXYueG1sUEsFBgAAAAAEAAQA9QAAAIsDAAAAAA==&#10;" fillcolor="#f9b639 [3207]" stroked="f"/>
                  <v:oval id="Oval 500" o:spid="_x0000_s1033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3dMMA&#10;AADcAAAADwAAAGRycy9kb3ducmV2LnhtbERPTWvCQBC9C/0PyxS81U1VpI2uUhRFEMHGgh7H7DQJ&#10;zc7G7KrJv3eFgrd5vM+ZzBpTiivVrrCs4L0XgSBOrS44U/CzX759gHAeWWNpmRS05GA2felMMNb2&#10;xt90TXwmQgi7GBXk3lexlC7NyaDr2Yo4cL+2NugDrDOpa7yFcFPKfhSNpMGCQ0OOFc1zSv+Si1Fw&#10;9Mti3+7MebFOVu3xYDbD0/akVPe1+RqD8NT4p/jfvdZh/uATHs+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Y3dMMAAADcAAAADwAAAAAAAAAAAAAAAACYAgAAZHJzL2Rv&#10;d25yZXYueG1sUEsFBgAAAAAEAAQA9QAAAIgDAAAAAA==&#10;" fillcolor="#f9b639 [3207]" stroked="f"/>
                  <v:oval id="Oval 501" o:spid="_x0000_s1034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8uXccA&#10;AADcAAAADwAAAGRycy9kb3ducmV2LnhtbESPT2vCQBDF7wW/wzJCb3VjKyLRVaxUKJXi34PehuyY&#10;pM3OhuzWxG/fORR6m+G9ee83s0XnKnWjJpSeDQwHCSjizNuScwOn4/ppAipEZIuVZzJwpwCLee9h&#10;hqn1Le/pdoi5khAOKRooYqxTrUNWkMMw8DWxaFffOIyyNrm2DbYS7ir9nCRj7bBkaSiwplVB2ffh&#10;xxkYd6u3V+t25/ay/tjabHP/evksjXnsd8spqEhd/Df/Xb9bwR8JvjwjE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PLl3HAAAA3AAAAA8AAAAAAAAAAAAAAAAAmAIAAGRy&#10;cy9kb3ducmV2LnhtbFBLBQYAAAAABAAEAPUAAACMAwAAAAA=&#10;" fillcolor="#f9b639 [3207]" stroked="f"/>
                  <v:oval id="Oval 502" o:spid="_x0000_s1035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LxsQA&#10;AADcAAAADwAAAGRycy9kb3ducmV2LnhtbERPTWvCQBC9F/oflin0phttEYmuUkVBKqKmPehtyI5J&#10;anY2ZFcT/70rCL3N433OeNqaUlypdoVlBb1uBII4tbrgTMHvz7IzBOE8ssbSMim4kYPp5PVljLG2&#10;De/pmvhMhBB2MSrIva9iKV2ak0HXtRVx4E62NugDrDOpa2xCuCllP4oG0mDBoSHHiuY5pefkYhQM&#10;2vlips3u0ByX31udrm9/H5tCqfe39msEwlPr/8VP90qH+Z89eDwTLpC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Di8bEAAAA3AAAAA8AAAAAAAAAAAAAAAAAmAIAAGRycy9k&#10;b3ducmV2LnhtbFBLBQYAAAAABAAEAPUAAACJAwAAAAA=&#10;" fillcolor="#f9b639 [3207]" stroked="f"/>
                </v:group>
                <v:group id="Group 503" o:spid="_x0000_s1036" style="position:absolute;left:1331;top:10725;width:1314;height:1314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oval id="Oval 504" o:spid="_x0000_s1037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qFCcIA&#10;AADcAAAADwAAAGRycy9kb3ducmV2LnhtbERPTWsCMRC9F/wPYYTeatZWSl2NIkLB9ua2UL0NmzEb&#10;3EziJtWtv94UCr3N433OfNm7Vpypi9azgvGoAEFce23ZKPj8eH14ARETssbWMyn4oQjLxeBujqX2&#10;F97SuUpG5BCOJSpoUgqllLFuyGEc+UCcuYPvHKYMOyN1h5cc7lr5WBTP0qHl3NBgoHVD9bH6dgqm&#10;YWwq3J3278Fugvl6q664skrdD/vVDESiPv2L/9wbnedPnuD3mXy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+oUJwgAAANwAAAAPAAAAAAAAAAAAAAAAAJgCAABkcnMvZG93&#10;bnJldi54bWxQSwUGAAAAAAQABAD1AAAAhwMAAAAA&#10;" fillcolor="#fbd387 [1943]" stroked="f"/>
                  <v:oval id="Oval 505" o:spid="_x0000_s1038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dfcEA&#10;AADcAAAADwAAAGRycy9kb3ducmV2LnhtbERPTWsCMRC9F/wPYYTealYRabdGEUGwvbkVbG/DZswG&#10;N5O4SXXbX2+EQm/zeJ8zX/auFRfqovWsYDwqQBDXXls2CvYfm6dnEDEha2w9k4IfirBcDB7mWGp/&#10;5R1dqmREDuFYooImpVBKGeuGHMaRD8SZO/rOYcqwM1J3eM3hrpWTophJh5ZzQ4OB1g3Vp+rbKXgJ&#10;Y1Ph5/nrPdhtMIe36hdXVqnHYb96BZGoT//iP/dW5/nTKdyfy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THX3BAAAA3AAAAA8AAAAAAAAAAAAAAAAAmAIAAGRycy9kb3du&#10;cmV2LnhtbFBLBQYAAAAABAAEAPUAAACGAwAAAAA=&#10;" fillcolor="#fbd387 [1943]" stroked="f"/>
                  <v:oval id="Oval 506" o:spid="_x0000_s1039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3ObcAA&#10;AADcAAAADwAAAGRycy9kb3ducmV2LnhtbERPTYvCMBC9L/gfwizsbU11qyzVKCK4eLXqwdtsM7Zl&#10;m0lIonb/vREEb/N4nzNf9qYTV/KhtaxgNMxAEFdWt1wrOOw3n98gQkTW2FkmBf8UYLkYvM2x0PbG&#10;O7qWsRYphEOBCpoYXSFlqBoyGIbWESfubL3BmKCvpfZ4S+Gmk+Msm0qDLaeGBh2tG6r+yotREI6j&#10;8SnXP97lJtiv4650v/u1Uh/v/WoGIlIfX+Kne6vT/HwCj2fS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3ObcAAAADcAAAADwAAAAAAAAAAAAAAAACYAgAAZHJzL2Rvd25y&#10;ZXYueG1sUEsFBgAAAAAEAAQA9QAAAIUDAAAAAA==&#10;" fillcolor="#fbd387 [1943]" stroked="f"/>
                  <v:oval id="Oval 507" o:spid="_x0000_s1040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9QGr8A&#10;AADcAAAADwAAAGRycy9kb3ducmV2LnhtbERPTYvCMBC9L/gfwgh7W1PdIlKNIoLi1boevI3N2Bab&#10;SUii1n9vFhb2No/3OYtVbzrxIB9aywrGowwEcWV1y7WCn+P2awYiRGSNnWVS8KIAq+XgY4GFtk8+&#10;0KOMtUghHApU0MToCilD1ZDBMLKOOHFX6w3GBH0ttcdnCjednGTZVBpsOTU06GjTUHUr70ZBOI0n&#10;51zvvMtNsN+nQ+kux41Sn8N+PQcRqY//4j/3Xqf5+RR+n0kX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j1AavwAAANwAAAAPAAAAAAAAAAAAAAAAAJgCAABkcnMvZG93bnJl&#10;di54bWxQSwUGAAAAAAQABAD1AAAAhAMAAAAA&#10;" fillcolor="#fbd387 [1943]" stroked="f"/>
                  <v:oval id="Oval 508" o:spid="_x0000_s1041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NPMUA&#10;AADcAAAADwAAAGRycy9kb3ducmV2LnhtbERP30vDMBB+F/wfwgl7c6ky5+iWDakMRUFdt5e9nc01&#10;LTaXLolb/e/NQPDtPr6ft1gNthNH8qF1rOBmnIEgrpxu2SjYbdfXMxAhImvsHJOCHwqwWl5eLDDX&#10;7sQbOpbRiBTCIUcFTYx9LmWoGrIYxq4nTlztvMWYoDdSezylcNvJ2yybSostp4YGeyoaqr7Kb6sg&#10;vE72de0f3+8+jPlcF28vT0V5UGp0NTzMQUQa4r/4z/2s0/zJPZyfSR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mI08xQAAANwAAAAPAAAAAAAAAAAAAAAAAJgCAABkcnMv&#10;ZG93bnJldi54bWxQSwUGAAAAAAQABAD1AAAAigMAAAAA&#10;" fillcolor="#fbd387 [1943]" stroked="f"/>
                  <v:oval id="Oval 509" o:spid="_x0000_s1042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ZTscA&#10;AADcAAAADwAAAGRycy9kb3ducmV2LnhtbESPT0/DMAzF70j7DpEncWPp0ECoLJtQ0QQCiT+FCzfT&#10;uGm1xilJ2Mq3xwckbrbe83s/r7eTH9SBYuoDG1guClDETbA9OwPvb7uzK1ApI1scApOBH0qw3cxO&#10;1ljacORXOtTZKQnhVKKBLuex1Do1HXlMizASi9aG6DHLGp22EY8S7gd9XhSX2mPP0tDhSFVHzb7+&#10;9gbS4+qjbePt88WLc5+76unhrqq/jDmdTzfXoDJN+d/8d31vBX8ltPKMT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HGU7HAAAA3AAAAA8AAAAAAAAAAAAAAAAAmAIAAGRy&#10;cy9kb3ducmV2LnhtbFBLBQYAAAAABAAEAPUAAACMAwAAAAA=&#10;" fillcolor="#fbd387 [1943]" stroked="f"/>
                  <v:oval id="Oval 510" o:spid="_x0000_s1043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58sIA&#10;AADcAAAADwAAAGRycy9kb3ducmV2LnhtbERPTWvCQBC9C/0PyxR6041SiomuIilCqyfTFnocsmOS&#10;mp0N2VHTf+8WCt7m8T5nuR5cqy7Uh8azgekkAUVcettwZeDzYzuegwqCbLH1TAZ+KcB69TBaYmb9&#10;lQ90KaRSMYRDhgZqkS7TOpQ1OQwT3xFH7uh7hxJhX2nb4zWGu1bPkuRFO2w4NtTYUV5TeSrOzkDx&#10;vjuFdP+d79x0k/8Usk1f5cuYp8dhswAlNMhd/O9+s3H+cwp/z8QL9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G3nywgAAANwAAAAPAAAAAAAAAAAAAAAAAJgCAABkcnMvZG93&#10;bnJldi54bWxQSwUGAAAAAAQABAD1AAAAhwMAAAAA&#10;" fillcolor="#fbd387 [1943]" stroked="f"/>
                  <v:oval id="Oval 511" o:spid="_x0000_s1044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GssUA&#10;AADcAAAADwAAAGRycy9kb3ducmV2LnhtbESPQUvDQBCF70L/wzKCN7upULFpt6WkFGo9GRU8Dtlp&#10;EpudDdmxjf/eOQjeZnhv3vtmtRlDZy40pDayg9k0A0NcRd9y7eD9bX//BCYJsscuMjn4oQSb9eRm&#10;hbmPV36lSym10RBOOTpoRPrc2lQ1FDBNY0+s2ikOAUXXobZ+wKuGh84+ZNmjDdiyNjTYU9FQdS6/&#10;g4Py+XhOi5fP4hhm2+KrlP1iJx/O3d2O2yUYoVH+zX/XB6/4c8XXZ3QCu/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+EayxQAAANwAAAAPAAAAAAAAAAAAAAAAAJgCAABkcnMv&#10;ZG93bnJldi54bWxQSwUGAAAAAAQABAD1AAAAigMAAAAA&#10;" fillcolor="#fbd387 [1943]" stroked="f"/>
                </v:group>
                <v:oval id="Oval 512" o:spid="_x0000_s1045" style="position:absolute;left:1713;top:11107;width:551;height: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f6MMA&#10;AADcAAAADwAAAGRycy9kb3ducmV2LnhtbERP22rCQBB9L/gPywi+1Y2iRaMbiW2lfSgULx8wZCfZ&#10;YHY2ZDea/r1bKPRtDuc6291gG3GjzteOFcymCQjiwumaKwWX8+F5BcIHZI2NY1LwQx522ehpi6l2&#10;dz7S7RQqEUPYp6jAhNCmUvrCkEU/dS1x5ErXWQwRdpXUHd5juG3kPElepMWaY4PBll4NFddTbxXs&#10;FyH/eO/fvg/HVYlzv86/epMrNRkP+QZEoCH8i//cnzrOX87g95l4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wf6MMAAADcAAAADwAAAAAAAAAAAAAAAACYAgAAZHJzL2Rv&#10;d25yZXYueG1sUEsFBgAAAAAEAAQA9QAAAIgDAAAAAA==&#10;" fillcolor="white [3212]" stroked="f"/>
                <v:oval id="Oval 513" o:spid="_x0000_s1046" style="position:absolute;left:1767;top:11161;width:443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0Nw8MA&#10;AADcAAAADwAAAGRycy9kb3ducmV2LnhtbERPTWvCQBC9F/wPywi9NRutlpK6ShCVnkTTHnocstMk&#10;bXY27K5J/PddQehtHu9zVpvRtKIn5xvLCmZJCoK4tLrhSsHnx/7pFYQPyBpby6TgSh4268nDCjNt&#10;Bz5TX4RKxBD2GSqoQ+gyKX1Zk0Gf2I44ct/WGQwRukpqh0MMN62cp+mLNNhwbKixo21N5W9xMQp2&#10;p8MpP9Pi5+uw6HeDe86L43VQ6nE65m8gAo3hX3x3v+s4fzmH2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0Nw8MAAADcAAAADwAAAAAAAAAAAAAAAACYAgAAZHJzL2Rv&#10;d25yZXYueG1sUEsFBgAAAAAEAAQA9QAAAIgDAAAAAA==&#10;" fillcolor="#f9b639 [3207]" stroked="f"/>
                <v:oval id="Oval 514" o:spid="_x0000_s1047" style="position:absolute;left:1599;top:10993;width:779;height:779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Kb8IA&#10;AADcAAAADwAAAGRycy9kb3ducmV2LnhtbERPTYvCMBC9C/sfwizsbU1VFKlGEVcXr+oKexybsS02&#10;k2wTbfXXG2HB2zze50znranElWpfWlbQ6yYgiDOrS84V/OzXn2MQPiBrrCyTght5mM/eOlNMtW14&#10;S9ddyEUMYZ+igiIEl0rps4IM+q51xJE72dpgiLDOpa6xieGmkv0kGUmDJceGAh0tC8rOu4tR4G5/&#10;h++jrAbL/sGNv1bN5nL3v0p9vLeLCYhAbXiJ/90bHecPB/B8Jl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lopvwgAAANwAAAAPAAAAAAAAAAAAAAAAAJgCAABkcnMvZG93&#10;bnJldi54bWxQSwUGAAAAAAQABAD1AAAAhwMAAAAA&#10;" filled="f" fillcolor="white [3212]" strokecolor="#f9b639 [3207]" strokeweight="4.5pt">
                  <v:stroke dashstyle="1 1" endcap="round"/>
                </v:oval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4937760</wp:posOffset>
                </wp:positionH>
                <wp:positionV relativeFrom="page">
                  <wp:posOffset>494030</wp:posOffset>
                </wp:positionV>
                <wp:extent cx="1706880" cy="1706880"/>
                <wp:effectExtent l="3810" t="8255" r="3810" b="8890"/>
                <wp:wrapNone/>
                <wp:docPr id="101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6880" cy="1706880"/>
                          <a:chOff x="5965" y="3841"/>
                          <a:chExt cx="2688" cy="2688"/>
                        </a:xfrm>
                      </wpg:grpSpPr>
                      <wpg:grpSp>
                        <wpg:cNvPr id="102" name="Group 441"/>
                        <wpg:cNvGrpSpPr>
                          <a:grpSpLocks/>
                        </wpg:cNvGrpSpPr>
                        <wpg:grpSpPr bwMode="auto">
                          <a:xfrm>
                            <a:off x="5965" y="3841"/>
                            <a:ext cx="2688" cy="2688"/>
                            <a:chOff x="2487" y="801"/>
                            <a:chExt cx="2960" cy="2960"/>
                          </a:xfrm>
                        </wpg:grpSpPr>
                        <wps:wsp>
                          <wps:cNvPr id="103" name="Oval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Oval 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Oval 44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Oval 44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Oval 446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Oval 447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Oval 448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Oval 449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450"/>
                        <wpg:cNvGrpSpPr>
                          <a:grpSpLocks/>
                        </wpg:cNvGrpSpPr>
                        <wpg:grpSpPr bwMode="auto">
                          <a:xfrm>
                            <a:off x="6020" y="3896"/>
                            <a:ext cx="2579" cy="2579"/>
                            <a:chOff x="2487" y="801"/>
                            <a:chExt cx="2960" cy="2960"/>
                          </a:xfrm>
                        </wpg:grpSpPr>
                        <wps:wsp>
                          <wps:cNvPr id="112" name="Oval 4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Oval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Oval 45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Oval 45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Oval 455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Oval 456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Oval 457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Oval 458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459"/>
                        <wpg:cNvGrpSpPr>
                          <a:grpSpLocks/>
                        </wpg:cNvGrpSpPr>
                        <wpg:grpSpPr bwMode="auto">
                          <a:xfrm>
                            <a:off x="6406" y="4282"/>
                            <a:ext cx="1806" cy="1806"/>
                            <a:chOff x="2487" y="801"/>
                            <a:chExt cx="2960" cy="2960"/>
                          </a:xfrm>
                        </wpg:grpSpPr>
                        <wps:wsp>
                          <wps:cNvPr id="121" name="Oval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Oval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Oval 46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Oval 46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Oval 464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Oval 465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Oval 466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Oval 467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" name="Oval 468"/>
                        <wps:cNvSpPr>
                          <a:spLocks noChangeArrowheads="1"/>
                        </wps:cNvSpPr>
                        <wps:spPr bwMode="auto">
                          <a:xfrm>
                            <a:off x="6855" y="4731"/>
                            <a:ext cx="908" cy="90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469"/>
                        <wps:cNvSpPr>
                          <a:spLocks noChangeArrowheads="1"/>
                        </wps:cNvSpPr>
                        <wps:spPr bwMode="auto">
                          <a:xfrm>
                            <a:off x="7043" y="4919"/>
                            <a:ext cx="533" cy="533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470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6659" y="4536"/>
                            <a:ext cx="1300" cy="1298"/>
                          </a:xfrm>
                          <a:prstGeom prst="ellipse">
                            <a:avLst/>
                          </a:prstGeom>
                          <a:noFill/>
                          <a:ln w="38100" cap="rnd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823694" id="Group 440" o:spid="_x0000_s1026" style="position:absolute;margin-left:388.8pt;margin-top:38.9pt;width:134.4pt;height:134.4pt;z-index:251736064;mso-position-horizontal-relative:page;mso-position-vertical-relative:page" coordorigin="5965,3841" coordsize="2688,2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" o:allowincell="f">
                <v:group id="Group 441" o:spid="_x0000_s1027" style="position:absolute;left:5965;top:3841;width:2688;height:2688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oval id="Oval 442" o:spid="_x0000_s1028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yYMMA&#10;AADcAAAADwAAAGRycy9kb3ducmV2LnhtbERPS2vCQBC+F/wPywi91d22IDW6hhLq66KYFs9jdpqE&#10;ZmdDdtXor3cLhd7m43vOLO1tI87U+dqxhueRAkFcOFNzqeHrc/H0BsIHZIONY9JwJQ/pfPAww8S4&#10;C+/pnIdSxBD2CWqoQmgTKX1RkUU/ci1x5L5dZzFE2JXSdHiJ4baRL0qNpcWaY0OFLWUVFT/5yWo4&#10;rK7SHpe39fb0MVnt1LgOh02m9eOwf5+CCNSHf/Gfe23ifPUKv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4yYMMAAADcAAAADwAAAAAAAAAAAAAAAACYAgAAZHJzL2Rv&#10;d25yZXYueG1sUEsFBgAAAAAEAAQA9QAAAIgDAAAAAA==&#10;" fillcolor="#d787a3 [1940]" stroked="f"/>
                  <v:oval id="Oval 443" o:spid="_x0000_s1029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eqFMMA&#10;AADcAAAADwAAAGRycy9kb3ducmV2LnhtbERPS2vCQBC+F/wPywi91d2WIjW6hhLq66KYFs9jdpqE&#10;ZmdDdtXor3cLhd7m43vOLO1tI87U+dqxhueRAkFcOFNzqeHrc/H0BsIHZIONY9JwJQ/pfPAww8S4&#10;C+/pnIdSxBD2CWqoQmgTKX1RkUU/ci1x5L5dZzFE2JXSdHiJ4baRL0qNpcWaY0OFLWUVFT/5yWo4&#10;rK7SHpe39fb0MVnt1LgOh02m9eOwf5+CCNSHf/Gfe23ifPUKv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eqFMMAAADcAAAADwAAAAAAAAAAAAAAAACYAgAAZHJzL2Rv&#10;d25yZXYueG1sUEsFBgAAAAAEAAQA9QAAAIgDAAAAAA==&#10;" fillcolor="#d787a3 [1940]" stroked="f"/>
                  <v:oval id="Oval 444" o:spid="_x0000_s1030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Zp7cQA&#10;AADcAAAADwAAAGRycy9kb3ducmV2LnhtbERPTWvCQBC9C/0PyxR6MxubWkqaVYqlUBI8mBaltyE7&#10;JsHsbMhuNf57VxC8zeN9TrYcTSeONLjWsoJZFIMgrqxuuVbw+/M1fQPhPLLGzjIpOJOD5eJhkmGq&#10;7Yk3dCx9LUIIuxQVNN73qZSuasigi2xPHLi9HQz6AIda6gFPIdx08jmOX6XBlkNDgz2tGqoO5b9R&#10;sEpeck7+1kX+KftZNS921mwTpZ4ex493EJ5Gfxff3N86zI/ncH0mX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2ae3EAAAA3AAAAA8AAAAAAAAAAAAAAAAAmAIAAGRycy9k&#10;b3ducmV2LnhtbFBLBQYAAAAABAAEAPUAAACJAwAAAAA=&#10;" fillcolor="#d787a3 [1940]" stroked="f"/>
                  <v:oval id="Oval 445" o:spid="_x0000_s1031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T3msQA&#10;AADcAAAADwAAAGRycy9kb3ducmV2LnhtbERPTWvCQBC9C/0PyxR6MxubKiXNKsVSKAkemhaltyE7&#10;JsHsbMhuNf57VxC8zeN9TrYaTSeONLjWsoJZFIMgrqxuuVbw+/M5fQXhPLLGzjIpOJOD1fJhkmGq&#10;7Ym/6Vj6WoQQdikqaLzvUyld1ZBBF9meOHB7Oxj0AQ611AOeQrjp5HMcL6TBlkNDgz2tG6oO5b9R&#10;sE5eck7+NkX+IftZNS921mwTpZ4ex/c3EJ5Gfxff3F86zI8XcH0mX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95rEAAAA3AAAAA8AAAAAAAAAAAAAAAAAmAIAAGRycy9k&#10;b3ducmV2LnhtbFBLBQYAAAAABAAEAPUAAACJAwAAAAA=&#10;" fillcolor="#d787a3 [1940]" stroked="f"/>
                  <v:oval id="Oval 446" o:spid="_x0000_s1032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1f8MA&#10;AADcAAAADwAAAGRycy9kb3ducmV2LnhtbERPS2vCQBC+F/wPywi96aYK1qauIgVf6EVb2us0Oyah&#10;2dmQ2cb4792C0Nt8fM+ZLTpXqZYaKT0beBomoIgzb0vODXy8rwZTUBKQLVaeycCVBBbz3sMMU+sv&#10;fKT2FHIVQ1hSNFCEUKdaS1aQQxn6mjhyZ984DBE2ubYNXmK4q/QoSSbaYcmxocCa3grKfk6/zsD4&#10;8CWbz+toK/bcTnbjl29ZL/fGPPa75SuoQF34F9/dWxvnJ8/w90y8QM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O1f8MAAADcAAAADwAAAAAAAAAAAAAAAACYAgAAZHJzL2Rv&#10;d25yZXYueG1sUEsFBgAAAAAEAAQA9QAAAIgDAAAAAA==&#10;" fillcolor="#d787a3 [1940]" stroked="f"/>
                  <v:oval id="Oval 447" o:spid="_x0000_s1033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whDcYA&#10;AADcAAAADwAAAGRycy9kb3ducmV2LnhtbESPQU/CQBCF7yb+h82YeJOtkBAtLISYqBi5gEauQ3do&#10;G7qzTWct5d87BxJvM3lv3vtmvhxCY3rqpI7s4HGUgSEuoq+5dPD99frwBEYSsscmMjm4kMBycXsz&#10;x9zHM2+p36XSaAhLjg6qlNrcWikqCiij2BKrdoxdwKRrV1rf4VnDQ2PHWTa1AWvWhgpbeqmoOO1+&#10;g4PJZi/vP5fxWvyxn35Mng/ytvp07v5uWM3AJBrSv/l6vfaKnymtPqMT2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whDcYAAADcAAAADwAAAAAAAAAAAAAAAACYAgAAZHJz&#10;L2Rvd25yZXYueG1sUEsFBgAAAAAEAAQA9QAAAIsDAAAAAA==&#10;" fillcolor="#d787a3 [1940]" stroked="f"/>
                  <v:oval id="Oval 448" o:spid="_x0000_s1034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9Kp8MA&#10;AADcAAAADwAAAGRycy9kb3ducmV2LnhtbESP0WoCMRBF3wv9hzBC32qiBamrUUrBVkQKrv2A6Wbc&#10;hG4myybq+vdGEHyb4d575s582ftGnKiLLrCG0VCBIK6CcVxr+N2vXt9BxIRssAlMGi4UYbl4fppj&#10;YcKZd3QqUy0yhGOBGmxKbSFlrCx5jMPQEmftEDqPKa9dLU2H5wz3jRwrNZEeHecLFlv6tFT9l0ef&#10;KV/bv81Kvn27cfCX448rlbGl1i+D/mMGIlGfHuZ7em1yfTWF2zN5Ar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9Kp8MAAADcAAAADwAAAAAAAAAAAAAAAACYAgAAZHJzL2Rv&#10;d25yZXYueG1sUEsFBgAAAAAEAAQA9QAAAIgDAAAAAA==&#10;" fillcolor="#d787a3 [1940]" stroked="f"/>
                  <v:oval id="Oval 449" o:spid="_x0000_s1035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158QA&#10;AADcAAAADwAAAGRycy9kb3ducmV2LnhtbESP0WoCMRBF3wX/IYzgm5vVQpGtUUpBLVIK3fYDppvp&#10;JnQzWTZR17/vPBR8u8PcOXPvZjeGTl1oSD6ygWVRgiJuovXcGvj63C/WoFJGtthFJgM3SrDbTicb&#10;rGy88gdd6twqgXCq0IDLua+0To2jgKmIPbHsfuIQMMs4tNoOeBV46PSqLB91QM/ywWFPL46a3/oc&#10;hHJ4+z7t9cPRr2K4nd99XVpXGzOfjc9PoDKN+W7+v361En8p8aWMKN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cdefEAAAA3AAAAA8AAAAAAAAAAAAAAAAAmAIAAGRycy9k&#10;b3ducmV2LnhtbFBLBQYAAAAABAAEAPUAAACJAwAAAAA=&#10;" fillcolor="#d787a3 [1940]" stroked="f"/>
                </v:group>
                <v:group id="Group 450" o:spid="_x0000_s1036" style="position:absolute;left:6020;top:3896;width:2579;height:2579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oval id="Oval 451" o:spid="_x0000_s1037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kpSsMA&#10;AADcAAAADwAAAGRycy9kb3ducmV2LnhtbERPTWvCQBC9F/oflhF6q7t6KCV1FZUqvbQ0VsTjmB2T&#10;YHY2ZKea/vuuIHibx/ucyaz3jTpTF+vAFkZDA4q4CK7m0sL2Z/X8CioKssMmMFn4owiz6ePDBDMX&#10;LpzTeSOlSiEcM7RQibSZ1rGoyGMchpY4ccfQeZQEu1K7Di8p3Dd6bMyL9lhzaqiwpWVFxWnz6y18&#10;nhbvR7PdfX23YvL92uf9QRbWPg36+RsooV7u4pv7w6X5ozFcn0kX6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kpSsMAAADcAAAADwAAAAAAAAAAAAAAAACYAgAAZHJzL2Rv&#10;d25yZXYueG1sUEsFBgAAAAAEAAQA9QAAAIgDAAAAAA==&#10;" fillcolor="#b83d68 [3204]" stroked="f"/>
                  <v:oval id="Oval 452" o:spid="_x0000_s1038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M0cMA&#10;AADcAAAADwAAAGRycy9kb3ducmV2LnhtbERPTWvCQBC9F/oflhF6q7u2ICW6ipa29KI0VsTjmB2T&#10;YHY2ZKea/vuuIPQ2j/c503nvG3WmLtaBLYyGBhRxEVzNpYXt9/vjC6goyA6bwGThlyLMZ/d3U8xc&#10;uHBO542UKoVwzNBCJdJmWseiIo9xGFrixB1D51ES7ErtOrykcN/oJ2PG2mPNqaHCll4rKk6bH29h&#10;dVq+Hc12t/5qxeT7D5/3B1la+zDoFxNQQr38i2/uT5fmj57h+ky6QM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M0cMAAADcAAAADwAAAAAAAAAAAAAAAACYAgAAZHJzL2Rv&#10;d25yZXYueG1sUEsFBgAAAAAEAAQA9QAAAIgDAAAAAA==&#10;" fillcolor="#b83d68 [3204]" stroked="f"/>
                  <v:oval id="Oval 453" o:spid="_x0000_s1039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iuRMIA&#10;AADcAAAADwAAAGRycy9kb3ducmV2LnhtbERPS4vCMBC+C/sfwix4EU0rq2g1yrJQ8bAXX+BxaMa2&#10;2ExKE23XX78RBG/z8T1nue5MJe7UuNKygngUgSDOrC45V3A8pMMZCOeRNVaWScEfOVivPnpLTLRt&#10;eUf3vc9FCGGXoILC+zqR0mUFGXQjWxMH7mIbgz7AJpe6wTaEm0qOo2gqDZYcGgqs6aeg7Lq/GQW0&#10;+a1ng+3JxW2ans6P+YEn54dS/c/uewHCU+ff4pd7q8P8+Auez4QL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WK5EwgAAANwAAAAPAAAAAAAAAAAAAAAAAJgCAABkcnMvZG93&#10;bnJldi54bWxQSwUGAAAAAAQABAD1AAAAhwMAAAAA&#10;" fillcolor="#b83d68 [3204]" stroked="f"/>
                  <v:oval id="Oval 454" o:spid="_x0000_s1040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L38QA&#10;AADcAAAADwAAAGRycy9kb3ducmV2LnhtbERPTWuDQBC9F/oflin0UprVQoq12YRSsHjIJbFCjoM7&#10;UYk7K+42Gn99NhDobR7vc1abyXTiTINrLSuIFxEI4srqlmsFv0X2moBwHlljZ5kUXMjBZv34sMJU&#10;25F3dN77WoQQdikqaLzvUyld1ZBBt7A9ceCOdjDoAxxqqQccQ7jp5FsUvUuDLYeGBnv6bqg67f+M&#10;AvrZ9slLXrp4zLLyMH8UvDzMSj0/TV+fIDxN/l98d+c6zI+Xc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UC9/EAAAA3AAAAA8AAAAAAAAAAAAAAAAAmAIAAGRycy9k&#10;b3ducmV2LnhtbFBLBQYAAAAABAAEAPUAAACJAwAAAAA=&#10;" fillcolor="#b83d68 [3204]" stroked="f"/>
                  <v:oval id="Oval 455" o:spid="_x0000_s1041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dpQcMA&#10;AADcAAAADwAAAGRycy9kb3ducmV2LnhtbERPTWvCQBC9F/wPywi91Y0a0pK6itYWPBUSxfM0O02C&#10;2dk0u03iv3eFQm/zeJ+z2oymET11rrasYD6LQBAXVtdcKjgdP55eQDiPrLGxTAqu5GCznjysMNV2&#10;4Iz63JcihLBLUUHlfZtK6YqKDLqZbYkD9207gz7ArpS6wyGEm0YuoiiRBmsODRW29FZRccl/jYLd&#10;5RyfM6vjn+fM58ViHy2/Pt+VepyO21cQnkb/L/5zH3SYP0/g/ky4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dpQcMAAADcAAAADwAAAAAAAAAAAAAAAACYAgAAZHJzL2Rv&#10;d25yZXYueG1sUEsFBgAAAAAEAAQA9QAAAIgDAAAAAA==&#10;" fillcolor="#b83d68 [3204]" stroked="f"/>
                  <v:oval id="Oval 456" o:spid="_x0000_s1042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M2sMA&#10;AADcAAAADwAAAGRycy9kb3ducmV2LnhtbERPTWvCQBC9F/oflil4azZaqRJdg9oWPBWSlpzH7JiE&#10;ZGdjdtX033eFQm/zeJ+zTkfTiSsNrrGsYBrFIIhLqxuuFHx/fTwvQTiPrLGzTAp+yEG6eXxYY6Lt&#10;jTO65r4SIYRdggpq7/tESlfWZNBFticO3MkOBn2AQyX1gLcQbjo5i+NXabDh0FBjT/uayja/GAW7&#10;tpgXmdXz8yLzeTl7i1+On+9KTZ7G7QqEp9H/i//cBx3mTxdwf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vM2sMAAADcAAAADwAAAAAAAAAAAAAAAACYAgAAZHJzL2Rv&#10;d25yZXYueG1sUEsFBgAAAAAEAAQA9QAAAIgDAAAAAA==&#10;" fillcolor="#b83d68 [3204]" stroked="f"/>
                  <v:oval id="Oval 457" o:spid="_x0000_s1043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7G+MMA&#10;AADcAAAADwAAAGRycy9kb3ducmV2LnhtbESPwU7DQAxE70j8w8pI3KgTDgiFbquqqBInKho+wM2a&#10;JG3WG+0uSfh7fEDiZmvGM8/r7eIHM3FMfRAL5aoAw9IE10tr4bM+PDyDSZnE0RCELfxwgu3m9mZN&#10;lQuzfPB0yq3REEkVWehyHivE1HTsKa3CyKLaV4iesq6xRRdp1nA/4GNRPKGnXrSho5H3HTfX07e3&#10;cOmP5XyY6uMZF8T3eL3U5/HV2vu7ZfcCJvOS/81/129O8Uul1Wd0A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7G+MMAAADcAAAADwAAAAAAAAAAAAAAAACYAgAAZHJzL2Rv&#10;d25yZXYueG1sUEsFBgAAAAAEAAQA9QAAAIgDAAAAAA==&#10;" fillcolor="#b83d68 [3204]" stroked="f"/>
                  <v:oval id="Oval 458" o:spid="_x0000_s1044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jY8EA&#10;AADcAAAADwAAAGRycy9kb3ducmV2LnhtbERPzWrCQBC+F/oOywi91Ul6KG10FbEIPVU0PsCYHZNo&#10;djbsbpP07btCobf5+H5nuZ5spwb2oXWiIZ9noFgqZ1qpNZzK3fMbqBBJDHVOWMMPB1ivHh+WVBg3&#10;yoGHY6xVCpFQkIYmxr5ADFXDlsLc9SyJuzhvKSboazSexhRuO3zJsle01EpqaKjnbcPV7fhtNVzb&#10;fT7uhnJ/xgnxy9+u5bn/0PppNm0WoCJP8V/85/40aX7+Dvdn0gW4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iY2PBAAAA3AAAAA8AAAAAAAAAAAAAAAAAmAIAAGRycy9kb3du&#10;cmV2LnhtbFBLBQYAAAAABAAEAPUAAACGAwAAAAA=&#10;" fillcolor="#b83d68 [3204]" stroked="f"/>
                </v:group>
                <v:group id="Group 459" o:spid="_x0000_s1045" style="position:absolute;left:6406;top:4282;width:1806;height:1806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oval id="Oval 460" o:spid="_x0000_s1046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LWW8AA&#10;AADcAAAADwAAAGRycy9kb3ducmV2LnhtbERPTYvCMBC9L/gfwgje1tSCsnSNoqIge7O7F29DMzal&#10;zaQkUeu/3wiCt3m8z1muB9uJG/nQOFYwm2YgiCunG64V/P0ePr9AhIissXNMCh4UYL0afSyx0O7O&#10;J7qVsRYphEOBCkyMfSFlqAxZDFPXEyfu4rzFmKCvpfZ4T+G2k3mWLaTFhlODwZ52hqq2vFoFP5nr&#10;/b5tt4a2p/acP85+X86VmoyHzTeISEN8i1/uo07z8xk8n0kXyN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9LWW8AAAADcAAAADwAAAAAAAAAAAAAAAACYAgAAZHJzL2Rvd25y&#10;ZXYueG1sUEsFBgAAAAAEAAQA9QAAAIUDAAAAAA==&#10;" fillcolor="#e4afc1 [1300]" stroked="f"/>
                  <v:oval id="Oval 461" o:spid="_x0000_s1047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ILL8A&#10;AADcAAAADwAAAGRycy9kb3ducmV2LnhtbERPTYvCMBC9C/6HMMLeNLWwsnSNoouCeLPrxdvQzDal&#10;zaQkWa3/3giCt3m8z1muB9uJK/nQOFYwn2UgiCunG64VnH/30y8QISJr7ByTgjsFWK/GoyUW2t34&#10;RNcy1iKFcChQgYmxL6QMlSGLYeZ64sT9OW8xJuhrqT3eUrjtZJ5lC2mx4dRgsKcfQ1Vb/lsFx8z1&#10;fte2W0PbU3vJ7xe/Kz+V+pgMm28QkYb4Fr/cB53m5zk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AEgsvwAAANwAAAAPAAAAAAAAAAAAAAAAAJgCAABkcnMvZG93bnJl&#10;di54bWxQSwUGAAAAAAQABAD1AAAAhAMAAAAA&#10;" fillcolor="#e4afc1 [1300]" stroked="f"/>
                  <v:oval id="Oval 462" o:spid="_x0000_s1048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4RFL0A&#10;AADcAAAADwAAAGRycy9kb3ducmV2LnhtbERPSwrCMBDdC94hjOBOUxVEqlH8guLK6gGGZmyrzaQ0&#10;UevtjSC4m8f7zmzRmFI8qXaFZQWDfgSCOLW64EzB5bzrTUA4j6yxtEwK3uRgMW+3Zhhr++ITPROf&#10;iRDCLkYFufdVLKVLczLo+rYiDtzV1gZ9gHUmdY2vEG5KOYyisTRYcGjIsaJ1Tuk9eRgFx9t2bx7R&#10;oRqvDuvtOyk3Zkc3pbqdZjkF4anxf/HPvddh/nAE32fCB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W4RFL0AAADcAAAADwAAAAAAAAAAAAAAAACYAgAAZHJzL2Rvd25yZXYu&#10;eG1sUEsFBgAAAAAEAAQA9QAAAIIDAAAAAA==&#10;" fillcolor="#e4afc1 [1300]" stroked="f"/>
                  <v:oval id="Oval 463" o:spid="_x0000_s1049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eJYL0A&#10;AADcAAAADwAAAGRycy9kb3ducmV2LnhtbERPSwrCMBDdC94hjOBOU0VEqlH8guLK6gGGZmyrzaQ0&#10;UevtjSC4m8f7zmzRmFI8qXaFZQWDfgSCOLW64EzB5bzrTUA4j6yxtEwK3uRgMW+3Zhhr++ITPROf&#10;iRDCLkYFufdVLKVLczLo+rYiDtzV1gZ9gHUmdY2vEG5KOYyisTRYcGjIsaJ1Tuk9eRgFx9t2bx7R&#10;oRqvDuvtOyk3Zkc3pbqdZjkF4anxf/HPvddh/nAE32fCBX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oeJYL0AAADcAAAADwAAAAAAAAAAAAAAAACYAgAAZHJzL2Rvd25yZXYu&#10;eG1sUEsFBgAAAAAEAAQA9QAAAIIDAAAAAA==&#10;" fillcolor="#e4afc1 [1300]" stroked="f"/>
                  <v:oval id="Oval 464" o:spid="_x0000_s1050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RKWsQA&#10;AADcAAAADwAAAGRycy9kb3ducmV2LnhtbERPS2vCQBC+F/oflin0UnRTQ9Wm2UiICPUkPg4eh+w0&#10;SZudTbOrxn/fFQre5uN7TroYTCvO1LvGsoLXcQSCuLS64UrBYb8azUE4j6yxtUwKruRgkT0+pJho&#10;e+EtnXe+EiGEXYIKau+7REpX1mTQjW1HHLgv2xv0AfaV1D1eQrhp5SSKptJgw6Ghxo6Kmsqf3cko&#10;yDu35vc4NzPzuz0W8ct3vCmWSj0/DfkHCE+Dv4v/3Z86zJ+8we2ZcIH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SlrEAAAA3AAAAA8AAAAAAAAAAAAAAAAAmAIAAGRycy9k&#10;b3ducmV2LnhtbFBLBQYAAAAABAAEAPUAAACJAwAAAAA=&#10;" fillcolor="#e4afc1 [1300]" stroked="f"/>
                  <v:oval id="Oval 465" o:spid="_x0000_s1051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bULcQA&#10;AADcAAAADwAAAGRycy9kb3ducmV2LnhtbERPTWvCQBC9F/wPywi9FN1oQNvoJoRIoT0VYw8eh+w0&#10;iWZnY3ar6b/vFgre5vE+Z5uNphNXGlxrWcFiHoEgrqxuuVbweXidPYNwHlljZ5kU/JCDLJ08bDHR&#10;9sZ7upa+FiGEXYIKGu/7REpXNWTQzW1PHLgvOxj0AQ611APeQrjp5DKKVtJgy6GhwZ6Khqpz+W0U&#10;5L1755c4N2tz2R+L+OkUfxQ7pR6nY74B4Wn0d/G/+02H+csV/D0TLp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m1C3EAAAA3AAAAA8AAAAAAAAAAAAAAAAAmAIAAGRycy9k&#10;b3ducmV2LnhtbFBLBQYAAAAABAAEAPUAAACJAwAAAAA=&#10;" fillcolor="#e4afc1 [1300]" stroked="f"/>
                  <v:oval id="Oval 466" o:spid="_x0000_s1052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IksEA&#10;AADcAAAADwAAAGRycy9kb3ducmV2LnhtbERP3WrCMBS+H/gO4QjezcQKnVSj6EDwblP7AIfm2Bab&#10;k5Jktu7pl8Fgd+fj+z2b3Wg78SAfWscaFnMFgrhypuVaQ3k9vq5AhIhssHNMGp4UYLedvGywMG7g&#10;Mz0usRYphEOBGpoY+0LKUDVkMcxdT5y4m/MWY4K+lsbjkMJtJzOlcmmx5dTQYE/vDVX3y5fV8JGV&#10;5XL5meN1yBYq3r7PPlcHrWfTcb8GEWmM/+I/98mk+dkb/D6TLp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uyJLBAAAA3AAAAA8AAAAAAAAAAAAAAAAAmAIAAGRycy9kb3du&#10;cmV2LnhtbFBLBQYAAAAABAAEAPUAAACGAwAAAAA=&#10;" fillcolor="#e4afc1 [1300]" stroked="f"/>
                  <v:oval id="Oval 467" o:spid="_x0000_s1053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c4MMA&#10;AADcAAAADwAAAGRycy9kb3ducmV2LnhtbESPQWvDMAyF74P9B6NBb6vdFMJI65ZtMOhta5sfIGI1&#10;CYvlYHtNul9fHQa7Sbyn9z5t97Mf1JVi6gNbWC0NKOImuJ5bC/X54/kFVMrIDofAZOFGCfa7x4ct&#10;Vi5MfKTrKbdKQjhVaKHLeay0Tk1HHtMyjMSiXUL0mGWNrXYRJwn3gy6MKbXHnqWhw5HeO2q+Tz/e&#10;wmdR1+v1V4nnqViZfPk9xtK8Wbt4ml83oDLN+d/8d31wgl8IrTwjE+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Fc4MMAAADcAAAADwAAAAAAAAAAAAAAAACYAgAAZHJzL2Rv&#10;d25yZXYueG1sUEsFBgAAAAAEAAQA9QAAAIgDAAAAAA==&#10;" fillcolor="#e4afc1 [1300]" stroked="f"/>
                </v:group>
                <v:oval id="Oval 468" o:spid="_x0000_s1054" style="position:absolute;left:6855;top:4731;width:908;height: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gk8IA&#10;AADcAAAADwAAAGRycy9kb3ducmV2LnhtbERP24rCMBB9X/Afwgi+ralFFq1GqbuK+7AgXj5gaMam&#10;2ExKk2r9e7OwsG9zONdZrntbizu1vnKsYDJOQBAXTldcKricd+8zED4ga6wdk4IneVivBm9LzLR7&#10;8JHup1CKGMI+QwUmhCaT0heGLPqxa4gjd3WtxRBhW0rd4iOG21qmSfIhLVYcGww29GmouJ06q2Az&#10;Dfl+230ddsfZFVM/z386kys1Gvb5AkSgPvyL/9zfOs5P5/D7TLx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HGCTwgAAANwAAAAPAAAAAAAAAAAAAAAAAJgCAABkcnMvZG93&#10;bnJldi54bWxQSwUGAAAAAAQABAD1AAAAhwMAAAAA&#10;" fillcolor="white [3212]" stroked="f"/>
                <v:oval id="Oval 469" o:spid="_x0000_s1055" style="position:absolute;left:7043;top:4919;width:533;height: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OxsUA&#10;AADcAAAADwAAAGRycy9kb3ducmV2LnhtbESPQUsDQQyF74L/YYjgzc6oILLttFhR8aK4bRGPcSfd&#10;XbqTWXZiu/33zUHoLeG9vPdlthhjZ/Y05Daxh9uJA0NcpdBy7WGzfr15BJMFOWCXmDwcKcNifnkx&#10;wyKkA5e0X0ltNIRzgR4akb6wNlcNRcyT1BOrtk1DRNF1qG0Y8KDhsbN3zj3YiC1rQ4M9PTdU7VZ/&#10;0cPHbvmydZvvz69eXPnzFsvxV5beX1+NT1MwQqOczf/X70Hx7xVfn9EJ7Pw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k7GxQAAANwAAAAPAAAAAAAAAAAAAAAAAJgCAABkcnMv&#10;ZG93bnJldi54bWxQSwUGAAAAAAQABAD1AAAAigMAAAAA&#10;" fillcolor="#b83d68 [3204]" stroked="f"/>
                <v:oval id="Oval 470" o:spid="_x0000_s1056" style="position:absolute;left:6659;top:4536;width:1300;height:1298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RBTsIA&#10;AADcAAAADwAAAGRycy9kb3ducmV2LnhtbERPTWvCQBC9F/wPywi91U1aKCW6imgLHuwhthdvY3ZM&#10;gtnZNDua+O9dQehtHu9zZovBNepCXag9G0gnCSjiwtuaSwO/P18vH6CCIFtsPJOBKwVYzEdPM8ys&#10;7zmny05KFUM4ZGigEmkzrUNRkcMw8S1x5I6+cygRdqW2HfYx3DX6NUnetcOaY0OFLa0qKk67szOw&#10;7j9ztu5wTe1BVn67l9z+fRvzPB6WU1BCg/yLH+6NjfPfUrg/Ey/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9EFOwgAAANwAAAAPAAAAAAAAAAAAAAAAAJgCAABkcnMvZG93&#10;bnJldi54bWxQSwUGAAAAAAQABAD1AAAAhwMAAAAA&#10;" filled="f" fillcolor="white [3212]" strokecolor="#b83d68 [3204]" strokeweight="3pt">
                  <v:stroke dashstyle="1 1" endcap="round"/>
                </v:oval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1170" behindDoc="0" locked="0" layoutInCell="0" allowOverlap="1">
                <wp:simplePos x="0" y="0"/>
                <wp:positionH relativeFrom="page">
                  <wp:posOffset>5854700</wp:posOffset>
                </wp:positionH>
                <wp:positionV relativeFrom="page">
                  <wp:posOffset>2030730</wp:posOffset>
                </wp:positionV>
                <wp:extent cx="824230" cy="1438910"/>
                <wp:effectExtent l="0" t="309245" r="0" b="66675"/>
                <wp:wrapNone/>
                <wp:docPr id="100" name="Arc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738468">
                          <a:off x="0" y="0"/>
                          <a:ext cx="824230" cy="1438910"/>
                        </a:xfrm>
                        <a:custGeom>
                          <a:avLst/>
                          <a:gdLst>
                            <a:gd name="G0" fmla="+- 224 0 0"/>
                            <a:gd name="G1" fmla="+- 21600 0 0"/>
                            <a:gd name="G2" fmla="+- 21600 0 0"/>
                            <a:gd name="T0" fmla="*/ 0 w 20291"/>
                            <a:gd name="T1" fmla="*/ 1 h 21600"/>
                            <a:gd name="T2" fmla="*/ 20291 w 20291"/>
                            <a:gd name="T3" fmla="*/ 13607 h 21600"/>
                            <a:gd name="T4" fmla="*/ 224 w 2029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0291" h="21600" fill="none" extrusionOk="0">
                              <a:moveTo>
                                <a:pt x="0" y="1"/>
                              </a:moveTo>
                              <a:cubicBezTo>
                                <a:pt x="74" y="0"/>
                                <a:pt x="149" y="0"/>
                                <a:pt x="224" y="0"/>
                              </a:cubicBezTo>
                              <a:cubicBezTo>
                                <a:pt x="9067" y="0"/>
                                <a:pt x="17018" y="5391"/>
                                <a:pt x="20290" y="13607"/>
                              </a:cubicBezTo>
                            </a:path>
                            <a:path w="20291" h="21600" stroke="0" extrusionOk="0">
                              <a:moveTo>
                                <a:pt x="0" y="1"/>
                              </a:moveTo>
                              <a:cubicBezTo>
                                <a:pt x="74" y="0"/>
                                <a:pt x="149" y="0"/>
                                <a:pt x="224" y="0"/>
                              </a:cubicBezTo>
                              <a:cubicBezTo>
                                <a:pt x="9067" y="0"/>
                                <a:pt x="17018" y="5391"/>
                                <a:pt x="20290" y="13607"/>
                              </a:cubicBezTo>
                              <a:lnTo>
                                <a:pt x="22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59C87" id="Arc 417" o:spid="_x0000_s1026" style="position:absolute;margin-left:461pt;margin-top:159.9pt;width:64.9pt;height:113.3pt;rotation:4083404fd;z-index:25157117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29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" o:allowincell="f" path="m,1nfc74,,149,,224,,9067,,17018,5391,20290,13607em,1nsc74,,149,,224,,9067,,17018,5391,20290,13607l224,21600,,1xe" filled="f" strokecolor="#abda78" strokeweight="3pt">
                <v:path arrowok="t" o:extrusionok="f" o:connecttype="custom" o:connectlocs="0,67;824230,906447;9099,143891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6190615</wp:posOffset>
                </wp:positionH>
                <wp:positionV relativeFrom="page">
                  <wp:posOffset>1408430</wp:posOffset>
                </wp:positionV>
                <wp:extent cx="907415" cy="907415"/>
                <wp:effectExtent l="8890" t="8255" r="7620" b="8255"/>
                <wp:wrapNone/>
                <wp:docPr id="78" name="Group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7415" cy="907415"/>
                          <a:chOff x="9889" y="8897"/>
                          <a:chExt cx="1429" cy="1429"/>
                        </a:xfrm>
                      </wpg:grpSpPr>
                      <wpg:grpSp>
                        <wpg:cNvPr id="79" name="Group 472"/>
                        <wpg:cNvGrpSpPr>
                          <a:grpSpLocks/>
                        </wpg:cNvGrpSpPr>
                        <wpg:grpSpPr bwMode="auto">
                          <a:xfrm rot="-1835632">
                            <a:off x="9889" y="8897"/>
                            <a:ext cx="1429" cy="1429"/>
                            <a:chOff x="2487" y="801"/>
                            <a:chExt cx="2960" cy="2960"/>
                          </a:xfrm>
                        </wpg:grpSpPr>
                        <wps:wsp>
                          <wps:cNvPr id="80" name="Oval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Oval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Oval 47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Oval 476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Oval 477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Oval 478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Oval 479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Oval 480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481"/>
                        <wpg:cNvGrpSpPr>
                          <a:grpSpLocks/>
                        </wpg:cNvGrpSpPr>
                        <wpg:grpSpPr bwMode="auto">
                          <a:xfrm rot="-1835632">
                            <a:off x="9965" y="8973"/>
                            <a:ext cx="1278" cy="1278"/>
                            <a:chOff x="2487" y="801"/>
                            <a:chExt cx="2960" cy="2960"/>
                          </a:xfrm>
                        </wpg:grpSpPr>
                        <wps:wsp>
                          <wps:cNvPr id="89" name="Oval 48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Oval 48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Oval 484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Oval 485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Oval 486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Oval 487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Oval 488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Oval 489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7" name="Oval 490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0200" y="9209"/>
                            <a:ext cx="807" cy="805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Oval 491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0278" y="9286"/>
                            <a:ext cx="652" cy="65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  <a:ln w="25400"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Oval 492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0423" y="9431"/>
                            <a:ext cx="362" cy="362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8FA0B" id="Group 471" o:spid="_x0000_s1026" style="position:absolute;margin-left:487.45pt;margin-top:110.9pt;width:71.45pt;height:71.45pt;z-index:251737088;mso-position-horizontal-relative:page;mso-position-vertical-relative:page" coordorigin="9889,8897" coordsize="1429,1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" o:allowincell="f">
                <v:group id="Group 472" o:spid="_x0000_s1027" style="position:absolute;left:9889;top:8897;width:1429;height:1429;rotation:-2005000fd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skJobCAAAA2wAAAA8A&#10;AAAAAAAAAAAAAAAAqgIAAGRycy9kb3ducmV2LnhtbFBLBQYAAAAABAAEAPoAAACZAwAAAAA=&#10;">
                  <v:oval id="Oval 473" o:spid="_x0000_s1028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1sSsAA&#10;AADbAAAADwAAAGRycy9kb3ducmV2LnhtbERPy4rCMBTdC/5DuII7TUdEasco9YUuBkSdD7g016ZM&#10;c1OaVDt/P1kIszyc92rT21o8qfWVYwUf0wQEceF0xaWC7/txkoLwAVlj7ZgU/JKHzXo4WGGm3Yuv&#10;9LyFUsQQ9hkqMCE0mZS+MGTRT11DHLmHay2GCNtS6hZfMdzWcpYkC2mx4thgsKGdoeLn1lkF23nI&#10;T4dufzle0wfO/DL/6kyu1HjU558gAvXhX/x2n7WCNK6PX+IP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1sSsAAAADbAAAADwAAAAAAAAAAAAAAAACYAgAAZHJzL2Rvd25y&#10;ZXYueG1sUEsFBgAAAAAEAAQA9QAAAIUDAAAAAA==&#10;" fillcolor="white [3212]" stroked="f"/>
                  <v:oval id="Oval 474" o:spid="_x0000_s1029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J0cMA&#10;AADbAAAADwAAAGRycy9kb3ducmV2LnhtbESP3WrCQBSE7wu+w3KE3tWNIhKjq8RWqRcF8ecBDtlj&#10;Npg9G7IbTd++Kwi9HGbmG2a57m0t7tT6yrGC8SgBQVw4XXGp4HLefaQgfEDWWDsmBb/kYb0avC0x&#10;0+7BR7qfQikihH2GCkwITSalLwxZ9CPXEEfv6lqLIcq2lLrFR4TbWk6SZCYtVhwXDDb0aai4nTqr&#10;YDMN+fe2+zrsjukVJ36e/3QmV+p92OcLEIH68B9+tfdaQTqG55f4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HJ0cMAAADbAAAADwAAAAAAAAAAAAAAAACYAgAAZHJzL2Rv&#10;d25yZXYueG1sUEsFBgAAAAAEAAQA9QAAAIgDAAAAAA==&#10;" fillcolor="white [3212]" stroked="f"/>
                  <v:oval id="Oval 475" o:spid="_x0000_s1030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27+cIA&#10;AADbAAAADwAAAGRycy9kb3ducmV2LnhtbESPQYvCMBSE78L+h/CEvWnaLkipRqkLggc9WHfvj+bZ&#10;FpuX0kRt/fVGWNjjMDPfMKvNYFpxp941lhXE8wgEcWl1w5WCn/NuloJwHllja5kUjORgs/6YrDDT&#10;9sEnuhe+EgHCLkMFtfddJqUrazLo5rYjDt7F9gZ9kH0ldY+PADetTKJoIQ02HBZq7Oi7pvJa3IwC&#10;KvLnGP1uj/Eh+RrP19ymY2yV+pwO+RKEp8H/h//ae60gTeD9Jfw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bv5wgAAANsAAAAPAAAAAAAAAAAAAAAAAJgCAABkcnMvZG93&#10;bnJldi54bWxQSwUGAAAAAAQABAD1AAAAhwMAAAAA&#10;" fillcolor="white [3212]" stroked="f"/>
                  <v:oval id="Oval 476" o:spid="_x0000_s1031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eYsIA&#10;AADbAAAADwAAAGRycy9kb3ducmV2LnhtbESPQYvCMBSE74L/ITzBm02rIKVrlO6C4EEPVvf+aN62&#10;xealNFlt/fVGWNjjMDPfMJvdYFpxp941lhUkUQyCuLS64UrB9bJfpCCcR9bYWiYFIznYbaeTDWba&#10;PvhM98JXIkDYZaig9r7LpHRlTQZdZDvi4P3Y3qAPsq+k7vER4KaVyzheS4MNh4UaO/qqqbwVv0YB&#10;FflzjL8/T8lxuRovt9ymY2KVms+G/AOEp8H/h//aB60gXcH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R5iwgAAANsAAAAPAAAAAAAAAAAAAAAAAJgCAABkcnMvZG93&#10;bnJldi54bWxQSwUGAAAAAAQABAD1AAAAhwMAAAAA&#10;" fillcolor="white [3212]" stroked="f"/>
                  <v:oval id="Oval 477" o:spid="_x0000_s1032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dz8MA&#10;AADbAAAADwAAAGRycy9kb3ducmV2LnhtbESPQYvCMBSE7wv+h/AEb2uquCLVKCIu9CDIVi/eHs1r&#10;G2xeSpPV6q83Cwseh5n5hlltetuIG3XeOFYwGScgiAunDVcKzqfvzwUIH5A1No5JwYM8bNaDjxWm&#10;2t35h255qESEsE9RQR1Cm0rpi5os+rFriaNXus5iiLKrpO7wHuG2kdMkmUuLhuNCjS3taiqu+a9V&#10;cNk/zSErj88sL83scf5qp7S/KDUa9tsliEB9eIf/25lWsJjB35f4A+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Ddz8MAAADbAAAADwAAAAAAAAAAAAAAAACYAgAAZHJzL2Rv&#10;d25yZXYueG1sUEsFBgAAAAAEAAQA9QAAAIgDAAAAAA==&#10;" fillcolor="white [3212]" stroked="f"/>
                  <v:oval id="Oval 478" o:spid="_x0000_s1033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x4VMMA&#10;AADbAAAADwAAAGRycy9kb3ducmV2LnhtbESPQYvCMBSE7wv+h/AEb2uq6CLVKCIKPQjLVi/eHs1r&#10;G2xeShO1+uvNwsIeh5n5hlltetuIO3XeOFYwGScgiAunDVcKzqfD5wKED8gaG8ek4EkeNuvBxwpT&#10;7R78Q/c8VCJC2KeooA6hTaX0RU0W/di1xNErXWcxRNlVUnf4iHDbyGmSfEmLhuNCjS3taiqu+c0q&#10;uOxf5piV368sL83seZ63U9pflBoN++0SRKA+/If/2plWsJjD75f4A+T6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x4VMMAAADbAAAADwAAAAAAAAAAAAAAAACYAgAAZHJzL2Rv&#10;d25yZXYueG1sUEsFBgAAAAAEAAQA9QAAAIgDAAAAAA==&#10;" fillcolor="white [3212]" stroked="f"/>
                  <v:oval id="Oval 479" o:spid="_x0000_s1034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13dcUA&#10;AADbAAAADwAAAGRycy9kb3ducmV2LnhtbESPQWvCQBSE74L/YXkFL6IbqwZJXUWEivRiqwXx9sg+&#10;k9Ds25hdNfbXu4LgcZiZb5jpvDGluFDtCssKBv0IBHFqdcGZgt/dZ28CwnlkjaVlUnAjB/NZuzXF&#10;RNsr/9Bl6zMRIOwSVJB7XyVSujQng65vK+LgHW1t0AdZZ1LXeA1wU8r3KIqlwYLDQo4VLXNK/7Zn&#10;o2A/7DaLf97r8ei4WZ0O37E87L6U6rw1iw8Qnhr/Cj/ba61gEsPjS/g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PXd1xQAAANsAAAAPAAAAAAAAAAAAAAAAAJgCAABkcnMv&#10;ZG93bnJldi54bWxQSwUGAAAAAAQABAD1AAAAigMAAAAA&#10;" fillcolor="white [3212]" stroked="f"/>
                  <v:oval id="Oval 480" o:spid="_x0000_s1035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HS7sYA&#10;AADbAAAADwAAAGRycy9kb3ducmV2LnhtbESPQWvCQBSE74L/YXlCL1I31tZK6ioiVMSLNRbE2yP7&#10;TILZtzG71eivd4WCx2FmvmHG08aU4ky1Kywr6PciEMSp1QVnCn63368jEM4jaywtk4IrOZhO2q0x&#10;xtpeeEPnxGciQNjFqCD3voqldGlOBl3PVsTBO9jaoA+yzqSu8RLgppRvUTSUBgsOCzlWNM8pPSZ/&#10;RsFu0G1mN97pj/fDenHa/wzlfrtS6qXTzL5AeGr8M/zfXmoFo094fA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HS7sYAAADbAAAADwAAAAAAAAAAAAAAAACYAgAAZHJz&#10;L2Rvd25yZXYueG1sUEsFBgAAAAAEAAQA9QAAAIsDAAAAAA==&#10;" fillcolor="white [3212]" stroked="f"/>
                </v:group>
                <v:group id="Group 481" o:spid="_x0000_s1036" style="position:absolute;left:9965;top:8973;width:1278;height:1278;rotation:-2005000fd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">
                  <v:oval id="Oval 482" o:spid="_x0000_s1037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QCgMIA&#10;AADbAAAADwAAAGRycy9kb3ducmV2LnhtbESPQWsCMRSE7wX/Q3hCbzVrD6KrUUQoWG+uhdbbY/PM&#10;BjcvcZPq1l/fFIQeh5n5hlmseteKK3XRelYwHhUgiGuvLRsFH4e3lymImJA1tp5JwQ9FWC0HTwss&#10;tb/xnq5VMiJDOJaooEkplFLGuiGHceQDcfZOvnOYsuyM1B3eMty18rUoJtKh5bzQYKBNQ/W5+nYK&#10;ZmFsKvy6HHfBboP5fK/uuLZKPQ/79RxEoj79hx/trVYwncHfl/w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5AKAwgAAANsAAAAPAAAAAAAAAAAAAAAAAJgCAABkcnMvZG93&#10;bnJldi54bWxQSwUGAAAAAAQABAD1AAAAhwMAAAAA&#10;" fillcolor="#fbd387 [1943]" stroked="f"/>
                  <v:oval id="Oval 483" o:spid="_x0000_s1038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9wMAA&#10;AADbAAAADwAAAGRycy9kb3ducmV2LnhtbERPTUsDMRC9C/6HMII3m20PUrdNSykI1ZurUL0Nm2k2&#10;dDOJm7Rd/fXOoeDx8b6X6zH06kxD9pENTCcVKOI2Ws/OwMf788McVC7IFvvIZOCHMqxXtzdLrG28&#10;8Budm+KUhHCu0UBXSqq1zm1HAfMkJmLhDnEIWAQOTtsBLxIeej2rqkcd0LM0dJho21F7bE7BwFOa&#10;ugY/v79ek98lt39pfnHjjbm/GzcLUIXG8i++undWfLJevsgP0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c9wMAAAADbAAAADwAAAAAAAAAAAAAAAACYAgAAZHJzL2Rvd25y&#10;ZXYueG1sUEsFBgAAAAAEAAQA9QAAAIUDAAAAAA==&#10;" fillcolor="#fbd387 [1943]" stroked="f"/>
                  <v:oval id="Oval 484" o:spid="_x0000_s1039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ik8IA&#10;AADbAAAADwAAAGRycy9kb3ducmV2LnhtbESPQWsCMRSE7wX/Q3iCt5pdK9KuRhHB4tVVD729bp67&#10;i5uXkERd/70pFDwOM/MNs1j1phM38qG1rCAfZyCIK6tbrhUcD9v3TxAhImvsLJOCBwVYLQdvCyy0&#10;vfOebmWsRYJwKFBBE6MrpAxVQwbD2Dri5J2tNxiT9LXUHu8Jbjo5ybKZNNhyWmjQ0aah6lJejYJw&#10;yic/U/3t3dQE+3Hal+73sFFqNOzXcxCR+vgK/7d3WsFXDn9f0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CKTwgAAANsAAAAPAAAAAAAAAAAAAAAAAJgCAABkcnMvZG93&#10;bnJldi54bWxQSwUGAAAAAAQABAD1AAAAhwMAAAAA&#10;" fillcolor="#fbd387 [1943]" stroked="f"/>
                  <v:oval id="Oval 485" o:spid="_x0000_s1040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5MIA&#10;AADbAAAADwAAAGRycy9kb3ducmV2LnhtbESPQWsCMRSE74L/ITyhN826FWlXo4hg6dXVPfT2unnu&#10;Lm5eQhJ1+++bQsHjMDPfMOvtYHpxJx86ywrmswwEcW11x42C8+kwfQMRIrLG3jIp+KEA2814tMZC&#10;2wcf6V7GRiQIhwIVtDG6QspQt2QwzKwjTt7FeoMxSd9I7fGR4KaXeZYtpcGO00KLjvYt1dfyZhSE&#10;ap5/LfSHdwsT7Gt1LN33aa/Uy2TYrUBEGuIz/N/+1Arec/j7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rzkwgAAANsAAAAPAAAAAAAAAAAAAAAAAJgCAABkcnMvZG93&#10;bnJldi54bWxQSwUGAAAAAAQABAD1AAAAhwMAAAAA&#10;" fillcolor="#fbd387 [1943]" stroked="f"/>
                  <v:oval id="Oval 486" o:spid="_x0000_s1041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GwusYA&#10;AADbAAAADwAAAGRycy9kb3ducmV2LnhtbESPT0sDMRTE74LfITzBm836l3ZtWmSlKBZqu+3F23Pz&#10;Nru4eVmTtF2/fSMIHoeZ+Q0znQ+2EwfyoXWs4HqUgSCunG7ZKNhtF1djECEia+wck4IfCjCfnZ9N&#10;MdfuyBs6lNGIBOGQo4Imxj6XMlQNWQwj1xMnr3beYkzSG6k9HhPcdvImyx6kxZbTQoM9FQ1VX+Xe&#10;KgjLu4+69s/v92tjPhfF6u2lKL+VurwYnh5BRBrif/iv/aoVTG7h90v6AXJ2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GwusYAAADbAAAADwAAAAAAAAAAAAAAAACYAgAAZHJz&#10;L2Rvd25yZXYueG1sUEsFBgAAAAAEAAQA9QAAAIsDAAAAAA==&#10;" fillcolor="#fbd387 [1943]" stroked="f"/>
                  <v:oval id="Oval 487" o:spid="_x0000_s1042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ozsYA&#10;AADbAAAADwAAAGRycy9kb3ducmV2LnhtbESPQUsDMRSE74L/ITyhN5tVarHbpkVWiqKgdttLb8/N&#10;2+zi5mWbxHb996YgeBxm5htmsRpsJ47kQ+tYwc04A0FcOd2yUbDbrq/vQYSIrLFzTAp+KMBqeXmx&#10;wFy7E2/oWEYjEoRDjgqaGPtcylA1ZDGMXU+cvNp5izFJb6T2eEpw28nbLJtKiy2nhQZ7Khqqvspv&#10;qyC8TvZ17R/f7z6M+VwXby9PRXlQanQ1PMxBRBrif/iv/awVzCZw/pJ+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gozsYAAADbAAAADwAAAAAAAAAAAAAAAACYAgAAZHJz&#10;L2Rvd25yZXYueG1sUEsFBgAAAAAEAAQA9QAAAIsDAAAAAA==&#10;" fillcolor="#fbd387 [1943]" stroked="f"/>
                  <v:oval id="Oval 488" o:spid="_x0000_s1043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cksQA&#10;AADbAAAADwAAAGRycy9kb3ducmV2LnhtbESPQWvCQBSE70L/w/IKvelGocVEV5EUodWTaQs9PrLP&#10;JDX7NmSfmv57t1DwOMzMN8xyPbhWXagPjWcD00kCirj0tuHKwOfHdjwHFQTZYuuZDPxSgPXqYbTE&#10;zPorH+hSSKUihEOGBmqRLtM6lDU5DBPfEUfv6HuHEmVfadvjNcJdq2dJ8qIdNhwXauwor6k8FWdn&#10;oHjfnUK6/853brrJfwrZpq/yZczT47BZgBIa5B7+b79ZA+kz/H2JP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0nJLEAAAA2wAAAA8AAAAAAAAAAAAAAAAAmAIAAGRycy9k&#10;b3ducmV2LnhtbFBLBQYAAAAABAAEAPUAAACJAwAAAAA=&#10;" fillcolor="#fbd387 [1943]" stroked="f"/>
                  <v:oval id="Oval 489" o:spid="_x0000_s1044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C5cQA&#10;AADbAAAADwAAAGRycy9kb3ducmV2LnhtbESPQWvCQBSE70L/w/IKvZmNPUiTuoqkCNaeGlvo8ZF9&#10;JtHs25B9avz3bqHQ4zAz3zCL1eg6daEhtJ4NzJIUFHHlbcu1ga/9ZvoCKgiyxc4zGbhRgNXyYbLA&#10;3Porf9KllFpFCIccDTQifa51qBpyGBLfE0fv4AeHEuVQazvgNcJdp5/TdK4dthwXGuypaKg6lWdn&#10;oHzfnUL28VPs3GxdHEvZZG/ybczT47h+BSU0yn/4r721BrI5/H6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mAuXEAAAA2wAAAA8AAAAAAAAAAAAAAAAAmAIAAGRycy9k&#10;b3ducmV2LnhtbFBLBQYAAAAABAAEAPUAAACJAwAAAAA=&#10;" fillcolor="#fbd387 [1943]" stroked="f"/>
                </v:group>
                <v:oval id="Oval 490" o:spid="_x0000_s1045" style="position:absolute;left:10200;top:9209;width:807;height:805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oWFMQA&#10;AADbAAAADwAAAGRycy9kb3ducmV2LnhtbESPQWsCMRSE70L/Q3gFb5pVtOrWKEUsivRSK3p9bF43&#10;azcva5Lq9t83QqHHYWa+YebL1tbiSj5UjhUM+hkI4sLpiksFh4/X3hREiMgaa8ek4IcCLBcPnTnm&#10;2t34na77WIoE4ZCjAhNjk0sZCkMWQ981xMn7dN5iTNKXUnu8Jbit5TDLnqTFitOCwYZWhoqv/bdV&#10;oIfj8/HNlLtL69d6cvKb9WZ0Uqr72L48g4jUxv/wX3urFcwmcP+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aFhTEAAAA2wAAAA8AAAAAAAAAAAAAAAAAmAIAAGRycy9k&#10;b3ducmV2LnhtbFBLBQYAAAAABAAEAPUAAACJAwAAAAA=&#10;" fillcolor="white [3212]" stroked="f" strokecolor="white [3212]"/>
                <v:oval id="Oval 491" o:spid="_x0000_s1046" style="position:absolute;left:10278;top:9286;width:652;height:652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KBA8EA&#10;AADbAAAADwAAAGRycy9kb3ducmV2LnhtbERPz2vCMBS+D/wfwhO8zXSFdrYzigriLjvUjZ0fzVtT&#10;bF5KE9v63y+HwY4f3+/tfradGGnwrWMFL+sEBHHtdMuNgq/P8/MGhA/IGjvHpOBBHva7xdMWS+0m&#10;rmi8hkbEEPYlKjAh9KWUvjZk0a9dTxy5HzdYDBEOjdQDTjHcdjJNklxabDk2GOzpZKi+Xe9WwS37&#10;rtLj5Z6n+WtxspQVZlN8KLVazoc3EIHm8C/+c79rBUUcG7/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igQPBAAAA2wAAAA8AAAAAAAAAAAAAAAAAmAIAAGRycy9kb3du&#10;cmV2LnhtbFBLBQYAAAAABAAEAPUAAACGAwAAAAA=&#10;" fillcolor="#fce1af [1303]" strokecolor="#f9b639 [3207]" strokeweight="2pt"/>
                <v:oval id="Oval 492" o:spid="_x0000_s1047" style="position:absolute;left:10423;top:9431;width:362;height:362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PCd8IA&#10;AADbAAAADwAAAGRycy9kb3ducmV2LnhtbESPQWvCQBSE70L/w/IKvemmUtREVymWUK/GHHp8zT6T&#10;YPZtyG7j9t+7guBxmJlvmM0umE6MNLjWsoL3WQKCuLK65VpBecqnKxDOI2vsLJOCf3Kw275MNphp&#10;e+UjjYWvRYSwy1BB432fSemqhgy6me2Jo3e2g0Ef5VBLPeA1wk0n50mykAZbjgsN9rRvqLoUf0bB&#10;d9KF8au8FHnep/zR/vxWIV8q9fYaPtcgPAX/DD/aB60gTeH+Jf4A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E8J3wgAAANsAAAAPAAAAAAAAAAAAAAAAAJgCAABkcnMvZG93&#10;bnJldi54bWxQSwUGAAAAAAQABAD1AAAAhwMAAAAA&#10;" fillcolor="#f9b639 [3207]" stroked="f"/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53761" behindDoc="0" locked="0" layoutInCell="0" allowOverlap="1">
                <wp:simplePos x="0" y="0"/>
                <wp:positionH relativeFrom="page">
                  <wp:posOffset>661670</wp:posOffset>
                </wp:positionH>
                <wp:positionV relativeFrom="page">
                  <wp:posOffset>8552180</wp:posOffset>
                </wp:positionV>
                <wp:extent cx="567690" cy="1414780"/>
                <wp:effectExtent l="0" t="46355" r="46990" b="0"/>
                <wp:wrapNone/>
                <wp:docPr id="77" name="Arc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690" cy="1414780"/>
                        </a:xfrm>
                        <a:custGeom>
                          <a:avLst/>
                          <a:gdLst>
                            <a:gd name="G0" fmla="+- 0 0 0"/>
                            <a:gd name="G1" fmla="+- 20487 0 0"/>
                            <a:gd name="G2" fmla="+- 21600 0 0"/>
                            <a:gd name="T0" fmla="*/ 6843 w 21453"/>
                            <a:gd name="T1" fmla="*/ 0 h 20487"/>
                            <a:gd name="T2" fmla="*/ 21453 w 21453"/>
                            <a:gd name="T3" fmla="*/ 17971 h 20487"/>
                            <a:gd name="T4" fmla="*/ 0 w 21453"/>
                            <a:gd name="T5" fmla="*/ 20487 h 20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453" h="20487" fill="none" extrusionOk="0">
                              <a:moveTo>
                                <a:pt x="6843" y="-1"/>
                              </a:moveTo>
                              <a:cubicBezTo>
                                <a:pt x="14784" y="2652"/>
                                <a:pt x="20477" y="9655"/>
                                <a:pt x="21452" y="17971"/>
                              </a:cubicBezTo>
                            </a:path>
                            <a:path w="21453" h="20487" stroke="0" extrusionOk="0">
                              <a:moveTo>
                                <a:pt x="6843" y="-1"/>
                              </a:moveTo>
                              <a:cubicBezTo>
                                <a:pt x="14784" y="2652"/>
                                <a:pt x="20477" y="9655"/>
                                <a:pt x="21452" y="17971"/>
                              </a:cubicBezTo>
                              <a:lnTo>
                                <a:pt x="0" y="2048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BC04B" id="Arc 272" o:spid="_x0000_s1026" style="position:absolute;margin-left:52.1pt;margin-top:673.4pt;width:44.7pt;height:111.4pt;z-index:25155376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453,20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" o:allowincell="f" path="m6843,-1nfc14784,2652,20477,9655,21452,17971em6843,-1nsc14784,2652,20477,9655,21452,17971l,20487,6843,-1xe" filled="f" strokecolor="white [3212]" strokeweight="6pt">
                <v:stroke dashstyle="1 1" endcap="round"/>
                <v:path arrowok="t" o:extrusionok="f" o:connecttype="custom" o:connectlocs="181080,0;567690,1241031;0,141478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52737" behindDoc="0" locked="0" layoutInCell="0" allowOverlap="1">
                <wp:simplePos x="0" y="0"/>
                <wp:positionH relativeFrom="page">
                  <wp:posOffset>6279515</wp:posOffset>
                </wp:positionH>
                <wp:positionV relativeFrom="page">
                  <wp:posOffset>5218430</wp:posOffset>
                </wp:positionV>
                <wp:extent cx="951865" cy="467995"/>
                <wp:effectExtent l="12065" t="103505" r="83820" b="0"/>
                <wp:wrapNone/>
                <wp:docPr id="76" name="Arc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01518">
                          <a:off x="0" y="0"/>
                          <a:ext cx="951865" cy="467995"/>
                        </a:xfrm>
                        <a:custGeom>
                          <a:avLst/>
                          <a:gdLst>
                            <a:gd name="G0" fmla="+- 19934 0 0"/>
                            <a:gd name="G1" fmla="+- 21600 0 0"/>
                            <a:gd name="G2" fmla="+- 21600 0 0"/>
                            <a:gd name="T0" fmla="*/ 0 w 41534"/>
                            <a:gd name="T1" fmla="*/ 13283 h 21600"/>
                            <a:gd name="T2" fmla="*/ 41534 w 41534"/>
                            <a:gd name="T3" fmla="*/ 21600 h 21600"/>
                            <a:gd name="T4" fmla="*/ 19934 w 4153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1534" h="21600" fill="none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31863" y="0"/>
                                <a:pt x="41534" y="9670"/>
                                <a:pt x="41534" y="21600"/>
                              </a:cubicBezTo>
                            </a:path>
                            <a:path w="41534" h="21600" stroke="0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31863" y="0"/>
                                <a:pt x="41534" y="9670"/>
                                <a:pt x="41534" y="21600"/>
                              </a:cubicBezTo>
                              <a:lnTo>
                                <a:pt x="1993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311B5" id="Arc 271" o:spid="_x0000_s1026" style="position:absolute;margin-left:494.45pt;margin-top:410.9pt;width:74.95pt;height:36.85pt;rotation:-984698fd;z-index:2515527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53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" o:allowincell="f" path="m-1,13282nfc3355,5238,11217,,19934,,31863,,41534,9670,41534,21600em-1,13282nsc3355,5238,11217,,19934,,31863,,41534,9670,41534,21600r-21600,l-1,13282xe" filled="f" strokecolor="white [3212]" strokeweight="6pt">
                <v:stroke dashstyle="1 1" endcap="round"/>
                <v:path arrowok="t" o:extrusionok="f" o:connecttype="custom" o:connectlocs="0,287795;951865,467995;456842,46799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40449" behindDoc="0" locked="0" layoutInCell="0" allowOverlap="1">
                <wp:simplePos x="0" y="0"/>
                <wp:positionH relativeFrom="page">
                  <wp:posOffset>388620</wp:posOffset>
                </wp:positionH>
                <wp:positionV relativeFrom="page">
                  <wp:posOffset>5459095</wp:posOffset>
                </wp:positionV>
                <wp:extent cx="835660" cy="1044575"/>
                <wp:effectExtent l="0" t="210820" r="0" b="1270"/>
                <wp:wrapNone/>
                <wp:docPr id="75" name="Ar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706295" flipH="1">
                          <a:off x="0" y="0"/>
                          <a:ext cx="835660" cy="1044575"/>
                        </a:xfrm>
                        <a:custGeom>
                          <a:avLst/>
                          <a:gdLst>
                            <a:gd name="G0" fmla="+- 0 0 0"/>
                            <a:gd name="G1" fmla="+- 20847 0 0"/>
                            <a:gd name="G2" fmla="+- 21600 0 0"/>
                            <a:gd name="T0" fmla="*/ 5652 w 21600"/>
                            <a:gd name="T1" fmla="*/ 0 h 20847"/>
                            <a:gd name="T2" fmla="*/ 21600 w 21600"/>
                            <a:gd name="T3" fmla="*/ 20847 h 20847"/>
                            <a:gd name="T4" fmla="*/ 0 w 21600"/>
                            <a:gd name="T5" fmla="*/ 20847 h 20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847" fill="none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</a:path>
                            <a:path w="21600" h="20847" stroke="0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  <a:lnTo>
                                <a:pt x="0" y="2084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93F5A" id="Arc 247" o:spid="_x0000_s1026" style="position:absolute;margin-left:30.6pt;margin-top:429.85pt;width:65.8pt;height:82.25pt;rotation:-7325062fd;flip:x;z-index:2515404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0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" o:allowincell="f" path="m5652,-1nfc15064,2551,21600,11094,21600,20847em5652,-1nsc15064,2551,21600,11094,21600,20847l,20847,5652,-1xe" filled="f" strokecolor="white [3212]" strokeweight="6pt">
                <v:stroke dashstyle="1 1" endcap="round"/>
                <v:path arrowok="t" o:extrusionok="f" o:connecttype="custom" o:connectlocs="218664,0;835660,1044575;0,104457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37377" behindDoc="0" locked="0" layoutInCell="0" allowOverlap="1">
                <wp:simplePos x="0" y="0"/>
                <wp:positionH relativeFrom="page">
                  <wp:posOffset>5373370</wp:posOffset>
                </wp:positionH>
                <wp:positionV relativeFrom="page">
                  <wp:posOffset>8287385</wp:posOffset>
                </wp:positionV>
                <wp:extent cx="877570" cy="1827530"/>
                <wp:effectExtent l="248920" t="0" r="340360" b="0"/>
                <wp:wrapNone/>
                <wp:docPr id="74" name="Arc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415091">
                          <a:off x="0" y="0"/>
                          <a:ext cx="877570" cy="1827530"/>
                        </a:xfrm>
                        <a:custGeom>
                          <a:avLst/>
                          <a:gdLst>
                            <a:gd name="G0" fmla="+- 0 0 0"/>
                            <a:gd name="G1" fmla="+- 21327 0 0"/>
                            <a:gd name="G2" fmla="+- 21600 0 0"/>
                            <a:gd name="T0" fmla="*/ 3422 w 21600"/>
                            <a:gd name="T1" fmla="*/ 0 h 27437"/>
                            <a:gd name="T2" fmla="*/ 20718 w 21600"/>
                            <a:gd name="T3" fmla="*/ 27437 h 27437"/>
                            <a:gd name="T4" fmla="*/ 0 w 21600"/>
                            <a:gd name="T5" fmla="*/ 21327 h 274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7437" fill="none" extrusionOk="0">
                              <a:moveTo>
                                <a:pt x="3422" y="-1"/>
                              </a:moveTo>
                              <a:cubicBezTo>
                                <a:pt x="13896" y="1680"/>
                                <a:pt x="21600" y="10718"/>
                                <a:pt x="21600" y="21327"/>
                              </a:cubicBezTo>
                              <a:cubicBezTo>
                                <a:pt x="21600" y="23395"/>
                                <a:pt x="21302" y="25453"/>
                                <a:pt x="20717" y="27436"/>
                              </a:cubicBezTo>
                            </a:path>
                            <a:path w="21600" h="27437" stroke="0" extrusionOk="0">
                              <a:moveTo>
                                <a:pt x="3422" y="-1"/>
                              </a:moveTo>
                              <a:cubicBezTo>
                                <a:pt x="13896" y="1680"/>
                                <a:pt x="21600" y="10718"/>
                                <a:pt x="21600" y="21327"/>
                              </a:cubicBezTo>
                              <a:cubicBezTo>
                                <a:pt x="21600" y="23395"/>
                                <a:pt x="21302" y="25453"/>
                                <a:pt x="20717" y="27436"/>
                              </a:cubicBezTo>
                              <a:lnTo>
                                <a:pt x="0" y="2132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E4D2" id="Arc 244" o:spid="_x0000_s1026" style="position:absolute;margin-left:423.1pt;margin-top:652.55pt;width:69.1pt;height:143.9pt;rotation:-1545657fd;z-index:25153737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" o:allowincell="f" path="m3422,-1nfc13896,1680,21600,10718,21600,21327v,2068,-298,4126,-883,6109em3422,-1nsc13896,1680,21600,10718,21600,21327v,2068,-298,4126,-883,6109l,21327,3422,-1xe" filled="f" strokecolor="white [3212]" strokeweight="6pt">
                <v:stroke dashstyle="1 1" endcap="round"/>
                <v:path arrowok="t" o:extrusionok="f" o:connecttype="custom" o:connectlocs="139030,0;841736,1827530;0,1420554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36353" behindDoc="0" locked="0" layoutInCell="0" allowOverlap="1">
                <wp:simplePos x="0" y="0"/>
                <wp:positionH relativeFrom="page">
                  <wp:posOffset>4985385</wp:posOffset>
                </wp:positionH>
                <wp:positionV relativeFrom="page">
                  <wp:posOffset>7404735</wp:posOffset>
                </wp:positionV>
                <wp:extent cx="778510" cy="605790"/>
                <wp:effectExtent l="0" t="88900" r="66040" b="85090"/>
                <wp:wrapNone/>
                <wp:docPr id="73" name="Arc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190246">
                          <a:off x="0" y="0"/>
                          <a:ext cx="778510" cy="605790"/>
                        </a:xfrm>
                        <a:custGeom>
                          <a:avLst/>
                          <a:gdLst>
                            <a:gd name="G0" fmla="+- 11605 0 0"/>
                            <a:gd name="G1" fmla="+- 21600 0 0"/>
                            <a:gd name="G2" fmla="+- 21600 0 0"/>
                            <a:gd name="T0" fmla="*/ 0 w 32852"/>
                            <a:gd name="T1" fmla="*/ 3382 h 21600"/>
                            <a:gd name="T2" fmla="*/ 32852 w 32852"/>
                            <a:gd name="T3" fmla="*/ 17709 h 21600"/>
                            <a:gd name="T4" fmla="*/ 11605 w 3285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852" h="21600" fill="none" extrusionOk="0">
                              <a:moveTo>
                                <a:pt x="0" y="3382"/>
                              </a:moveTo>
                              <a:cubicBezTo>
                                <a:pt x="3467" y="1173"/>
                                <a:pt x="7493" y="0"/>
                                <a:pt x="11605" y="0"/>
                              </a:cubicBezTo>
                              <a:cubicBezTo>
                                <a:pt x="22033" y="0"/>
                                <a:pt x="30973" y="7451"/>
                                <a:pt x="32851" y="17709"/>
                              </a:cubicBezTo>
                            </a:path>
                            <a:path w="32852" h="21600" stroke="0" extrusionOk="0">
                              <a:moveTo>
                                <a:pt x="0" y="3382"/>
                              </a:moveTo>
                              <a:cubicBezTo>
                                <a:pt x="3467" y="1173"/>
                                <a:pt x="7493" y="0"/>
                                <a:pt x="11605" y="0"/>
                              </a:cubicBezTo>
                              <a:cubicBezTo>
                                <a:pt x="22033" y="0"/>
                                <a:pt x="30973" y="7451"/>
                                <a:pt x="32851" y="17709"/>
                              </a:cubicBezTo>
                              <a:lnTo>
                                <a:pt x="1160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A9F79" id="Arc 243" o:spid="_x0000_s1026" style="position:absolute;margin-left:392.55pt;margin-top:583.05pt;width:61.3pt;height:47.7pt;rotation:3484599fd;z-index:2515363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85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" o:allowincell="f" path="m,3382nfc3467,1173,7493,,11605,,22033,,30973,7451,32851,17709em,3382nsc3467,1173,7493,,11605,,22033,,30973,7451,32851,17709l11605,21600,,3382xe" filled="f" strokecolor="white [3212]" strokeweight="6pt">
                <v:stroke dashstyle="1 1" endcap="round"/>
                <v:path arrowok="t" o:extrusionok="f" o:connecttype="custom" o:connectlocs="0,94851;778510,496664;275009,60579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88578" behindDoc="0" locked="0" layoutInCell="0" allowOverlap="1">
                <wp:simplePos x="0" y="0"/>
                <wp:positionH relativeFrom="page">
                  <wp:posOffset>6053455</wp:posOffset>
                </wp:positionH>
                <wp:positionV relativeFrom="page">
                  <wp:posOffset>2459990</wp:posOffset>
                </wp:positionV>
                <wp:extent cx="1294130" cy="1294130"/>
                <wp:effectExtent l="14605" t="12065" r="15240" b="17780"/>
                <wp:wrapNone/>
                <wp:docPr id="43" name="Group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4130" cy="1294130"/>
                          <a:chOff x="9399" y="10554"/>
                          <a:chExt cx="2038" cy="2038"/>
                        </a:xfrm>
                      </wpg:grpSpPr>
                      <wpg:grpSp>
                        <wpg:cNvPr id="44" name="Group 538"/>
                        <wpg:cNvGrpSpPr>
                          <a:grpSpLocks/>
                        </wpg:cNvGrpSpPr>
                        <wpg:grpSpPr bwMode="auto">
                          <a:xfrm rot="-1835632">
                            <a:off x="9399" y="10554"/>
                            <a:ext cx="2038" cy="2038"/>
                            <a:chOff x="2487" y="801"/>
                            <a:chExt cx="2960" cy="2960"/>
                          </a:xfrm>
                        </wpg:grpSpPr>
                        <wps:wsp>
                          <wps:cNvPr id="45" name="Oval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Oval 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Oval 54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Oval 5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Oval 543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Oval 544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Oval 545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Oval 546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47"/>
                        <wpg:cNvGrpSpPr>
                          <a:grpSpLocks/>
                        </wpg:cNvGrpSpPr>
                        <wpg:grpSpPr bwMode="auto">
                          <a:xfrm rot="-1835632">
                            <a:off x="9630" y="10787"/>
                            <a:ext cx="1572" cy="1570"/>
                            <a:chOff x="2487" y="801"/>
                            <a:chExt cx="2960" cy="2960"/>
                          </a:xfrm>
                        </wpg:grpSpPr>
                        <wps:wsp>
                          <wps:cNvPr id="54" name="Oval 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Oval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Oval 55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Oval 55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Oval 552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Oval 553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Oval 554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Oval 555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56"/>
                        <wpg:cNvGrpSpPr>
                          <a:grpSpLocks/>
                        </wpg:cNvGrpSpPr>
                        <wpg:grpSpPr bwMode="auto">
                          <a:xfrm rot="-1835632">
                            <a:off x="9843" y="11000"/>
                            <a:ext cx="1149" cy="1147"/>
                            <a:chOff x="2487" y="801"/>
                            <a:chExt cx="2960" cy="2960"/>
                          </a:xfrm>
                        </wpg:grpSpPr>
                        <wps:wsp>
                          <wps:cNvPr id="63" name="Oval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80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Oval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67" y="276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Oval 559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248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Oval 560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447" y="1781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Oval 561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4160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Oval 562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2775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Oval 563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2775" y="1089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Oval 564"/>
                          <wps:cNvSpPr>
                            <a:spLocks noChangeArrowheads="1"/>
                          </wps:cNvSpPr>
                          <wps:spPr bwMode="auto">
                            <a:xfrm rot="-2700000">
                              <a:off x="4160" y="2474"/>
                              <a:ext cx="1000" cy="1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1" name="Oval 565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0078" y="11233"/>
                            <a:ext cx="680" cy="68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566"/>
                        <wps:cNvSpPr>
                          <a:spLocks noChangeArrowheads="1"/>
                        </wps:cNvSpPr>
                        <wps:spPr bwMode="auto">
                          <a:xfrm rot="-1835632">
                            <a:off x="10134" y="11288"/>
                            <a:ext cx="567" cy="569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E3894" id="Group 537" o:spid="_x0000_s1026" style="position:absolute;margin-left:476.65pt;margin-top:193.7pt;width:101.9pt;height:101.9pt;z-index:251588578;mso-position-horizontal-relative:page;mso-position-vertical-relative:page" coordorigin="9399,10554" coordsize="2038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" o:allowincell="f">
                <v:group id="Group 538" o:spid="_x0000_s1027" style="position:absolute;left:9399;top:10554;width:2038;height:2038;rotation:-2005000fd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0lDpcEAAADbAAAADwAA&#10;AAAAAAAAAAAAAACqAgAAZHJzL2Rvd25yZXYueG1sUEsFBgAAAAAEAAQA+gAAAJgDAAAAAA==&#10;">
                  <v:oval id="Oval 539" o:spid="_x0000_s1028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zjcQA&#10;AADbAAAADwAAAGRycy9kb3ducmV2LnhtbESP3YrCMBSE74V9h3CEvdNUqbpUo8iCIKyLPyvi5aE5&#10;tsXmpDTR1rffCIKXw8x8w8wWrSnFnWpXWFYw6EcgiFOrC84UHP9WvS8QziNrLC2Tggc5WMw/OjNM&#10;tG14T/eDz0SAsEtQQe59lUjp0pwMur6tiIN3sbVBH2SdSV1jE+CmlMMoGkuDBYeFHCv6zim9Hm5G&#10;gdwt4+3kEd9O1ybWm9+f9XG7Pyv12W2XUxCeWv8Ov9prrSAewfNL+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c43EAAAA2wAAAA8AAAAAAAAAAAAAAAAAmAIAAGRycy9k&#10;b3ducmV2LnhtbFBLBQYAAAAABAAEAPUAAACJAwAAAAA=&#10;" fillcolor="#874295 [2405]" stroked="f"/>
                  <v:oval id="Oval 540" o:spid="_x0000_s1029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jt+sUA&#10;AADbAAAADwAAAGRycy9kb3ducmV2LnhtbESPW2vCQBSE3wv+h+UIvtVNS0hLdBURBKEW6wXx8ZA9&#10;TYLZsyG7uf37bqHQx2FmvmGW68FUoqPGlZYVvMwjEMSZ1SXnCq6X3fM7COeRNVaWScFIDtarydMS&#10;U217PlF39rkIEHYpKii8r1MpXVaQQTe3NXHwvm1j0AfZ5FI32Ae4qeRrFCXSYMlhocCatgVlj3Nr&#10;FMivTXx8G+P29uhjffj82F+Pp7tSs+mwWYDwNPj/8F97rxXECfx+C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O36xQAAANsAAAAPAAAAAAAAAAAAAAAAAJgCAABkcnMv&#10;ZG93bnJldi54bWxQSwUGAAAAAAQABAD1AAAAigMAAAAA&#10;" fillcolor="#874295 [2405]" stroked="f"/>
                  <v:oval id="Oval 541" o:spid="_x0000_s1030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pWEsYA&#10;AADbAAAADwAAAGRycy9kb3ducmV2LnhtbESPQWvCQBSE7wX/w/IEL6VuDMWU6Cra2uLFgzEQvD2y&#10;r0lo9m3IrjH9991CocdhZr5h1tvRtGKg3jWWFSzmEQji0uqGKwX55f3pBYTzyBpby6TgmxxsN5OH&#10;Naba3vlMQ+YrESDsUlRQe9+lUrqyJoNubjvi4H3a3qAPsq+k7vEe4KaVcRQtpcGGw0KNHb3WVH5l&#10;N6Ngf3w7FfniOt5kkrXL4iOP5eNBqdl03K1AeBr9f/ivfdQKnhP4/RJ+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pWEsYAAADbAAAADwAAAAAAAAAAAAAAAACYAgAAZHJz&#10;L2Rvd25yZXYueG1sUEsFBgAAAAAEAAQA9QAAAIsDAAAAAA==&#10;" fillcolor="#874295 [2405]" stroked="f"/>
                  <v:oval id="Oval 542" o:spid="_x0000_s1031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XCYMEA&#10;AADbAAAADwAAAGRycy9kb3ducmV2LnhtbERPTYvCMBC9L/gfwgheRFNFVKpR3HVXvHiwFsTb0Ixt&#10;sZmUJmr99+Yg7PHxvpfr1lTiQY0rLSsYDSMQxJnVJecK0tPfYA7CeWSNlWVS8CIH61Xna4mxtk8+&#10;0iPxuQgh7GJUUHhfx1K6rCCDbmhr4sBdbWPQB9jkUjf4DOGmkuMomkqDJYeGAmv6KSi7JXej4Hu/&#10;PZzT0aW9y1lSTc+7dCz7v0r1uu1mAcJT6//FH/deK5iEseFL+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lwmDBAAAA2wAAAA8AAAAAAAAAAAAAAAAAmAIAAGRycy9kb3du&#10;cmV2LnhtbFBLBQYAAAAABAAEAPUAAACGAwAAAAA=&#10;" fillcolor="#874295 [2405]" stroked="f"/>
                  <v:oval id="Oval 543" o:spid="_x0000_s1032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NsicQA&#10;AADbAAAADwAAAGRycy9kb3ducmV2LnhtbESPQWvCQBSE74L/YXlCb7qpiLbRVVQo2EtjYnt/ZJ9J&#10;aPZtzG5N/PddQfA4zMw3zGrTm1pcqXWVZQWvkwgEcW51xYWC79PH+A2E88gaa8uk4EYONuvhYIWx&#10;th2ndM18IQKEXYwKSu+bWEqXl2TQTWxDHLyzbQ36INtC6ha7ADe1nEbRXBqsOCyU2NC+pPw3+zMK&#10;jv1n9zXb/STT9FBn6WWRbHenRKmXUb9dgvDU+2f40T5oBbN3uH8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DbInEAAAA2wAAAA8AAAAAAAAAAAAAAAAAmAIAAGRycy9k&#10;b3ducmV2LnhtbFBLBQYAAAAABAAEAPUAAACJAwAAAAA=&#10;" fillcolor="#874295 [2405]" stroked="f"/>
                  <v:oval id="Oval 544" o:spid="_x0000_s1033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TycEA&#10;AADbAAAADwAAAGRycy9kb3ducmV2LnhtbERPTWvCQBC9C/6HZYTedKO0KqmrqFCwF2OS9j5kp0kw&#10;OxuzW5P+++5B8Ph435vdYBpxp87VlhXMZxEI4sLqmksFX/nHdA3CeWSNjWVS8EcOdtvxaIOxtj2n&#10;dM98KUIIuxgVVN63sZSuqMigm9mWOHA/tjPoA+xKqTvsQ7hp5CKKltJgzaGhwpaOFRXX7NcouAyf&#10;/fn18J0s0lOTpbdVsj/kiVIvk2H/DsLT4J/ih/ukFbyF9eFL+AF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gU8nBAAAA2wAAAA8AAAAAAAAAAAAAAAAAmAIAAGRycy9kb3du&#10;cmV2LnhtbFBLBQYAAAAABAAEAPUAAACGAwAAAAA=&#10;" fillcolor="#874295 [2405]" stroked="f"/>
                  <v:oval id="Oval 545" o:spid="_x0000_s1034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l0ccQA&#10;AADbAAAADwAAAGRycy9kb3ducmV2LnhtbESPwWrDMBBE74X8g9hCbo3shpjgRglJSkIPpSR2PmCx&#10;traptTKSYrt/XxUKPQ4z84bZ7CbTiYGcby0rSBcJCOLK6pZrBbfy9LQG4QOyxs4yKfgmD7vt7GGD&#10;ubYjX2koQi0ihH2OCpoQ+lxKXzVk0C9sTxy9T+sMhihdLbXDMcJNJ5+TJJMGW44LDfZ0bKj6Ku5G&#10;wfs5vR/TQ7m0+5V7zSi7VB+XWqn547R/ARFoCv/hv/abVrBK4fdL/AF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5dHHEAAAA2wAAAA8AAAAAAAAAAAAAAAAAmAIAAGRycy9k&#10;b3ducmV2LnhtbFBLBQYAAAAABAAEAPUAAACJAwAAAAA=&#10;" fillcolor="#874295 [2405]" stroked="f"/>
                  <v:oval id="Oval 546" o:spid="_x0000_s1035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qBsQA&#10;AADbAAAADwAAAGRycy9kb3ducmV2LnhtbESPwWrDMBBE74X+g9hCbo3sFJvgRglpSkMPJSR2P2Cx&#10;NraJtTKSErt/XxUKOQ4z84ZZbSbTixs531lWkM4TEMS11R03Cr6rj+clCB+QNfaWScEPedisHx9W&#10;WGg78oluZWhEhLAvUEEbwlBI6euWDPq5HYijd7bOYIjSNVI7HCPc9HKRJLk02HFcaHGgXUv1pbwa&#10;BV/79LpL36oXu83ce075sT4cG6VmT9P2FUSgKdzD/+1PrSBbwN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r6gbEAAAA2wAAAA8AAAAAAAAAAAAAAAAAmAIAAGRycy9k&#10;b3ducmV2LnhtbFBLBQYAAAAABAAEAPUAAACJAwAAAAA=&#10;" fillcolor="#874295 [2405]" stroked="f"/>
                </v:group>
                <v:group id="Group 547" o:spid="_x0000_s1036" style="position:absolute;left:9630;top:10787;width:1572;height:1570;rotation:-2005000fd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F5TQzCAAAA2wAAAA8A&#10;AAAAAAAAAAAAAAAAqgIAAGRycy9kb3ducmV2LnhtbFBLBQYAAAAABAAEAPoAAACZAwAAAAA=&#10;">
                  <v:oval id="Oval 548" o:spid="_x0000_s1037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wtGsYA&#10;AADbAAAADwAAAGRycy9kb3ducmV2LnhtbESPQWvCQBSE74X+h+UVvIhuFJWSukrVtBQ8SDUHj4/s&#10;MwnJvo3Zrcb++q4g9DjMzDfMfNmZWlyodaVlBaNhBII4s7rkXEF6+Bi8gnAeWWNtmRTcyMFy8fw0&#10;x1jbK3/TZe9zESDsYlRQeN/EUrqsIINuaBvi4J1sa9AH2eZSt3gNcFPLcRTNpMGSw0KBDa0Lyqr9&#10;j1FQ/Sab8zg5nI/99LRNd6vqc8SJUr2X7v0NhKfO/4cf7S+tYDqB+5fwA+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wtGsYAAADbAAAADwAAAAAAAAAAAAAAAACYAgAAZHJz&#10;L2Rvd25yZXYueG1sUEsFBgAAAAAEAAQA9QAAAIsDAAAAAA==&#10;" fillcolor="#ac66bb [3205]" stroked="f"/>
                  <v:oval id="Oval 549" o:spid="_x0000_s1038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IgcYA&#10;AADbAAAADwAAAGRycy9kb3ducmV2LnhtbESPQWvCQBSE74X+h+UVepG6UVAkuoraVIQeRM2hx0f2&#10;mYRk38bsVqO/visIPQ4z8w0zW3SmFhdqXWlZwaAfgSDOrC45V5Aevz4mIJxH1lhbJgU3crCYv77M&#10;MNb2ynu6HHwuAoRdjAoK75tYSpcVZND1bUMcvJNtDfog21zqFq8Bbmo5jKKxNFhyWCiwoXVBWXX4&#10;NQqqe/J5HibH808vPX2nu1W1GXCi1Ptbt5yC8NT5//CzvdUKRiN4fA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CIgcYAAADbAAAADwAAAAAAAAAAAAAAAACYAgAAZHJz&#10;L2Rvd25yZXYueG1sUEsFBgAAAAAEAAQA9QAAAIsDAAAAAA==&#10;" fillcolor="#ac66bb [3205]" stroked="f"/>
                  <v:oval id="Oval 550" o:spid="_x0000_s1039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JDXMMA&#10;AADbAAAADwAAAGRycy9kb3ducmV2LnhtbESPQWvCQBSE7wX/w/KE3upGaVSimyBKoYVeGgWvz+wz&#10;Wcy+Ddmtif++Wyj0OMzMN8y2GG0r7tR741jBfJaAIK6cNlwrOB3fXtYgfEDW2DomBQ/yUOSTpy1m&#10;2g38Rfcy1CJC2GeooAmhy6T0VUMW/cx1xNG7ut5iiLKvpe5xiHDbykWSLKVFw3GhwY72DVW38tsq&#10;eCWDfPg87M8fJu1Ol/SxKodSqefpuNuACDSG//Bf+10rSJfw+yX+A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JDXMMAAADbAAAADwAAAAAAAAAAAAAAAACYAgAAZHJzL2Rv&#10;d25yZXYueG1sUEsFBgAAAAAEAAQA9QAAAIgDAAAAAA==&#10;" fillcolor="#ac66bb [3205]" stroked="f"/>
                  <v:oval id="Oval 551" o:spid="_x0000_s1040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7mx8MA&#10;AADbAAAADwAAAGRycy9kb3ducmV2LnhtbESPQWvCQBSE74X+h+UVvNVNxTQlukpRBAteGoVen9ln&#10;sph9G7Krif++Kwgeh5n5hpkvB9uIK3XeOFbwMU5AEJdOG64UHPab9y8QPiBrbByTght5WC5eX+aY&#10;a9fzL12LUIkIYZ+jgjqENpfSlzVZ9GPXEkfv5DqLIcqukrrDPsJtIydJ8iktGo4LNba0qqk8Fxer&#10;YEoGeb1br/5+TNoejuktK/pCqdHb8D0DEWgIz/CjvdUK0gzu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7mx8MAAADbAAAADwAAAAAAAAAAAAAAAACYAgAAZHJzL2Rv&#10;d25yZXYueG1sUEsFBgAAAAAEAAQA9QAAAIgDAAAAAA==&#10;" fillcolor="#ac66bb [3205]" stroked="f"/>
                  <v:oval id="Oval 552" o:spid="_x0000_s1041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80sQA&#10;AADbAAAADwAAAGRycy9kb3ducmV2LnhtbERPTWvCQBC9C/6HZQRvurFQI6mbUFoqghapLcXehuw0&#10;CWZn0+wao7/ePRQ8Pt73MutNLTpqXWVZwWwagSDOra64UPD1+TZZgHAeWWNtmRRcyEGWDgdLTLQ9&#10;8wd1e1+IEMIuQQWl900ipctLMuimtiEO3K9tDfoA20LqFs8h3NTyIYrm0mDFoaHEhl5Kyo/7k1Fw&#10;dZt4sTU/m8N7Ecfd7u/7sHpdKTUe9c9PIDz1/i7+d6+1gscwNnwJP0C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yfNLEAAAA2wAAAA8AAAAAAAAAAAAAAAAAmAIAAGRycy9k&#10;b3ducmV2LnhtbFBLBQYAAAAABAAEAPUAAACJAwAAAAA=&#10;" fillcolor="#ac66bb [3205]" stroked="f"/>
                  <v:oval id="Oval 553" o:spid="_x0000_s1042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7ZScYA&#10;AADbAAAADwAAAGRycy9kb3ducmV2LnhtbESPQWvCQBSE74X+h+UVvNVNBY1NXUWUiqBSqlLs7ZF9&#10;TUKzb9PsGqO/3hWEHoeZ+YYZTVpTioZqV1hW8NKNQBCnVhecKdjv3p+HIJxH1lhaJgVncjAZPz6M&#10;MNH2xJ/UbH0mAoRdggpy76tESpfmZNB1bUUcvB9bG/RB1pnUNZ4C3JSyF0UDabDgsJBjRbOc0t/t&#10;0Si4uFU8XJvv1WGTxXHz8fd1WMwXSnWe2ukbCE+t/w/f20utoP8Kty/hB8jx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/7ZScYAAADbAAAADwAAAAAAAAAAAAAAAACYAgAAZHJz&#10;L2Rvd25yZXYueG1sUEsFBgAAAAAEAAQA9QAAAIsDAAAAAA==&#10;" fillcolor="#ac66bb [3205]" stroked="f"/>
                  <v:oval id="Oval 554" o:spid="_x0000_s1043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7Qb8A&#10;AADbAAAADwAAAGRycy9kb3ducmV2LnhtbERPTYvCMBC9C/6HMAteRFMVinaNIoIi6MWq7HVoxrZs&#10;M6lN1PrvzUHw+Hjf82VrKvGgxpWWFYyGEQjizOqScwXn02YwBeE8ssbKMil4kYPlotuZY6Ltk4/0&#10;SH0uQgi7BBUU3teJlC4ryKAb2po4cFfbGPQBNrnUDT5DuKnkOIpiabDk0FBgTeuCsv/0bhRct+02&#10;48uhf95HExz/zWJ/NDelej/t6heEp9Z/xR/3TiuIw/rwJfwAuX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JjtBvwAAANsAAAAPAAAAAAAAAAAAAAAAAJgCAABkcnMvZG93bnJl&#10;di54bWxQSwUGAAAAAAQABAD1AAAAhAMAAAAA&#10;" fillcolor="#ac66bb [3205]" stroked="f"/>
                  <v:oval id="Oval 555" o:spid="_x0000_s1044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e2sQA&#10;AADbAAAADwAAAGRycy9kb3ducmV2LnhtbESPQWvCQBSE74L/YXmCF9GNKYQaXaUUKkJ7MVW8PrLP&#10;JJh9m2bXJP77bqHgcZiZb5jNbjC16Kh1lWUFy0UEgji3uuJCwen7Y/4KwnlkjbVlUvAgB7vteLTB&#10;VNuej9RlvhABwi5FBaX3TSqly0sy6Ba2IQ7e1bYGfZBtIXWLfYCbWsZRlEiDFYeFEht6Lym/ZXej&#10;4Lof9jmfv2anz+gF48sq8Ufzo9R0MrytQXga/DP83z5oBckS/r6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ntrEAAAA2wAAAA8AAAAAAAAAAAAAAAAAmAIAAGRycy9k&#10;b3ducmV2LnhtbFBLBQYAAAAABAAEAPUAAACJAwAAAAA=&#10;" fillcolor="#ac66bb [3205]" stroked="f"/>
                </v:group>
                <v:group id="Group 556" o:spid="_x0000_s1045" style="position:absolute;left:9843;top:11000;width:1149;height:1147;rotation:-2005000fd" coordorigin="2487,801" coordsize="2960,2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BZIirCAAAA2wAAAA8A&#10;AAAAAAAAAAAAAAAAqgIAAGRycy9kb3ducmV2LnhtbFBLBQYAAAAABAAEAPoAAACZAwAAAAA=&#10;">
                  <v:oval id="Oval 557" o:spid="_x0000_s1046" style="position:absolute;left:3467;top:80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MUx8QA&#10;AADbAAAADwAAAGRycy9kb3ducmV2LnhtbESP3WrCQBSE7wu+w3IE7+pGLaLRVeIf7YUg/jzAIXvM&#10;BrNnQ3aj6dt3C4VeDjPzDbNcd7YST2p86VjBaJiAIM6dLrlQcLse3mcgfEDWWDkmBd/kYb3qvS0x&#10;1e7FZ3peQiEihH2KCkwIdSqlzw1Z9ENXE0fv7hqLIcqmkLrBV4TbSo6TZCotlhwXDNa0NZQ/Lq1V&#10;sPkI2ee+3Z0O59kdx36eHVuTKTXod9kCRKAu/If/2l9awXQC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zFMfEAAAA2wAAAA8AAAAAAAAAAAAAAAAAmAIAAGRycy9k&#10;b3ducmV2LnhtbFBLBQYAAAAABAAEAPUAAACJAwAAAAA=&#10;" fillcolor="white [3212]" stroked="f"/>
                  <v:oval id="Oval 558" o:spid="_x0000_s1047" style="position:absolute;left:3467;top:2761;width:1000;height:1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qMs8MA&#10;AADbAAAADwAAAGRycy9kb3ducmV2LnhtbESP3YrCMBSE7wXfIZwF7zRdEdGuUeof68WC+PMAh+bY&#10;lG1OSpNqfXuzIOzlMDPfMItVZytxp8aXjhV8jhIQxLnTJRcKrpf9cAbCB2SNlWNS8CQPq2W/t8BU&#10;uwef6H4OhYgQ9ikqMCHUqZQ+N2TRj1xNHL2bayyGKJtC6gYfEW4rOU6SqbRYclwwWNPGUP57bq2C&#10;9SRk37t2e9yfZjcc+3n205pMqcFHl32BCNSF//C7fdAKph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qMs8MAAADbAAAADwAAAAAAAAAAAAAAAACYAgAAZHJzL2Rv&#10;d25yZXYueG1sUEsFBgAAAAAEAAQA9QAAAIgDAAAAAA==&#10;" fillcolor="white [3212]" stroked="f"/>
                  <v:oval id="Oval 559" o:spid="_x0000_s1048" style="position:absolute;left:248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jFd8QA&#10;AADbAAAADwAAAGRycy9kb3ducmV2LnhtbESPzWrDMBCE74W8g9hAbo1sh5rgRAlOoJBDe6jT3hdr&#10;Y5tYK2Op/snTV4VCj8PMfMPsj5NpxUC9aywriNcRCOLS6oYrBZ/X1+ctCOeRNbaWScFMDo6HxdMe&#10;M21H/qCh8JUIEHYZKqi97zIpXVmTQbe2HXHwbrY36IPsK6l7HAPctDKJolQabDgs1NjRuabyXnwb&#10;BVTkjzn6Or3Hb8lmvt5zu51jq9RqOeU7EJ4m/x/+a1+0gvQFfr+EH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YxXfEAAAA2wAAAA8AAAAAAAAAAAAAAAAAmAIAAGRycy9k&#10;b3ducmV2LnhtbFBLBQYAAAAABAAEAPUAAACJAwAAAAA=&#10;" fillcolor="white [3212]" stroked="f"/>
                  <v:oval id="Oval 560" o:spid="_x0000_s1049" style="position:absolute;left:4447;top:1781;width:1000;height:100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pbAMIA&#10;AADbAAAADwAAAGRycy9kb3ducmV2LnhtbESPQYvCMBSE74L/ITzBm03rQpGuUboLgof1YHXvj+Zt&#10;W2xeSpPV1l9vBMHjMDPfMOvtYFpxpd41lhUkUQyCuLS64UrB+bRbrEA4j6yxtUwKRnKw3Uwna8y0&#10;vfGRroWvRICwy1BB7X2XSenKmgy6yHbEwfuzvUEfZF9J3eMtwE0rl3GcSoMNh4UaO/quqbwU/0YB&#10;Ffl9jH+/DsnP8mM8XXK7GhOr1Hw25J8gPA3+HX6191pBmsLzS/gB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lsAwgAAANsAAAAPAAAAAAAAAAAAAAAAAJgCAABkcnMvZG93&#10;bnJldi54bWxQSwUGAAAAAAQABAD1AAAAhwMAAAAA&#10;" fillcolor="white [3212]" stroked="f"/>
                  <v:oval id="Oval 561" o:spid="_x0000_s1050" style="position:absolute;left:4160;top:1089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6lQsUA&#10;AADbAAAADwAAAGRycy9kb3ducmV2LnhtbESPQWvCQBSE74L/YXlCb7pRWlvSbETEQg6FYurF2yP7&#10;kixm34bsVqO/vlsoeBxm5hsm24y2ExcavHGsYLlIQBBXThtuFBy/P+ZvIHxA1tg5JgU38rDJp5MM&#10;U+2ufKBLGRoRIexTVNCG0KdS+qoli37heuLo1W6wGKIcGqkHvEa47eQqSdbSouG40GJPu5aqc/lj&#10;FZz2d/NZ1F/3oqzN8+340q9of1LqaTZu30EEGsMj/N8utIL1K/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qVCxQAAANsAAAAPAAAAAAAAAAAAAAAAAJgCAABkcnMv&#10;ZG93bnJldi54bWxQSwUGAAAAAAQABAD1AAAAigMAAAAA&#10;" fillcolor="white [3212]" stroked="f"/>
                  <v:oval id="Oval 562" o:spid="_x0000_s1051" style="position:absolute;left:2775;top:2474;width:1000;height:1000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ExMMIA&#10;AADbAAAADwAAAGRycy9kb3ducmV2LnhtbERPz2vCMBS+D/wfwhN2m+lkyqhGGeKgh8FY10tvj+a1&#10;DTYvpYm29a9fDsKOH9/v/XGynbjR4I1jBa+rBARx5bThRkHx+/nyDsIHZI2dY1Iwk4fjYfG0x1S7&#10;kX/olodGxBD2KSpoQ+hTKX3VkkW/cj1x5Go3WAwRDo3UA44x3HZynSRbadFwbGixp1NL1SW/WgXl&#10;+W6+svr7nuW1eZuLTb+mc6nU83L62IEINIV/8cOdaQXbODZ+iT9AH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ITEwwgAAANsAAAAPAAAAAAAAAAAAAAAAAJgCAABkcnMvZG93&#10;bnJldi54bWxQSwUGAAAAAAQABAD1AAAAhwMAAAAA&#10;" fillcolor="white [3212]" stroked="f"/>
                  <v:oval id="Oval 563" o:spid="_x0000_s1052" style="position:absolute;left:2775;top:1089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4F/cYA&#10;AADbAAAADwAAAGRycy9kb3ducmV2LnhtbESPT2vCQBTE70K/w/IKvYhurDXY1FWkUCle/Asht0f2&#10;mQSzb9PsVtN++q5Q8DjMzG+Y2aIztbhQ6yrLCkbDCARxbnXFhYLj4WMwBeE8ssbaMin4IQeL+UNv&#10;hom2V97RZe8LESDsElRQet8kUrq8JINuaBvi4J1sa9AH2RZSt3gNcFPL5yiKpcGKw0KJDb2XlJ/3&#10;30ZBOu53y19O9eTltFl9ZdtYZoe1Uk+P3fINhKfO38P/7U+tIH6F25fwA+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4F/cYAAADbAAAADwAAAAAAAAAAAAAAAACYAgAAZHJz&#10;L2Rvd25yZXYueG1sUEsFBgAAAAAEAAQA9QAAAIsDAAAAAA==&#10;" fillcolor="white [3212]" stroked="f"/>
                  <v:oval id="Oval 564" o:spid="_x0000_s1053" style="position:absolute;left:4160;top:2474;width:1000;height:1000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06vcQA&#10;AADbAAAADwAAAGRycy9kb3ducmV2LnhtbERPTWvCQBC9F/wPywheSt1oq5bUTRDBUnrRGiF4G7Jj&#10;EszOxuyqaX9991Do8fG+l2lvGnGjztWWFUzGEQjiwuqaSwWHbPP0CsJ5ZI2NZVLwTQ7SZPCwxFjb&#10;O3/Rbe9LEULYxaig8r6NpXRFRQbd2LbEgTvZzqAPsCul7vAewk0jp1E0lwZrDg0VtrSuqDjvr0ZB&#10;/vzYr34417OX0/b9ctzN5TH7VGo07FdvIDz1/l/85/7QChZhffgSfoB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NOr3EAAAA2wAAAA8AAAAAAAAAAAAAAAAAmAIAAGRycy9k&#10;b3ducmV2LnhtbFBLBQYAAAAABAAEAPUAAACJAwAAAAA=&#10;" fillcolor="white [3212]" stroked="f"/>
                </v:group>
                <v:oval id="Oval 565" o:spid="_x0000_s1054" style="position:absolute;left:10078;top:11233;width:680;height:680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/C8QA&#10;AADbAAAADwAAAGRycy9kb3ducmV2LnhtbESPQWsCMRSE7wX/Q3iCF6nZtaWWrVFkUSh4qha8Pjav&#10;m8XkZd1Ed/33TUHocZiZb5jlenBW3KgLjWcF+SwDQVx53XCt4Pu4e34HESKyRuuZFNwpwHo1elpi&#10;oX3PX3Q7xFokCIcCFZgY20LKUBlyGGa+JU7ej+8cxiS7WuoO+wR3Vs6z7E06bDgtGGypNFSdD1en&#10;wPZmemmPm+2u7K/lNN+/lPb1pNRkPGw+QEQa4n/40f7UChY5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zvwvEAAAA2wAAAA8AAAAAAAAAAAAAAAAAmAIAAGRycy9k&#10;b3ducmV2LnhtbFBLBQYAAAAABAAEAPUAAACJAwAAAAA=&#10;" fillcolor="white [3212]" strokecolor="#874295 [2405]" strokeweight="3pt"/>
                <v:oval id="Oval 566" o:spid="_x0000_s1055" style="position:absolute;left:10134;top:11288;width:567;height:569;rotation:-20050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BBMUA&#10;AADbAAAADwAAAGRycy9kb3ducmV2LnhtbESPQWvCQBSE7wX/w/IEb3WjYGPTbERbhVLwYOKlt0f2&#10;NQlm38bsatJ/3y0Uehxm5hsm3YymFXfqXWNZwWIegSAurW64UnAuDo9rEM4ja2wtk4JvcrDJJg8p&#10;JtoOfKJ77isRIOwSVFB73yVSurImg25uO+LgfdneoA+yr6TucQhw08plFD1Jgw2HhRo7eq2pvOQ3&#10;o+Da3I4f8biLcShWz9X17Wy7z71Ss+m4fQHhafT/4b/2u1YQL+H3S/gB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cEExQAAANsAAAAPAAAAAAAAAAAAAAAAAJgCAABkcnMv&#10;ZG93bnJldi54bWxQSwUGAAAAAAQABAD1AAAAigMAAAAA&#10;" fillcolor="#874295 [2405]" stroked="f"/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83458" behindDoc="0" locked="0" layoutInCell="0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2862580</wp:posOffset>
                </wp:positionV>
                <wp:extent cx="364490" cy="471805"/>
                <wp:effectExtent l="22860" t="52705" r="0" b="56515"/>
                <wp:wrapNone/>
                <wp:docPr id="42" name="Arc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0829192" flipH="1">
                          <a:off x="0" y="0"/>
                          <a:ext cx="364490" cy="471805"/>
                        </a:xfrm>
                        <a:custGeom>
                          <a:avLst/>
                          <a:gdLst>
                            <a:gd name="G0" fmla="+- 0 0 0"/>
                            <a:gd name="G1" fmla="+- 21598 0 0"/>
                            <a:gd name="G2" fmla="+- 21600 0 0"/>
                            <a:gd name="T0" fmla="*/ 311 w 21600"/>
                            <a:gd name="T1" fmla="*/ 0 h 21598"/>
                            <a:gd name="T2" fmla="*/ 21600 w 21600"/>
                            <a:gd name="T3" fmla="*/ 21598 h 21598"/>
                            <a:gd name="T4" fmla="*/ 0 w 21600"/>
                            <a:gd name="T5" fmla="*/ 21598 h 215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598" fill="none" extrusionOk="0">
                              <a:moveTo>
                                <a:pt x="310" y="0"/>
                              </a:moveTo>
                              <a:cubicBezTo>
                                <a:pt x="12117" y="170"/>
                                <a:pt x="21600" y="9789"/>
                                <a:pt x="21600" y="21598"/>
                              </a:cubicBezTo>
                            </a:path>
                            <a:path w="21600" h="21598" stroke="0" extrusionOk="0">
                              <a:moveTo>
                                <a:pt x="310" y="0"/>
                              </a:moveTo>
                              <a:cubicBezTo>
                                <a:pt x="12117" y="170"/>
                                <a:pt x="21600" y="9789"/>
                                <a:pt x="21600" y="21598"/>
                              </a:cubicBezTo>
                              <a:lnTo>
                                <a:pt x="0" y="21598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B6DF8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38F5D" id="Arc 439" o:spid="_x0000_s1026" style="position:absolute;margin-left:67.05pt;margin-top:225.4pt;width:28.7pt;height:37.15pt;rotation:841928fd;flip:x;z-index:251583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" o:allowincell="f" path="m310,nfc12117,170,21600,9789,21600,21598em310,nsc12117,170,21600,9789,21600,21598l,21598,310,xe" filled="f" strokecolor="#b6df89" strokeweight="3pt">
                <v:path arrowok="t" o:extrusionok="f" o:connecttype="custom" o:connectlocs="5248,0;364490,471805;0,47180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82434" behindDoc="0" locked="0" layoutInCell="0" allowOverlap="1">
                <wp:simplePos x="0" y="0"/>
                <wp:positionH relativeFrom="page">
                  <wp:posOffset>848360</wp:posOffset>
                </wp:positionH>
                <wp:positionV relativeFrom="page">
                  <wp:posOffset>2819400</wp:posOffset>
                </wp:positionV>
                <wp:extent cx="364490" cy="471805"/>
                <wp:effectExtent l="29210" t="19050" r="25400" b="23495"/>
                <wp:wrapNone/>
                <wp:docPr id="41" name="Arc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78085" flipH="1">
                          <a:off x="0" y="0"/>
                          <a:ext cx="364490" cy="471805"/>
                        </a:xfrm>
                        <a:custGeom>
                          <a:avLst/>
                          <a:gdLst>
                            <a:gd name="G0" fmla="+- 0 0 0"/>
                            <a:gd name="G1" fmla="+- 21598 0 0"/>
                            <a:gd name="G2" fmla="+- 21600 0 0"/>
                            <a:gd name="T0" fmla="*/ 311 w 21600"/>
                            <a:gd name="T1" fmla="*/ 0 h 21598"/>
                            <a:gd name="T2" fmla="*/ 21600 w 21600"/>
                            <a:gd name="T3" fmla="*/ 21598 h 21598"/>
                            <a:gd name="T4" fmla="*/ 0 w 21600"/>
                            <a:gd name="T5" fmla="*/ 21598 h 215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598" fill="none" extrusionOk="0">
                              <a:moveTo>
                                <a:pt x="310" y="0"/>
                              </a:moveTo>
                              <a:cubicBezTo>
                                <a:pt x="12117" y="170"/>
                                <a:pt x="21600" y="9789"/>
                                <a:pt x="21600" y="21598"/>
                              </a:cubicBezTo>
                            </a:path>
                            <a:path w="21600" h="21598" stroke="0" extrusionOk="0">
                              <a:moveTo>
                                <a:pt x="310" y="0"/>
                              </a:moveTo>
                              <a:cubicBezTo>
                                <a:pt x="12117" y="170"/>
                                <a:pt x="21600" y="9789"/>
                                <a:pt x="21600" y="21598"/>
                              </a:cubicBezTo>
                              <a:lnTo>
                                <a:pt x="0" y="21598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B6DF8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C5848" id="Arc 438" o:spid="_x0000_s1026" style="position:absolute;margin-left:66.8pt;margin-top:222pt;width:28.7pt;height:37.15pt;rotation:-85290fd;flip:x;z-index:251582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" o:allowincell="f" path="m310,nfc12117,170,21600,9789,21600,21598em310,nsc12117,170,21600,9789,21600,21598l,21598,310,xe" filled="f" strokecolor="#b6df89" strokeweight="3pt">
                <v:path arrowok="t" o:extrusionok="f" o:connecttype="custom" o:connectlocs="5248,0;364490,471805;0,47180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81410" behindDoc="0" locked="0" layoutInCell="0" allowOverlap="1">
                <wp:simplePos x="0" y="0"/>
                <wp:positionH relativeFrom="page">
                  <wp:posOffset>661670</wp:posOffset>
                </wp:positionH>
                <wp:positionV relativeFrom="page">
                  <wp:posOffset>3851910</wp:posOffset>
                </wp:positionV>
                <wp:extent cx="567690" cy="1414780"/>
                <wp:effectExtent l="0" t="41910" r="46990" b="0"/>
                <wp:wrapNone/>
                <wp:docPr id="40" name="Arc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690" cy="1414780"/>
                        </a:xfrm>
                        <a:custGeom>
                          <a:avLst/>
                          <a:gdLst>
                            <a:gd name="G0" fmla="+- 0 0 0"/>
                            <a:gd name="G1" fmla="+- 20487 0 0"/>
                            <a:gd name="G2" fmla="+- 21600 0 0"/>
                            <a:gd name="T0" fmla="*/ 6843 w 21453"/>
                            <a:gd name="T1" fmla="*/ 0 h 20487"/>
                            <a:gd name="T2" fmla="*/ 21453 w 21453"/>
                            <a:gd name="T3" fmla="*/ 17971 h 20487"/>
                            <a:gd name="T4" fmla="*/ 0 w 21453"/>
                            <a:gd name="T5" fmla="*/ 20487 h 20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453" h="20487" fill="none" extrusionOk="0">
                              <a:moveTo>
                                <a:pt x="6843" y="-1"/>
                              </a:moveTo>
                              <a:cubicBezTo>
                                <a:pt x="14784" y="2652"/>
                                <a:pt x="20477" y="9655"/>
                                <a:pt x="21452" y="17971"/>
                              </a:cubicBezTo>
                            </a:path>
                            <a:path w="21453" h="20487" stroke="0" extrusionOk="0">
                              <a:moveTo>
                                <a:pt x="6843" y="-1"/>
                              </a:moveTo>
                              <a:cubicBezTo>
                                <a:pt x="14784" y="2652"/>
                                <a:pt x="20477" y="9655"/>
                                <a:pt x="21452" y="17971"/>
                              </a:cubicBezTo>
                              <a:lnTo>
                                <a:pt x="0" y="2048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1EB7E" id="Arc 437" o:spid="_x0000_s1026" style="position:absolute;margin-left:52.1pt;margin-top:303.3pt;width:44.7pt;height:111.4pt;z-index:2515814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453,20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" o:allowincell="f" path="m6843,-1nfc14784,2652,20477,9655,21452,17971em6843,-1nsc14784,2652,20477,9655,21452,17971l,20487,6843,-1xe" filled="f" strokecolor="white [3212]" strokeweight="6pt">
                <v:stroke dashstyle="1 1" endcap="round"/>
                <v:path arrowok="t" o:extrusionok="f" o:connecttype="custom" o:connectlocs="181080,0;567690,1241031;0,141478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80386" behindDoc="0" locked="0" layoutInCell="0" allowOverlap="1">
                <wp:simplePos x="0" y="0"/>
                <wp:positionH relativeFrom="page">
                  <wp:posOffset>6279515</wp:posOffset>
                </wp:positionH>
                <wp:positionV relativeFrom="page">
                  <wp:posOffset>518160</wp:posOffset>
                </wp:positionV>
                <wp:extent cx="951865" cy="467995"/>
                <wp:effectExtent l="12065" t="99060" r="83820" b="0"/>
                <wp:wrapNone/>
                <wp:docPr id="39" name="Arc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901518">
                          <a:off x="0" y="0"/>
                          <a:ext cx="951865" cy="467995"/>
                        </a:xfrm>
                        <a:custGeom>
                          <a:avLst/>
                          <a:gdLst>
                            <a:gd name="G0" fmla="+- 19934 0 0"/>
                            <a:gd name="G1" fmla="+- 21600 0 0"/>
                            <a:gd name="G2" fmla="+- 21600 0 0"/>
                            <a:gd name="T0" fmla="*/ 0 w 41534"/>
                            <a:gd name="T1" fmla="*/ 13283 h 21600"/>
                            <a:gd name="T2" fmla="*/ 41534 w 41534"/>
                            <a:gd name="T3" fmla="*/ 21600 h 21600"/>
                            <a:gd name="T4" fmla="*/ 19934 w 4153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1534" h="21600" fill="none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31863" y="0"/>
                                <a:pt x="41534" y="9670"/>
                                <a:pt x="41534" y="21600"/>
                              </a:cubicBezTo>
                            </a:path>
                            <a:path w="41534" h="21600" stroke="0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31863" y="0"/>
                                <a:pt x="41534" y="9670"/>
                                <a:pt x="41534" y="21600"/>
                              </a:cubicBezTo>
                              <a:lnTo>
                                <a:pt x="1993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0FDC9" id="Arc 436" o:spid="_x0000_s1026" style="position:absolute;margin-left:494.45pt;margin-top:40.8pt;width:74.95pt;height:36.85pt;rotation:-984698fd;z-index:25158038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153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" o:allowincell="f" path="m-1,13282nfc3355,5238,11217,,19934,,31863,,41534,9670,41534,21600em-1,13282nsc3355,5238,11217,,19934,,31863,,41534,9670,41534,21600r-21600,l-1,13282xe" filled="f" strokecolor="white [3212]" strokeweight="6pt">
                <v:stroke dashstyle="1 1" endcap="round"/>
                <v:path arrowok="t" o:extrusionok="f" o:connecttype="custom" o:connectlocs="0,287795;951865,467995;456842,46799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79362" behindDoc="0" locked="0" layoutInCell="0" allowOverlap="1">
                <wp:simplePos x="0" y="0"/>
                <wp:positionH relativeFrom="page">
                  <wp:posOffset>6460490</wp:posOffset>
                </wp:positionH>
                <wp:positionV relativeFrom="page">
                  <wp:posOffset>4089400</wp:posOffset>
                </wp:positionV>
                <wp:extent cx="682625" cy="726440"/>
                <wp:effectExtent l="21590" t="3175" r="0" b="0"/>
                <wp:wrapNone/>
                <wp:docPr id="36" name="Group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0745205" flipH="1">
                          <a:off x="0" y="0"/>
                          <a:ext cx="682625" cy="726440"/>
                          <a:chOff x="5727" y="4802"/>
                          <a:chExt cx="1896" cy="2018"/>
                        </a:xfrm>
                      </wpg:grpSpPr>
                      <wps:wsp>
                        <wps:cNvPr id="37" name="Freeform 434"/>
                        <wps:cNvSpPr>
                          <a:spLocks/>
                        </wps:cNvSpPr>
                        <wps:spPr bwMode="auto">
                          <a:xfrm rot="4482181" flipV="1">
                            <a:off x="5894" y="4635"/>
                            <a:ext cx="1562" cy="1896"/>
                          </a:xfrm>
                          <a:custGeom>
                            <a:avLst/>
                            <a:gdLst>
                              <a:gd name="T0" fmla="*/ 0 w 1780"/>
                              <a:gd name="T1" fmla="*/ 0 h 2160"/>
                              <a:gd name="T2" fmla="*/ 300 w 1780"/>
                              <a:gd name="T3" fmla="*/ 1580 h 2160"/>
                              <a:gd name="T4" fmla="*/ 1420 w 1780"/>
                              <a:gd name="T5" fmla="*/ 1860 h 2160"/>
                              <a:gd name="T6" fmla="*/ 1240 w 1780"/>
                              <a:gd name="T7" fmla="*/ 760 h 2160"/>
                              <a:gd name="T8" fmla="*/ 0 w 1780"/>
                              <a:gd name="T9" fmla="*/ 0 h 2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80" h="2160">
                                <a:moveTo>
                                  <a:pt x="0" y="0"/>
                                </a:moveTo>
                                <a:cubicBezTo>
                                  <a:pt x="20" y="640"/>
                                  <a:pt x="0" y="1180"/>
                                  <a:pt x="300" y="1580"/>
                                </a:cubicBezTo>
                                <a:cubicBezTo>
                                  <a:pt x="600" y="1980"/>
                                  <a:pt x="1060" y="2160"/>
                                  <a:pt x="1420" y="1860"/>
                                </a:cubicBezTo>
                                <a:cubicBezTo>
                                  <a:pt x="1780" y="1560"/>
                                  <a:pt x="1680" y="980"/>
                                  <a:pt x="1240" y="760"/>
                                </a:cubicBezTo>
                                <a:cubicBezTo>
                                  <a:pt x="800" y="540"/>
                                  <a:pt x="660" y="74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D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rc 435"/>
                        <wps:cNvSpPr>
                          <a:spLocks/>
                        </wps:cNvSpPr>
                        <wps:spPr bwMode="auto">
                          <a:xfrm>
                            <a:off x="6380" y="5160"/>
                            <a:ext cx="1048" cy="166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8210"/>
                              <a:gd name="T1" fmla="*/ 0 h 21600"/>
                              <a:gd name="T2" fmla="*/ 18210 w 18210"/>
                              <a:gd name="T3" fmla="*/ 9983 h 21600"/>
                              <a:gd name="T4" fmla="*/ 0 w 182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210" h="21600" fill="none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</a:path>
                              <a:path w="18210" h="21600" stroke="0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CCE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4D805" id="Group 433" o:spid="_x0000_s1026" style="position:absolute;margin-left:508.7pt;margin-top:322pt;width:53.75pt;height:57.2pt;rotation:933664fd;flip:x;z-index:251579362;mso-position-horizontal-relative:page;mso-position-vertical-relative:page" coordorigin="5727,4802" coordsize="1896,2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" o:allowincell="f">
                <v:shape id="Freeform 434" o:spid="_x0000_s1027" style="position:absolute;left:5894;top:4635;width:1562;height:1896;rotation:-4895737fd;flip:y;visibility:visible;mso-wrap-style:square;v-text-anchor:top" coordsize="1780,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oL8AA&#10;AADbAAAADwAAAGRycy9kb3ducmV2LnhtbESPQWvCQBSE7wX/w/IEb3WjlijRVbQg5Kpp74/sSzaY&#10;fRuya5L+e7dQ6HGYmW+Yw2myrRio941jBatlAoK4dLrhWsFXcX3fgfABWWPrmBT8kIfTcfZ2wEy7&#10;kW803EMtIoR9hgpMCF0mpS8NWfRL1xFHr3K9xRBlX0vd4xjhtpXrJEmlxYbjgsGOPg2Vj/vTKriN&#10;1aNYf39ctnnFT6xdujMWlVrMp/MeRKAp/If/2rlWsNnC75f4A+Tx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zpoL8AAAADbAAAADwAAAAAAAAAAAAAAAACYAgAAZHJzL2Rvd25y&#10;ZXYueG1sUEsFBgAAAAAEAAQA9QAAAIUDAAAAAA==&#10;" path="m,c20,640,,1180,300,1580v300,400,760,580,1120,280c1780,1560,1680,980,1240,760,800,540,660,740,,xe" fillcolor="#abda78" stroked="f">
                  <v:path arrowok="t" o:connecttype="custom" o:connectlocs="0,0;263,1387;1246,1633;1088,667;0,0" o:connectangles="0,0,0,0,0"/>
                </v:shape>
                <v:shape id="Arc 435" o:spid="_x0000_s1028" style="position:absolute;left:6380;top:5160;width:1048;height:1660;visibility:visible;mso-wrap-style:square;v-text-anchor:top" coordsize="1821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G7a8IA&#10;AADbAAAADwAAAGRycy9kb3ducmV2LnhtbERPz2vCMBS+D/Y/hDfYZdh0bohW0yIFNy872A3Pz+aZ&#10;ljUvpYm2/vfmMNjx4/u9KSbbiSsNvnWs4DVJQRDXTrdsFPx872ZLED4ga+wck4IbeSjyx4cNZtqN&#10;fKBrFYyIIewzVNCE0GdS+rohiz5xPXHkzm6wGCIcjNQDjjHcdnKepgtpseXY0GBPZUP1b3WxCsz4&#10;cjnXnyW/38qqO54+vvTWrJR6fpq2axCBpvAv/nPvtYK3ODZ+iT9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kbtrwgAAANsAAAAPAAAAAAAAAAAAAAAAAJgCAABkcnMvZG93&#10;bnJldi54bWxQSwUGAAAAAAQABAD1AAAAhwMAAAAA&#10;" path="m-1,nfc7376,,14242,3764,18210,9982em-1,nsc7376,,14242,3764,18210,9982l,21600,-1,xe" filled="f" strokecolor="#cce9ad" strokeweight="2.25pt">
                  <v:path arrowok="t" o:extrusionok="f" o:connecttype="custom" o:connectlocs="0,0;1048,767;0,1660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78338" behindDoc="0" locked="0" layoutInCell="0" allowOverlap="1">
                <wp:simplePos x="0" y="0"/>
                <wp:positionH relativeFrom="page">
                  <wp:posOffset>730250</wp:posOffset>
                </wp:positionH>
                <wp:positionV relativeFrom="page">
                  <wp:posOffset>1798955</wp:posOffset>
                </wp:positionV>
                <wp:extent cx="413385" cy="440055"/>
                <wp:effectExtent l="0" t="8255" r="18415" b="0"/>
                <wp:wrapNone/>
                <wp:docPr id="33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861391">
                          <a:off x="0" y="0"/>
                          <a:ext cx="413385" cy="440055"/>
                          <a:chOff x="5727" y="4802"/>
                          <a:chExt cx="1896" cy="2018"/>
                        </a:xfrm>
                      </wpg:grpSpPr>
                      <wps:wsp>
                        <wps:cNvPr id="34" name="Freeform 431"/>
                        <wps:cNvSpPr>
                          <a:spLocks/>
                        </wps:cNvSpPr>
                        <wps:spPr bwMode="auto">
                          <a:xfrm rot="4482181" flipV="1">
                            <a:off x="5894" y="4635"/>
                            <a:ext cx="1562" cy="1896"/>
                          </a:xfrm>
                          <a:custGeom>
                            <a:avLst/>
                            <a:gdLst>
                              <a:gd name="T0" fmla="*/ 0 w 1780"/>
                              <a:gd name="T1" fmla="*/ 0 h 2160"/>
                              <a:gd name="T2" fmla="*/ 300 w 1780"/>
                              <a:gd name="T3" fmla="*/ 1580 h 2160"/>
                              <a:gd name="T4" fmla="*/ 1420 w 1780"/>
                              <a:gd name="T5" fmla="*/ 1860 h 2160"/>
                              <a:gd name="T6" fmla="*/ 1240 w 1780"/>
                              <a:gd name="T7" fmla="*/ 760 h 2160"/>
                              <a:gd name="T8" fmla="*/ 0 w 1780"/>
                              <a:gd name="T9" fmla="*/ 0 h 2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80" h="2160">
                                <a:moveTo>
                                  <a:pt x="0" y="0"/>
                                </a:moveTo>
                                <a:cubicBezTo>
                                  <a:pt x="20" y="640"/>
                                  <a:pt x="0" y="1180"/>
                                  <a:pt x="300" y="1580"/>
                                </a:cubicBezTo>
                                <a:cubicBezTo>
                                  <a:pt x="600" y="1980"/>
                                  <a:pt x="1060" y="2160"/>
                                  <a:pt x="1420" y="1860"/>
                                </a:cubicBezTo>
                                <a:cubicBezTo>
                                  <a:pt x="1780" y="1560"/>
                                  <a:pt x="1680" y="980"/>
                                  <a:pt x="1240" y="760"/>
                                </a:cubicBezTo>
                                <a:cubicBezTo>
                                  <a:pt x="800" y="540"/>
                                  <a:pt x="660" y="74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D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rc 432"/>
                        <wps:cNvSpPr>
                          <a:spLocks/>
                        </wps:cNvSpPr>
                        <wps:spPr bwMode="auto">
                          <a:xfrm>
                            <a:off x="6380" y="5160"/>
                            <a:ext cx="1048" cy="166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8210"/>
                              <a:gd name="T1" fmla="*/ 0 h 21600"/>
                              <a:gd name="T2" fmla="*/ 18210 w 18210"/>
                              <a:gd name="T3" fmla="*/ 9983 h 21600"/>
                              <a:gd name="T4" fmla="*/ 0 w 182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210" h="21600" fill="none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</a:path>
                              <a:path w="18210" h="21600" stroke="0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CCE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465999" id="Group 430" o:spid="_x0000_s1026" style="position:absolute;margin-left:57.5pt;margin-top:141.65pt;width:32.55pt;height:34.65pt;rotation:940869fd;z-index:251578338;mso-position-horizontal-relative:page;mso-position-vertical-relative:page" coordorigin="5727,4802" coordsize="1896,2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" o:allowincell="f">
                <v:shape id="Freeform 431" o:spid="_x0000_s1027" style="position:absolute;left:5894;top:4635;width:1562;height:1896;rotation:-4895737fd;flip:y;visibility:visible;mso-wrap-style:square;v-text-anchor:top" coordsize="1780,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j2WMAA&#10;AADbAAAADwAAAGRycy9kb3ducmV2LnhtbESPS2vDMBCE74X+B7GB3Go5D9LgRg5NoJBrXvfFWlvG&#10;1spYSuz++ygQyHGYmW+YzXa0rbhT72vHCmZJCoK4cLrmSsHl/Pe1BuEDssbWMSn4Jw/b/PNjg5l2&#10;Ax/pfgqViBD2GSowIXSZlL4wZNEnriOOXul6iyHKvpK6xyHCbSvnabqSFmuOCwY72hsqmtPNKjgO&#10;ZXOeX5e770PJN6zcam0sKjWdjL8/IAKN4R1+tQ9awWIJzy/xB8j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+j2WMAAAADbAAAADwAAAAAAAAAAAAAAAACYAgAAZHJzL2Rvd25y&#10;ZXYueG1sUEsFBgAAAAAEAAQA9QAAAIUDAAAAAA==&#10;" path="m,c20,640,,1180,300,1580v300,400,760,580,1120,280c1780,1560,1680,980,1240,760,800,540,660,740,,xe" fillcolor="#abda78" stroked="f">
                  <v:path arrowok="t" o:connecttype="custom" o:connectlocs="0,0;263,1387;1246,1633;1088,667;0,0" o:connectangles="0,0,0,0,0"/>
                </v:shape>
                <v:shape id="Arc 432" o:spid="_x0000_s1028" style="position:absolute;left:6380;top:5160;width:1048;height:1660;visibility:visible;mso-wrap-style:square;v-text-anchor:top" coordsize="1821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b2ocUA&#10;AADbAAAADwAAAGRycy9kb3ducmV2LnhtbESPX2vCMBTF3wW/Q7jC3jS14pBqlCGObfoy6xj6dmnu&#10;2mJzU5JM6z79Igz2eDh/fpzFqjONuJDztWUF41ECgriwuuZSwcfheTgD4QOyxsYyKbiRh9Wy31tg&#10;pu2V93TJQyniCPsMFVQhtJmUvqjIoB/Zljh6X9YZDFG6UmqH1zhuGpkmyaM0WHMkVNjSuqLinH+b&#10;CHHNz2R3PGxc8Z6ebsnx8+Vtmyr1MOie5iACdeE//Nd+1QomU7h/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vahxQAAANsAAAAPAAAAAAAAAAAAAAAAAJgCAABkcnMv&#10;ZG93bnJldi54bWxQSwUGAAAAAAQABAD1AAAAigMAAAAA&#10;" path="m-1,nfc7376,,14242,3764,18210,9982em-1,nsc7376,,14242,3764,18210,9982l,21600,-1,xe" filled="f" strokecolor="#cce9ad" strokeweight="2pt">
                  <v:path arrowok="t" o:extrusionok="f" o:connecttype="custom" o:connectlocs="0,0;1048,767;0,1660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7314" behindDoc="0" locked="0" layoutInCell="0" allowOverlap="1">
                <wp:simplePos x="0" y="0"/>
                <wp:positionH relativeFrom="page">
                  <wp:posOffset>730250</wp:posOffset>
                </wp:positionH>
                <wp:positionV relativeFrom="page">
                  <wp:posOffset>3590925</wp:posOffset>
                </wp:positionV>
                <wp:extent cx="570865" cy="1414780"/>
                <wp:effectExtent l="0" t="38100" r="80010" b="0"/>
                <wp:wrapNone/>
                <wp:docPr id="32" name="Arc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91296">
                          <a:off x="0" y="0"/>
                          <a:ext cx="570865" cy="1414780"/>
                        </a:xfrm>
                        <a:custGeom>
                          <a:avLst/>
                          <a:gdLst>
                            <a:gd name="G0" fmla="+- 0 0 0"/>
                            <a:gd name="G1" fmla="+- 20487 0 0"/>
                            <a:gd name="G2" fmla="+- 21600 0 0"/>
                            <a:gd name="T0" fmla="*/ 6843 w 21577"/>
                            <a:gd name="T1" fmla="*/ 0 h 20487"/>
                            <a:gd name="T2" fmla="*/ 21577 w 21577"/>
                            <a:gd name="T3" fmla="*/ 19482 h 20487"/>
                            <a:gd name="T4" fmla="*/ 0 w 21577"/>
                            <a:gd name="T5" fmla="*/ 20487 h 20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577" h="20487" fill="none" extrusionOk="0">
                              <a:moveTo>
                                <a:pt x="6843" y="-1"/>
                              </a:moveTo>
                              <a:cubicBezTo>
                                <a:pt x="15307" y="2826"/>
                                <a:pt x="21161" y="10567"/>
                                <a:pt x="21576" y="19482"/>
                              </a:cubicBezTo>
                            </a:path>
                            <a:path w="21577" h="20487" stroke="0" extrusionOk="0">
                              <a:moveTo>
                                <a:pt x="6843" y="-1"/>
                              </a:moveTo>
                              <a:cubicBezTo>
                                <a:pt x="15307" y="2826"/>
                                <a:pt x="21161" y="10567"/>
                                <a:pt x="21576" y="19482"/>
                              </a:cubicBezTo>
                              <a:lnTo>
                                <a:pt x="0" y="20487"/>
                              </a:lnTo>
                              <a:close/>
                            </a:path>
                          </a:pathLst>
                        </a:custGeom>
                        <a:noFill/>
                        <a:ln w="762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B8C53" id="Arc 429" o:spid="_x0000_s1026" style="position:absolute;margin-left:57.5pt;margin-top:282.75pt;width:44.95pt;height:111.4pt;rotation:-208946fd;z-index:251577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577,20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" o:allowincell="f" path="m6843,-1nfc15307,2826,21161,10567,21576,19482em6843,-1nsc15307,2826,21161,10567,21576,19482l,20487,6843,-1xe" filled="f" strokecolor="#abda78" strokeweight="6pt">
                <v:path arrowok="t" o:extrusionok="f" o:connecttype="custom" o:connectlocs="181046,0;570865,1345377;0,141478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6290" behindDoc="0" locked="0" layoutInCell="0" allowOverlap="1">
                <wp:simplePos x="0" y="0"/>
                <wp:positionH relativeFrom="page">
                  <wp:posOffset>6470650</wp:posOffset>
                </wp:positionH>
                <wp:positionV relativeFrom="page">
                  <wp:posOffset>798195</wp:posOffset>
                </wp:positionV>
                <wp:extent cx="361315" cy="361315"/>
                <wp:effectExtent l="22225" t="26670" r="26035" b="21590"/>
                <wp:wrapNone/>
                <wp:docPr id="28" name="Oval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" cy="3613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DE5587" id="Oval 428" o:spid="_x0000_s1026" style="position:absolute;margin-left:509.5pt;margin-top:62.85pt;width:28.45pt;height:28.45pt;z-index:2515762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" o:allowincell="f" filled="f" strokecolor="#abda78" strokeweight="3pt">
                <w10:wrap anchorx="page" anchory="page"/>
              </v:oval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75266" behindDoc="0" locked="0" layoutInCell="0" allowOverlap="1">
                <wp:simplePos x="0" y="0"/>
                <wp:positionH relativeFrom="page">
                  <wp:posOffset>5452745</wp:posOffset>
                </wp:positionH>
                <wp:positionV relativeFrom="page">
                  <wp:posOffset>2261235</wp:posOffset>
                </wp:positionV>
                <wp:extent cx="1203960" cy="1281430"/>
                <wp:effectExtent l="71120" t="3810" r="29845" b="0"/>
                <wp:wrapNone/>
                <wp:docPr id="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326081">
                          <a:off x="0" y="0"/>
                          <a:ext cx="1203960" cy="1281430"/>
                          <a:chOff x="5727" y="4802"/>
                          <a:chExt cx="1896" cy="2018"/>
                        </a:xfrm>
                      </wpg:grpSpPr>
                      <wps:wsp>
                        <wps:cNvPr id="26" name="Freeform 426"/>
                        <wps:cNvSpPr>
                          <a:spLocks/>
                        </wps:cNvSpPr>
                        <wps:spPr bwMode="auto">
                          <a:xfrm rot="4482181" flipV="1">
                            <a:off x="5894" y="4635"/>
                            <a:ext cx="1562" cy="1896"/>
                          </a:xfrm>
                          <a:custGeom>
                            <a:avLst/>
                            <a:gdLst>
                              <a:gd name="T0" fmla="*/ 0 w 1780"/>
                              <a:gd name="T1" fmla="*/ 0 h 2160"/>
                              <a:gd name="T2" fmla="*/ 300 w 1780"/>
                              <a:gd name="T3" fmla="*/ 1580 h 2160"/>
                              <a:gd name="T4" fmla="*/ 1420 w 1780"/>
                              <a:gd name="T5" fmla="*/ 1860 h 2160"/>
                              <a:gd name="T6" fmla="*/ 1240 w 1780"/>
                              <a:gd name="T7" fmla="*/ 760 h 2160"/>
                              <a:gd name="T8" fmla="*/ 0 w 1780"/>
                              <a:gd name="T9" fmla="*/ 0 h 2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80" h="2160">
                                <a:moveTo>
                                  <a:pt x="0" y="0"/>
                                </a:moveTo>
                                <a:cubicBezTo>
                                  <a:pt x="20" y="640"/>
                                  <a:pt x="0" y="1180"/>
                                  <a:pt x="300" y="1580"/>
                                </a:cubicBezTo>
                                <a:cubicBezTo>
                                  <a:pt x="600" y="1980"/>
                                  <a:pt x="1060" y="2160"/>
                                  <a:pt x="1420" y="1860"/>
                                </a:cubicBezTo>
                                <a:cubicBezTo>
                                  <a:pt x="1780" y="1560"/>
                                  <a:pt x="1680" y="980"/>
                                  <a:pt x="1240" y="760"/>
                                </a:cubicBezTo>
                                <a:cubicBezTo>
                                  <a:pt x="800" y="540"/>
                                  <a:pt x="660" y="74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ABDA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rc 427"/>
                        <wps:cNvSpPr>
                          <a:spLocks/>
                        </wps:cNvSpPr>
                        <wps:spPr bwMode="auto">
                          <a:xfrm>
                            <a:off x="6380" y="5160"/>
                            <a:ext cx="1048" cy="166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18210"/>
                              <a:gd name="T1" fmla="*/ 0 h 21600"/>
                              <a:gd name="T2" fmla="*/ 18210 w 18210"/>
                              <a:gd name="T3" fmla="*/ 9983 h 21600"/>
                              <a:gd name="T4" fmla="*/ 0 w 1821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210" h="21600" fill="none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</a:path>
                              <a:path w="18210" h="21600" stroke="0" extrusionOk="0">
                                <a:moveTo>
                                  <a:pt x="-1" y="0"/>
                                </a:moveTo>
                                <a:cubicBezTo>
                                  <a:pt x="7376" y="0"/>
                                  <a:pt x="14242" y="3764"/>
                                  <a:pt x="18210" y="9982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CCE9A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E76F5" id="Group 425" o:spid="_x0000_s1026" style="position:absolute;margin-left:429.35pt;margin-top:178.05pt;width:94.8pt;height:100.9pt;rotation:356167fd;z-index:251575266;mso-position-horizontal-relative:page;mso-position-vertical-relative:page" coordorigin="5727,4802" coordsize="1896,2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" o:allowincell="f">
                <v:shape id="Freeform 426" o:spid="_x0000_s1027" style="position:absolute;left:5894;top:4635;width:1562;height:1896;rotation:-4895737fd;flip:y;visibility:visible;mso-wrap-style:square;v-text-anchor:top" coordsize="1780,2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9bacAA&#10;AADbAAAADwAAAGRycy9kb3ducmV2LnhtbESPT4vCMBTE7wt+h/AEb2u6Rap0TcvuguDVP3t/NK9N&#10;sXkpTbT12xtB8DjMzG+YbTnZTtxo8K1jBV/LBARx5XTLjYLzafe5AeEDssbOMSm4k4eymH1sMddu&#10;5APdjqEREcI+RwUmhD6X0leGLPql64mjV7vBYohyaKQecIxw28k0STJpseW4YLCnP0PV5Xi1Cg5j&#10;fTml/6vf9b7mKzYu2xiLSi3m0883iEBTeIdf7b1WkGbw/BJ/gC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9bacAAAADbAAAADwAAAAAAAAAAAAAAAACYAgAAZHJzL2Rvd25y&#10;ZXYueG1sUEsFBgAAAAAEAAQA9QAAAIUDAAAAAA==&#10;" path="m,c20,640,,1180,300,1580v300,400,760,580,1120,280c1780,1560,1680,980,1240,760,800,540,660,740,,xe" fillcolor="#abda78" stroked="f">
                  <v:path arrowok="t" o:connecttype="custom" o:connectlocs="0,0;263,1387;1246,1633;1088,667;0,0" o:connectangles="0,0,0,0,0"/>
                </v:shape>
                <v:shape id="Arc 427" o:spid="_x0000_s1028" style="position:absolute;left:6380;top:5160;width:1048;height:1660;visibility:visible;mso-wrap-style:square;v-text-anchor:top" coordsize="1821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iRlcQA&#10;AADbAAAADwAAAGRycy9kb3ducmV2LnhtbESPQYvCMBSE78L+h/CEvYimerClGsUVhD14WXVhvT2a&#10;Z1tsXmoTbd1fbwTB4zAz3zDzZWcqcaPGlZYVjEcRCOLM6pJzBYf9ZpiAcB5ZY2WZFNzJwXLx0Ztj&#10;qm3LP3Tb+VwECLsUFRTe16mULivIoBvZmjh4J9sY9EE2udQNtgFuKjmJoqk0WHJYKLCmdUHZeXc1&#10;CvbJ+fr1t+VWXo7x4Ze28eD/Hiv12e9WMxCeOv8Ov9rfWsEkhueX8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YkZXEAAAA2wAAAA8AAAAAAAAAAAAAAAAAmAIAAGRycy9k&#10;b3ducmV2LnhtbFBLBQYAAAAABAAEAPUAAACJAwAAAAA=&#10;" path="m-1,nfc7376,,14242,3764,18210,9982em-1,nsc7376,,14242,3764,18210,9982l,21600,-1,xe" filled="f" strokecolor="#cce9ad" strokeweight="3pt">
                  <v:path arrowok="t" o:extrusionok="f" o:connecttype="custom" o:connectlocs="0,0;1048,767;0,1660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74242" behindDoc="0" locked="0" layoutInCell="0" allowOverlap="1">
                <wp:simplePos x="0" y="0"/>
                <wp:positionH relativeFrom="page">
                  <wp:posOffset>5483860</wp:posOffset>
                </wp:positionH>
                <wp:positionV relativeFrom="page">
                  <wp:posOffset>3471545</wp:posOffset>
                </wp:positionV>
                <wp:extent cx="925830" cy="1923415"/>
                <wp:effectExtent l="149860" t="0" r="372110" b="0"/>
                <wp:wrapNone/>
                <wp:docPr id="20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464072">
                          <a:off x="0" y="0"/>
                          <a:ext cx="925830" cy="1923415"/>
                          <a:chOff x="6793" y="9960"/>
                          <a:chExt cx="1458" cy="3029"/>
                        </a:xfrm>
                      </wpg:grpSpPr>
                      <wps:wsp>
                        <wps:cNvPr id="21" name="Arc 421"/>
                        <wps:cNvSpPr>
                          <a:spLocks/>
                        </wps:cNvSpPr>
                        <wps:spPr bwMode="auto">
                          <a:xfrm rot="-1591089">
                            <a:off x="6793" y="9960"/>
                            <a:ext cx="1382" cy="3029"/>
                          </a:xfrm>
                          <a:custGeom>
                            <a:avLst/>
                            <a:gdLst>
                              <a:gd name="G0" fmla="+- 0 0 0"/>
                              <a:gd name="G1" fmla="+- 18822 0 0"/>
                              <a:gd name="G2" fmla="+- 21600 0 0"/>
                              <a:gd name="T0" fmla="*/ 10598 w 21600"/>
                              <a:gd name="T1" fmla="*/ 0 h 28877"/>
                              <a:gd name="T2" fmla="*/ 19117 w 21600"/>
                              <a:gd name="T3" fmla="*/ 28877 h 28877"/>
                              <a:gd name="T4" fmla="*/ 0 w 21600"/>
                              <a:gd name="T5" fmla="*/ 18822 h 28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8877" fill="none" extrusionOk="0">
                                <a:moveTo>
                                  <a:pt x="10597" y="0"/>
                                </a:moveTo>
                                <a:cubicBezTo>
                                  <a:pt x="17394" y="3827"/>
                                  <a:pt x="21600" y="11021"/>
                                  <a:pt x="21600" y="18822"/>
                                </a:cubicBezTo>
                                <a:cubicBezTo>
                                  <a:pt x="21600" y="22325"/>
                                  <a:pt x="20747" y="25776"/>
                                  <a:pt x="19116" y="28876"/>
                                </a:cubicBezTo>
                              </a:path>
                              <a:path w="21600" h="28877" stroke="0" extrusionOk="0">
                                <a:moveTo>
                                  <a:pt x="10597" y="0"/>
                                </a:moveTo>
                                <a:cubicBezTo>
                                  <a:pt x="17394" y="3827"/>
                                  <a:pt x="21600" y="11021"/>
                                  <a:pt x="21600" y="18822"/>
                                </a:cubicBezTo>
                                <a:cubicBezTo>
                                  <a:pt x="21600" y="22325"/>
                                  <a:pt x="20747" y="25776"/>
                                  <a:pt x="19116" y="28876"/>
                                </a:cubicBezTo>
                                <a:lnTo>
                                  <a:pt x="0" y="18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rc 422"/>
                        <wps:cNvSpPr>
                          <a:spLocks/>
                        </wps:cNvSpPr>
                        <wps:spPr bwMode="auto">
                          <a:xfrm rot="-983753">
                            <a:off x="6858" y="10410"/>
                            <a:ext cx="1382" cy="2534"/>
                          </a:xfrm>
                          <a:custGeom>
                            <a:avLst/>
                            <a:gdLst>
                              <a:gd name="G0" fmla="+- 0 0 0"/>
                              <a:gd name="G1" fmla="+- 16451 0 0"/>
                              <a:gd name="G2" fmla="+- 21600 0 0"/>
                              <a:gd name="T0" fmla="*/ 13997 w 21600"/>
                              <a:gd name="T1" fmla="*/ 0 h 24158"/>
                              <a:gd name="T2" fmla="*/ 20178 w 21600"/>
                              <a:gd name="T3" fmla="*/ 24158 h 24158"/>
                              <a:gd name="T4" fmla="*/ 0 w 21600"/>
                              <a:gd name="T5" fmla="*/ 16451 h 24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4158" fill="none" extrusionOk="0">
                                <a:moveTo>
                                  <a:pt x="13997" y="-1"/>
                                </a:moveTo>
                                <a:cubicBezTo>
                                  <a:pt x="18820" y="4103"/>
                                  <a:pt x="21600" y="10117"/>
                                  <a:pt x="21600" y="16451"/>
                                </a:cubicBezTo>
                                <a:cubicBezTo>
                                  <a:pt x="21600" y="19085"/>
                                  <a:pt x="21118" y="21697"/>
                                  <a:pt x="20178" y="24158"/>
                                </a:cubicBezTo>
                              </a:path>
                              <a:path w="21600" h="24158" stroke="0" extrusionOk="0">
                                <a:moveTo>
                                  <a:pt x="13997" y="-1"/>
                                </a:moveTo>
                                <a:cubicBezTo>
                                  <a:pt x="18820" y="4103"/>
                                  <a:pt x="21600" y="10117"/>
                                  <a:pt x="21600" y="16451"/>
                                </a:cubicBezTo>
                                <a:cubicBezTo>
                                  <a:pt x="21600" y="19085"/>
                                  <a:pt x="21118" y="21697"/>
                                  <a:pt x="20178" y="24158"/>
                                </a:cubicBezTo>
                                <a:lnTo>
                                  <a:pt x="0" y="164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423"/>
                        <wps:cNvSpPr>
                          <a:spLocks/>
                        </wps:cNvSpPr>
                        <wps:spPr bwMode="auto">
                          <a:xfrm rot="-1144243">
                            <a:off x="6834" y="10118"/>
                            <a:ext cx="1382" cy="2842"/>
                          </a:xfrm>
                          <a:custGeom>
                            <a:avLst/>
                            <a:gdLst>
                              <a:gd name="G0" fmla="+- 0 0 0"/>
                              <a:gd name="G1" fmla="+- 19273 0 0"/>
                              <a:gd name="G2" fmla="+- 21600 0 0"/>
                              <a:gd name="T0" fmla="*/ 9752 w 21600"/>
                              <a:gd name="T1" fmla="*/ 0 h 27097"/>
                              <a:gd name="T2" fmla="*/ 20133 w 21600"/>
                              <a:gd name="T3" fmla="*/ 27097 h 27097"/>
                              <a:gd name="T4" fmla="*/ 0 w 21600"/>
                              <a:gd name="T5" fmla="*/ 19273 h 27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7097" fill="none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1949"/>
                                  <a:pt x="21102" y="24602"/>
                                  <a:pt x="20133" y="27097"/>
                                </a:cubicBezTo>
                              </a:path>
                              <a:path w="21600" h="27097" stroke="0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1949"/>
                                  <a:pt x="21102" y="24602"/>
                                  <a:pt x="20133" y="27097"/>
                                </a:cubicBezTo>
                                <a:lnTo>
                                  <a:pt x="0" y="192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424"/>
                        <wps:cNvSpPr>
                          <a:spLocks/>
                        </wps:cNvSpPr>
                        <wps:spPr bwMode="auto">
                          <a:xfrm rot="-632462">
                            <a:off x="6869" y="10335"/>
                            <a:ext cx="1382" cy="2527"/>
                          </a:xfrm>
                          <a:custGeom>
                            <a:avLst/>
                            <a:gdLst>
                              <a:gd name="G0" fmla="+- 0 0 0"/>
                              <a:gd name="G1" fmla="+- 19273 0 0"/>
                              <a:gd name="G2" fmla="+- 21600 0 0"/>
                              <a:gd name="T0" fmla="*/ 9752 w 21600"/>
                              <a:gd name="T1" fmla="*/ 0 h 24090"/>
                              <a:gd name="T2" fmla="*/ 21056 w 21600"/>
                              <a:gd name="T3" fmla="*/ 24090 h 24090"/>
                              <a:gd name="T4" fmla="*/ 0 w 21600"/>
                              <a:gd name="T5" fmla="*/ 19273 h 240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4090" fill="none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0893"/>
                                  <a:pt x="21417" y="22509"/>
                                  <a:pt x="21056" y="24090"/>
                                </a:cubicBezTo>
                              </a:path>
                              <a:path w="21600" h="24090" stroke="0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0893"/>
                                  <a:pt x="21417" y="22509"/>
                                  <a:pt x="21056" y="24090"/>
                                </a:cubicBezTo>
                                <a:lnTo>
                                  <a:pt x="0" y="192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0716F5" id="Group 420" o:spid="_x0000_s1026" style="position:absolute;margin-left:431.8pt;margin-top:273.35pt;width:72.9pt;height:151.45pt;rotation:-506890fd;z-index:251574242;mso-position-horizontal-relative:page;mso-position-vertical-relative:page" coordorigin="6793,9960" coordsize="1458,3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" o:allowincell="f">
                <v:shape id="Arc 421" o:spid="_x0000_s1027" style="position:absolute;left:6793;top:9960;width:1382;height:3029;rotation:-1737893fd;visibility:visible;mso-wrap-style:square;v-text-anchor:top" coordsize="21600,28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ukYsUA&#10;AADbAAAADwAAAGRycy9kb3ducmV2LnhtbESPQWsCMRSE7wX/Q3hCL0WzSmll3ayoUGipB6tevD03&#10;z83i5mXZRE3/fVMo9DjMzDdMsYi2FTfqfeNYwWScgSCunG64VnDYv41mIHxA1tg6JgXf5GFRDh4K&#10;zLW78xfddqEWCcI+RwUmhC6X0leGLPqx64iTd3a9xZBkX0vd4z3BbSunWfYiLTacFgx2tDZUXXZX&#10;q2B15Kfqw8hoI222+9Pm83p6flXqcRiXcxCBYvgP/7XftYLpBH6/pB8g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6RixQAAANsAAAAPAAAAAAAAAAAAAAAAAJgCAABkcnMv&#10;ZG93bnJldi54bWxQSwUGAAAAAAQABAD1AAAAigMAAAAA&#10;" path="m10597,nfc17394,3827,21600,11021,21600,18822v,3503,-853,6954,-2484,10054em10597,nsc17394,3827,21600,11021,21600,18822v,3503,-853,6954,-2484,10054l,18822,10597,xe" filled="f" strokecolor="#abda78" strokeweight="6pt">
                  <v:path arrowok="t" o:extrusionok="f" o:connecttype="custom" o:connectlocs="678,0;1223,3029;0,1974" o:connectangles="0,0,0"/>
                </v:shape>
                <v:shape id="Arc 422" o:spid="_x0000_s1028" style="position:absolute;left:6858;top:10410;width:1382;height:2534;rotation:-1074521fd;visibility:visible;mso-wrap-style:square;v-text-anchor:top" coordsize="21600,24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9FPMQA&#10;AADbAAAADwAAAGRycy9kb3ducmV2LnhtbESPQWvCQBSE74L/YXmCN90YoUjqKq0geBCha6E9vmZf&#10;k7S7b0N2jcm/7xYKPQ4z8w2z3Q/Oip660HhWsFpmIIhLbxquFLxej4sNiBCRDVrPpGCkAPvddLLF&#10;wvg7v1CvYyUShEOBCuoY20LKUNbkMCx9S5y8T985jEl2lTQd3hPcWZln2YN02HBaqLGlQ03lt745&#10;Be/95WbH1Wi/1u35LeqDpo9nrdR8Njw9gog0xP/wX/tkFOQ5/H5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PRTzEAAAA2wAAAA8AAAAAAAAAAAAAAAAAmAIAAGRycy9k&#10;b3ducmV2LnhtbFBLBQYAAAAABAAEAPUAAACJAwAAAAA=&#10;" path="m13997,-1nfc18820,4103,21600,10117,21600,16451v,2634,-482,5246,-1422,7707em13997,-1nsc18820,4103,21600,10117,21600,16451v,2634,-482,5246,-1422,7707l,16451,13997,-1xe" filled="f" strokecolor="#abda78" strokeweight="2.25pt">
                  <v:path arrowok="t" o:extrusionok="f" o:connecttype="custom" o:connectlocs="896,0;1291,2534;0,1726" o:connectangles="0,0,0"/>
                </v:shape>
                <v:shape id="Arc 423" o:spid="_x0000_s1029" style="position:absolute;left:6834;top:10118;width:1382;height:2842;rotation:-1249818fd;visibility:visible;mso-wrap-style:square;v-text-anchor:top" coordsize="21600,2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xGy8QA&#10;AADbAAAADwAAAGRycy9kb3ducmV2LnhtbESPT2sCMRTE74V+h/CE3rpZLdiyGkUK0p5KtaVeH5vn&#10;7urmZUni/vv0RhB6HGbmN8xy3ZtatOR8ZVnBNElBEOdWV1wo+P3ZPr+B8AFZY22ZFAzkYb16fFhi&#10;pm3HO2r3oRARwj5DBWUITSalz0sy6BPbEEfvaJ3BEKUrpHbYRbip5SxN59JgxXGhxIbeS8rP+4tR&#10;UPD493E6XL7cdu6H1w2efPo9KvU06TcLEIH68B++tz+1gtkL3L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MRsvEAAAA2wAAAA8AAAAAAAAAAAAAAAAAmAIAAGRycy9k&#10;b3ducmV2LnhtbFBLBQYAAAAABAAEAPUAAACJAwAAAAA=&#10;" path="m9752,-1nfc17019,3676,21600,11128,21600,19273v,2676,-498,5329,-1467,7824em9752,-1nsc17019,3676,21600,11128,21600,19273v,2676,-498,5329,-1467,7824l,19273,9752,-1xe" filled="f" strokecolor="#abda78" strokeweight="4.5pt">
                  <v:path arrowok="t" o:extrusionok="f" o:connecttype="custom" o:connectlocs="624,0;1288,2842;0,2021" o:connectangles="0,0,0"/>
                </v:shape>
                <v:shape id="Arc 424" o:spid="_x0000_s1030" style="position:absolute;left:6869;top:10335;width:1382;height:2527;rotation:-690817fd;visibility:visible;mso-wrap-style:square;v-text-anchor:top" coordsize="21600,24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uSI8IA&#10;AADbAAAADwAAAGRycy9kb3ducmV2LnhtbESPUWsCMRCE3wv+h7CCbzXnIaWcRmmFivjSVv0By2V7&#10;OXrZnJetxn9vCoU+DjPzDbNcJ9+pCw2xDWxgNi1AEdfBttwYOB3fHp9BRUG22AUmAzeKsF6NHpZY&#10;2XDlT7ocpFEZwrFCA06kr7SOtSOPcRp64ux9hcGjZDk02g54zXDf6bIonrTHlvOCw542jurvw483&#10;kEhr2Rxv+7P7eKV3L2XZpK0xk3F6WYASSvIf/mvvrIFyDr9f8g/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5IjwgAAANsAAAAPAAAAAAAAAAAAAAAAAJgCAABkcnMvZG93&#10;bnJldi54bWxQSwUGAAAAAAQABAD1AAAAhwMAAAAA&#10;" path="m9752,-1nfc17019,3676,21600,11128,21600,19273v,1620,-183,3236,-544,4817em9752,-1nsc17019,3676,21600,11128,21600,19273v,1620,-183,3236,-544,4817l,19273,9752,-1xe" filled="f" strokecolor="#abda78" strokeweight="2.25pt">
                  <v:path arrowok="t" o:extrusionok="f" o:connecttype="custom" o:connectlocs="624,0;1347,2527;0,2022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3218" behindDoc="0" locked="0" layoutInCell="0" allowOverlap="1">
                <wp:simplePos x="0" y="0"/>
                <wp:positionH relativeFrom="page">
                  <wp:posOffset>4996815</wp:posOffset>
                </wp:positionH>
                <wp:positionV relativeFrom="page">
                  <wp:posOffset>2555240</wp:posOffset>
                </wp:positionV>
                <wp:extent cx="1114425" cy="673100"/>
                <wp:effectExtent l="0" t="19685" r="24130" b="27940"/>
                <wp:wrapNone/>
                <wp:docPr id="19" name="Arc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14425" cy="673100"/>
                        </a:xfrm>
                        <a:custGeom>
                          <a:avLst/>
                          <a:gdLst>
                            <a:gd name="G0" fmla="+- 17630 0 0"/>
                            <a:gd name="G1" fmla="+- 21600 0 0"/>
                            <a:gd name="G2" fmla="+- 21600 0 0"/>
                            <a:gd name="T0" fmla="*/ 0 w 35805"/>
                            <a:gd name="T1" fmla="*/ 9121 h 21600"/>
                            <a:gd name="T2" fmla="*/ 35805 w 35805"/>
                            <a:gd name="T3" fmla="*/ 9929 h 21600"/>
                            <a:gd name="T4" fmla="*/ 17630 w 35805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5805" h="21600" fill="none" extrusionOk="0">
                              <a:moveTo>
                                <a:pt x="-1" y="9120"/>
                              </a:moveTo>
                              <a:cubicBezTo>
                                <a:pt x="4048" y="3400"/>
                                <a:pt x="10621" y="0"/>
                                <a:pt x="17630" y="0"/>
                              </a:cubicBezTo>
                              <a:cubicBezTo>
                                <a:pt x="24983" y="0"/>
                                <a:pt x="31831" y="3741"/>
                                <a:pt x="35805" y="9928"/>
                              </a:cubicBezTo>
                            </a:path>
                            <a:path w="35805" h="21600" stroke="0" extrusionOk="0">
                              <a:moveTo>
                                <a:pt x="-1" y="9120"/>
                              </a:moveTo>
                              <a:cubicBezTo>
                                <a:pt x="4048" y="3400"/>
                                <a:pt x="10621" y="0"/>
                                <a:pt x="17630" y="0"/>
                              </a:cubicBezTo>
                              <a:cubicBezTo>
                                <a:pt x="24983" y="0"/>
                                <a:pt x="31831" y="3741"/>
                                <a:pt x="35805" y="9928"/>
                              </a:cubicBezTo>
                              <a:lnTo>
                                <a:pt x="1763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781FC" id="Arc 419" o:spid="_x0000_s1026" style="position:absolute;margin-left:393.45pt;margin-top:201.2pt;width:87.75pt;height:53pt;rotation:90;z-index:251573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80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" o:allowincell="f" path="m-1,9120nfc4048,3400,10621,,17630,v7353,,14201,3741,18175,9928em-1,9120nsc4048,3400,10621,,17630,v7353,,14201,3741,18175,9928l17630,21600,-1,9120xe" filled="f" strokecolor="#abda78" strokeweight="3pt">
                <v:path arrowok="t" o:extrusionok="f" o:connecttype="custom" o:connectlocs="0,284229;1114425,309408;548731,67310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2194" behindDoc="0" locked="0" layoutInCell="0" allowOverlap="1">
                <wp:simplePos x="0" y="0"/>
                <wp:positionH relativeFrom="page">
                  <wp:posOffset>6197600</wp:posOffset>
                </wp:positionH>
                <wp:positionV relativeFrom="page">
                  <wp:posOffset>2827655</wp:posOffset>
                </wp:positionV>
                <wp:extent cx="1097915" cy="1371600"/>
                <wp:effectExtent l="15875" t="55880" r="0" b="96520"/>
                <wp:wrapNone/>
                <wp:docPr id="18" name="Arc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119053" flipH="1">
                          <a:off x="0" y="0"/>
                          <a:ext cx="1097915" cy="1371600"/>
                        </a:xfrm>
                        <a:custGeom>
                          <a:avLst/>
                          <a:gdLst>
                            <a:gd name="G0" fmla="+- 0 0 0"/>
                            <a:gd name="G1" fmla="+- 20847 0 0"/>
                            <a:gd name="G2" fmla="+- 21600 0 0"/>
                            <a:gd name="T0" fmla="*/ 5652 w 21600"/>
                            <a:gd name="T1" fmla="*/ 0 h 20847"/>
                            <a:gd name="T2" fmla="*/ 21600 w 21600"/>
                            <a:gd name="T3" fmla="*/ 20847 h 20847"/>
                            <a:gd name="T4" fmla="*/ 0 w 21600"/>
                            <a:gd name="T5" fmla="*/ 20847 h 20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847" fill="none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</a:path>
                            <a:path w="21600" h="20847" stroke="0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  <a:lnTo>
                                <a:pt x="0" y="20847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6BF09" id="Arc 418" o:spid="_x0000_s1026" style="position:absolute;margin-left:488pt;margin-top:222.65pt;width:86.45pt;height:108pt;rotation:525322fd;flip:x;z-index:251572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0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" o:allowincell="f" path="m5652,-1nfc15064,2551,21600,11094,21600,20847em5652,-1nsc15064,2551,21600,11094,21600,20847l,20847,5652,-1xe" filled="f" strokecolor="#abda78" strokeweight="3pt">
                <v:path arrowok="t" o:extrusionok="f" o:connecttype="custom" o:connectlocs="287288,0;1097915,1371600;0,137160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70146" behindDoc="0" locked="0" layoutInCell="0" allowOverlap="1">
                <wp:simplePos x="0" y="0"/>
                <wp:positionH relativeFrom="page">
                  <wp:posOffset>6088380</wp:posOffset>
                </wp:positionH>
                <wp:positionV relativeFrom="page">
                  <wp:posOffset>400050</wp:posOffset>
                </wp:positionV>
                <wp:extent cx="1187450" cy="616585"/>
                <wp:effectExtent l="0" t="104775" r="20320" b="12065"/>
                <wp:wrapNone/>
                <wp:docPr id="17" name="Arc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350601">
                          <a:off x="0" y="0"/>
                          <a:ext cx="1187450" cy="616585"/>
                        </a:xfrm>
                        <a:custGeom>
                          <a:avLst/>
                          <a:gdLst>
                            <a:gd name="G0" fmla="+- 19934 0 0"/>
                            <a:gd name="G1" fmla="+- 21600 0 0"/>
                            <a:gd name="G2" fmla="+- 21600 0 0"/>
                            <a:gd name="T0" fmla="*/ 0 w 40384"/>
                            <a:gd name="T1" fmla="*/ 13283 h 21600"/>
                            <a:gd name="T2" fmla="*/ 40384 w 40384"/>
                            <a:gd name="T3" fmla="*/ 14646 h 21600"/>
                            <a:gd name="T4" fmla="*/ 19934 w 40384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0384" h="21600" fill="none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29183" y="0"/>
                                <a:pt x="37406" y="5889"/>
                                <a:pt x="40383" y="14646"/>
                              </a:cubicBezTo>
                            </a:path>
                            <a:path w="40384" h="21600" stroke="0" extrusionOk="0">
                              <a:moveTo>
                                <a:pt x="-1" y="13282"/>
                              </a:moveTo>
                              <a:cubicBezTo>
                                <a:pt x="3355" y="5238"/>
                                <a:pt x="11217" y="0"/>
                                <a:pt x="19934" y="0"/>
                              </a:cubicBezTo>
                              <a:cubicBezTo>
                                <a:pt x="29183" y="0"/>
                                <a:pt x="37406" y="5889"/>
                                <a:pt x="40383" y="14646"/>
                              </a:cubicBezTo>
                              <a:lnTo>
                                <a:pt x="19934" y="2160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C170E" id="Arc 416" o:spid="_x0000_s1026" style="position:absolute;margin-left:479.4pt;margin-top:31.5pt;width:93.5pt;height:48.55pt;rotation:-1475216fd;z-index:25157014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384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" o:allowincell="f" path="m-1,13282nfc3355,5238,11217,,19934,v9249,,17472,5889,20449,14646em-1,13282nsc3355,5238,11217,,19934,v9249,,17472,5889,20449,14646l19934,21600,-1,13282xe" filled="f" strokecolor="#abda78" strokeweight="3pt">
                <v:path arrowok="t" o:extrusionok="f" o:connecttype="custom" o:connectlocs="0,379171;1187450,418079;586139,61658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69122" behindDoc="0" locked="0" layoutInCell="0" allowOverlap="1">
                <wp:simplePos x="0" y="0"/>
                <wp:positionH relativeFrom="page">
                  <wp:posOffset>864235</wp:posOffset>
                </wp:positionH>
                <wp:positionV relativeFrom="page">
                  <wp:posOffset>2817495</wp:posOffset>
                </wp:positionV>
                <wp:extent cx="497205" cy="636270"/>
                <wp:effectExtent l="45085" t="36195" r="48260" b="13335"/>
                <wp:wrapNone/>
                <wp:docPr id="14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429445" flipH="1">
                          <a:off x="0" y="0"/>
                          <a:ext cx="497205" cy="636270"/>
                          <a:chOff x="8814" y="1790"/>
                          <a:chExt cx="951" cy="1334"/>
                        </a:xfrm>
                      </wpg:grpSpPr>
                      <wps:wsp>
                        <wps:cNvPr id="15" name="Arc 414"/>
                        <wps:cNvSpPr>
                          <a:spLocks/>
                        </wps:cNvSpPr>
                        <wps:spPr bwMode="auto">
                          <a:xfrm>
                            <a:off x="8922" y="1796"/>
                            <a:ext cx="843" cy="1328"/>
                          </a:xfrm>
                          <a:custGeom>
                            <a:avLst/>
                            <a:gdLst>
                              <a:gd name="G0" fmla="+- 10372 0 0"/>
                              <a:gd name="G1" fmla="+- 21600 0 0"/>
                              <a:gd name="G2" fmla="+- 21600 0 0"/>
                              <a:gd name="T0" fmla="*/ 0 w 31972"/>
                              <a:gd name="T1" fmla="*/ 2653 h 41830"/>
                              <a:gd name="T2" fmla="*/ 17942 w 31972"/>
                              <a:gd name="T3" fmla="*/ 41830 h 41830"/>
                              <a:gd name="T4" fmla="*/ 10372 w 31972"/>
                              <a:gd name="T5" fmla="*/ 21600 h 418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972" h="41830" fill="none" extrusionOk="0">
                                <a:moveTo>
                                  <a:pt x="0" y="2653"/>
                                </a:moveTo>
                                <a:cubicBezTo>
                                  <a:pt x="3179" y="912"/>
                                  <a:pt x="6746" y="0"/>
                                  <a:pt x="10372" y="0"/>
                                </a:cubicBezTo>
                                <a:cubicBezTo>
                                  <a:pt x="22301" y="0"/>
                                  <a:pt x="31972" y="9670"/>
                                  <a:pt x="31972" y="21600"/>
                                </a:cubicBezTo>
                                <a:cubicBezTo>
                                  <a:pt x="31972" y="30609"/>
                                  <a:pt x="26380" y="38672"/>
                                  <a:pt x="17942" y="41830"/>
                                </a:cubicBezTo>
                              </a:path>
                              <a:path w="31972" h="41830" stroke="0" extrusionOk="0">
                                <a:moveTo>
                                  <a:pt x="0" y="2653"/>
                                </a:moveTo>
                                <a:cubicBezTo>
                                  <a:pt x="3179" y="912"/>
                                  <a:pt x="6746" y="0"/>
                                  <a:pt x="10372" y="0"/>
                                </a:cubicBezTo>
                                <a:cubicBezTo>
                                  <a:pt x="22301" y="0"/>
                                  <a:pt x="31972" y="9670"/>
                                  <a:pt x="31972" y="21600"/>
                                </a:cubicBezTo>
                                <a:cubicBezTo>
                                  <a:pt x="31972" y="30609"/>
                                  <a:pt x="26380" y="38672"/>
                                  <a:pt x="17942" y="41830"/>
                                </a:cubicBezTo>
                                <a:lnTo>
                                  <a:pt x="1037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B6DF8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rc 415"/>
                        <wps:cNvSpPr>
                          <a:spLocks/>
                        </wps:cNvSpPr>
                        <wps:spPr bwMode="auto">
                          <a:xfrm flipH="1" flipV="1">
                            <a:off x="8814" y="1790"/>
                            <a:ext cx="412" cy="736"/>
                          </a:xfrm>
                          <a:custGeom>
                            <a:avLst/>
                            <a:gdLst>
                              <a:gd name="G0" fmla="+- 4610 0 0"/>
                              <a:gd name="G1" fmla="+- 21600 0 0"/>
                              <a:gd name="G2" fmla="+- 21600 0 0"/>
                              <a:gd name="T0" fmla="*/ 4610 w 26210"/>
                              <a:gd name="T1" fmla="*/ 0 h 43200"/>
                              <a:gd name="T2" fmla="*/ 0 w 26210"/>
                              <a:gd name="T3" fmla="*/ 42702 h 43200"/>
                              <a:gd name="T4" fmla="*/ 4610 w 26210"/>
                              <a:gd name="T5" fmla="*/ 21600 h 43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210" h="43200" fill="none" extrusionOk="0">
                                <a:moveTo>
                                  <a:pt x="4609" y="0"/>
                                </a:moveTo>
                                <a:cubicBezTo>
                                  <a:pt x="16539" y="0"/>
                                  <a:pt x="26210" y="9670"/>
                                  <a:pt x="26210" y="21600"/>
                                </a:cubicBezTo>
                                <a:cubicBezTo>
                                  <a:pt x="26210" y="33529"/>
                                  <a:pt x="16539" y="43200"/>
                                  <a:pt x="4610" y="43200"/>
                                </a:cubicBezTo>
                                <a:cubicBezTo>
                                  <a:pt x="3059" y="43200"/>
                                  <a:pt x="1514" y="43033"/>
                                  <a:pt x="-1" y="42702"/>
                                </a:cubicBezTo>
                              </a:path>
                              <a:path w="26210" h="43200" stroke="0" extrusionOk="0">
                                <a:moveTo>
                                  <a:pt x="4609" y="0"/>
                                </a:moveTo>
                                <a:cubicBezTo>
                                  <a:pt x="16539" y="0"/>
                                  <a:pt x="26210" y="9670"/>
                                  <a:pt x="26210" y="21600"/>
                                </a:cubicBezTo>
                                <a:cubicBezTo>
                                  <a:pt x="26210" y="33529"/>
                                  <a:pt x="16539" y="43200"/>
                                  <a:pt x="4610" y="43200"/>
                                </a:cubicBezTo>
                                <a:cubicBezTo>
                                  <a:pt x="3059" y="43200"/>
                                  <a:pt x="1514" y="43033"/>
                                  <a:pt x="-1" y="42702"/>
                                </a:cubicBezTo>
                                <a:lnTo>
                                  <a:pt x="461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B6DF8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D314DE" id="Group 413" o:spid="_x0000_s1026" style="position:absolute;margin-left:68.05pt;margin-top:221.85pt;width:39.15pt;height:50.1pt;rotation:-469068fd;flip:x;z-index:251569122;mso-position-horizontal-relative:page;mso-position-vertical-relative:page" coordorigin="8814,1790" coordsize="951,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" o:allowincell="f">
                <v:shape id="Arc 414" o:spid="_x0000_s1027" style="position:absolute;left:8922;top:1796;width:843;height:1328;visibility:visible;mso-wrap-style:square;v-text-anchor:top" coordsize="31972,41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RLTcIA&#10;AADbAAAADwAAAGRycy9kb3ducmV2LnhtbERPS2sCMRC+C/0PYQreNNuipaxGWbSC4KG+obdhM90s&#10;3UyWJOq2v74RCr3Nx/ec6byzjbiSD7VjBU/DDARx6XTNlYLjYTV4BREissbGMSn4pgDz2UNvirl2&#10;N97RdR8rkUI45KjAxNjmUobSkMUwdC1x4j6dtxgT9JXUHm8p3DbyOctepMWaU4PBlhaGyq/9xSr4&#10;OBaZOfFm+dO+n321deuueBsp1X/sigmISF38F/+51zrNH8P9l3SA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EtNwgAAANsAAAAPAAAAAAAAAAAAAAAAAJgCAABkcnMvZG93&#10;bnJldi54bWxQSwUGAAAAAAQABAD1AAAAhwMAAAAA&#10;" path="m,2653nfc3179,912,6746,,10372,,22301,,31972,9670,31972,21600v,9009,-5592,17072,-14030,20230em,2653nsc3179,912,6746,,10372,,22301,,31972,9670,31972,21600v,9009,-5592,17072,-14030,20230l10372,21600,,2653xe" filled="f" strokecolor="#b6df89" strokeweight="3pt">
                  <v:path arrowok="t" o:extrusionok="f" o:connecttype="custom" o:connectlocs="0,84;473,1328;273,686" o:connectangles="0,0,0"/>
                </v:shape>
                <v:shape id="Arc 415" o:spid="_x0000_s1028" style="position:absolute;left:8814;top:1790;width:412;height:736;flip:x y;visibility:visible;mso-wrap-style:square;v-text-anchor:top" coordsize="2621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oXSb8A&#10;AADbAAAADwAAAGRycy9kb3ducmV2LnhtbERPTYvCMBC9L+x/CLPgbU3XQpFqFJEVBE929+BxaMa0&#10;u82kNLHGf28Ewds83ucs19F2YqTBt44VfE0zEMS10y0bBb8/u885CB+QNXaOScGNPKxX729LLLW7&#10;8pHGKhiRQtiXqKAJoS+l9HVDFv3U9cSJO7vBYkhwMFIPeE3htpOzLCukxZZTQ4M9bRuq/6uLVZCP&#10;pzO5vDLx+1TFOWXc/h1YqclH3CxABIrhJX669zrNL+DxSzpAru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6hdJvwAAANsAAAAPAAAAAAAAAAAAAAAAAJgCAABkcnMvZG93bnJl&#10;di54bWxQSwUGAAAAAAQABAD1AAAAhAMAAAAA&#10;" path="m4609,nfc16539,,26210,9670,26210,21600v,11929,-9671,21600,-21600,21600c3059,43200,1514,43033,-1,42702em4609,nsc16539,,26210,9670,26210,21600v,11929,-9671,21600,-21600,21600c3059,43200,1514,43033,-1,42702l4610,21600,4609,xe" filled="f" strokecolor="#b6df89" strokeweight="3pt">
                  <v:path arrowok="t" o:extrusionok="f" o:connecttype="custom" o:connectlocs="72,0;0,728;72,368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8098" behindDoc="0" locked="0" layoutInCell="0" allowOverlap="1">
                <wp:simplePos x="0" y="0"/>
                <wp:positionH relativeFrom="page">
                  <wp:posOffset>388620</wp:posOffset>
                </wp:positionH>
                <wp:positionV relativeFrom="page">
                  <wp:posOffset>758825</wp:posOffset>
                </wp:positionV>
                <wp:extent cx="835660" cy="1044575"/>
                <wp:effectExtent l="0" t="206375" r="0" b="5715"/>
                <wp:wrapNone/>
                <wp:docPr id="13" name="Arc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706295" flipH="1">
                          <a:off x="0" y="0"/>
                          <a:ext cx="835660" cy="1044575"/>
                        </a:xfrm>
                        <a:custGeom>
                          <a:avLst/>
                          <a:gdLst>
                            <a:gd name="G0" fmla="+- 0 0 0"/>
                            <a:gd name="G1" fmla="+- 20847 0 0"/>
                            <a:gd name="G2" fmla="+- 21600 0 0"/>
                            <a:gd name="T0" fmla="*/ 5652 w 21600"/>
                            <a:gd name="T1" fmla="*/ 0 h 20847"/>
                            <a:gd name="T2" fmla="*/ 21600 w 21600"/>
                            <a:gd name="T3" fmla="*/ 20847 h 20847"/>
                            <a:gd name="T4" fmla="*/ 0 w 21600"/>
                            <a:gd name="T5" fmla="*/ 20847 h 20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847" fill="none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</a:path>
                            <a:path w="21600" h="20847" stroke="0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  <a:lnTo>
                                <a:pt x="0" y="2084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D9E4B" id="Arc 412" o:spid="_x0000_s1026" style="position:absolute;margin-left:30.6pt;margin-top:59.75pt;width:65.8pt;height:82.25pt;rotation:-7325062fd;flip:x;z-index:251568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0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" o:allowincell="f" path="m5652,-1nfc15064,2551,21600,11094,21600,20847em5652,-1nsc15064,2551,21600,11094,21600,20847l,20847,5652,-1xe" filled="f" strokecolor="white [3212]" strokeweight="6pt">
                <v:stroke dashstyle="1 1" endcap="round"/>
                <v:path arrowok="t" o:extrusionok="f" o:connecttype="custom" o:connectlocs="218664,0;835660,1044575;0,104457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7074" behindDoc="0" locked="0" layoutInCell="0" allowOverlap="1">
                <wp:simplePos x="0" y="0"/>
                <wp:positionH relativeFrom="page">
                  <wp:posOffset>464820</wp:posOffset>
                </wp:positionH>
                <wp:positionV relativeFrom="page">
                  <wp:posOffset>668655</wp:posOffset>
                </wp:positionV>
                <wp:extent cx="835660" cy="1044575"/>
                <wp:effectExtent l="0" t="182880" r="0" b="0"/>
                <wp:wrapNone/>
                <wp:docPr id="12" name="Arc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655889" flipH="1">
                          <a:off x="0" y="0"/>
                          <a:ext cx="835660" cy="1044575"/>
                        </a:xfrm>
                        <a:custGeom>
                          <a:avLst/>
                          <a:gdLst>
                            <a:gd name="G0" fmla="+- 0 0 0"/>
                            <a:gd name="G1" fmla="+- 20847 0 0"/>
                            <a:gd name="G2" fmla="+- 21600 0 0"/>
                            <a:gd name="T0" fmla="*/ 5652 w 21600"/>
                            <a:gd name="T1" fmla="*/ 0 h 20847"/>
                            <a:gd name="T2" fmla="*/ 21600 w 21600"/>
                            <a:gd name="T3" fmla="*/ 20847 h 20847"/>
                            <a:gd name="T4" fmla="*/ 0 w 21600"/>
                            <a:gd name="T5" fmla="*/ 20847 h 20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847" fill="none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</a:path>
                            <a:path w="21600" h="20847" stroke="0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  <a:lnTo>
                                <a:pt x="0" y="20847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5709A" id="Arc 411" o:spid="_x0000_s1026" style="position:absolute;margin-left:36.6pt;margin-top:52.65pt;width:65.8pt;height:82.25pt;rotation:-7270006fd;flip:x;z-index:251567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0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" o:allowincell="f" path="m5652,-1nfc15064,2551,21600,11094,21600,20847em5652,-1nsc15064,2551,21600,11094,21600,20847l,20847,5652,-1xe" filled="f" strokecolor="#abda78" strokeweight="3pt">
                <v:path arrowok="t" o:extrusionok="f" o:connecttype="custom" o:connectlocs="218664,0;835660,1044575;0,1044575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6050" behindDoc="0" locked="0" layoutInCell="0" allowOverlap="1">
                <wp:simplePos x="0" y="0"/>
                <wp:positionH relativeFrom="page">
                  <wp:posOffset>767715</wp:posOffset>
                </wp:positionH>
                <wp:positionV relativeFrom="page">
                  <wp:posOffset>1838325</wp:posOffset>
                </wp:positionV>
                <wp:extent cx="1097915" cy="1371600"/>
                <wp:effectExtent l="15240" t="57150" r="0" b="95250"/>
                <wp:wrapNone/>
                <wp:docPr id="11" name="Arc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119053" flipH="1">
                          <a:off x="0" y="0"/>
                          <a:ext cx="1097915" cy="1371600"/>
                        </a:xfrm>
                        <a:custGeom>
                          <a:avLst/>
                          <a:gdLst>
                            <a:gd name="G0" fmla="+- 0 0 0"/>
                            <a:gd name="G1" fmla="+- 20847 0 0"/>
                            <a:gd name="G2" fmla="+- 21600 0 0"/>
                            <a:gd name="T0" fmla="*/ 5652 w 21600"/>
                            <a:gd name="T1" fmla="*/ 0 h 20847"/>
                            <a:gd name="T2" fmla="*/ 21600 w 21600"/>
                            <a:gd name="T3" fmla="*/ 20847 h 20847"/>
                            <a:gd name="T4" fmla="*/ 0 w 21600"/>
                            <a:gd name="T5" fmla="*/ 20847 h 208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0847" fill="none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</a:path>
                            <a:path w="21600" h="20847" stroke="0" extrusionOk="0">
                              <a:moveTo>
                                <a:pt x="5652" y="-1"/>
                              </a:moveTo>
                              <a:cubicBezTo>
                                <a:pt x="15064" y="2551"/>
                                <a:pt x="21600" y="11094"/>
                                <a:pt x="21600" y="20847"/>
                              </a:cubicBezTo>
                              <a:lnTo>
                                <a:pt x="0" y="20847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ABDA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E6F84" id="Arc 410" o:spid="_x0000_s1026" style="position:absolute;margin-left:60.45pt;margin-top:144.75pt;width:86.45pt;height:108pt;rotation:525322fd;flip:x;z-index:2515660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0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" o:allowincell="f" path="m5652,-1nfc15064,2551,21600,11094,21600,20847em5652,-1nsc15064,2551,21600,11094,21600,20847l,20847,5652,-1xe" filled="f" strokecolor="#abda78" strokeweight="3pt">
                <v:path arrowok="t" o:extrusionok="f" o:connecttype="custom" o:connectlocs="287288,0;1097915,1371600;0,137160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5026" behindDoc="0" locked="0" layoutInCell="0" allowOverlap="1">
                <wp:simplePos x="0" y="0"/>
                <wp:positionH relativeFrom="page">
                  <wp:posOffset>5373370</wp:posOffset>
                </wp:positionH>
                <wp:positionV relativeFrom="page">
                  <wp:posOffset>3587115</wp:posOffset>
                </wp:positionV>
                <wp:extent cx="877570" cy="1827530"/>
                <wp:effectExtent l="248920" t="0" r="340360" b="0"/>
                <wp:wrapNone/>
                <wp:docPr id="10" name="Arc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415091">
                          <a:off x="0" y="0"/>
                          <a:ext cx="877570" cy="1827530"/>
                        </a:xfrm>
                        <a:custGeom>
                          <a:avLst/>
                          <a:gdLst>
                            <a:gd name="G0" fmla="+- 0 0 0"/>
                            <a:gd name="G1" fmla="+- 21327 0 0"/>
                            <a:gd name="G2" fmla="+- 21600 0 0"/>
                            <a:gd name="T0" fmla="*/ 3422 w 21600"/>
                            <a:gd name="T1" fmla="*/ 0 h 27437"/>
                            <a:gd name="T2" fmla="*/ 20718 w 21600"/>
                            <a:gd name="T3" fmla="*/ 27437 h 27437"/>
                            <a:gd name="T4" fmla="*/ 0 w 21600"/>
                            <a:gd name="T5" fmla="*/ 21327 h 274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7437" fill="none" extrusionOk="0">
                              <a:moveTo>
                                <a:pt x="3422" y="-1"/>
                              </a:moveTo>
                              <a:cubicBezTo>
                                <a:pt x="13896" y="1680"/>
                                <a:pt x="21600" y="10718"/>
                                <a:pt x="21600" y="21327"/>
                              </a:cubicBezTo>
                              <a:cubicBezTo>
                                <a:pt x="21600" y="23395"/>
                                <a:pt x="21302" y="25453"/>
                                <a:pt x="20717" y="27436"/>
                              </a:cubicBezTo>
                            </a:path>
                            <a:path w="21600" h="27437" stroke="0" extrusionOk="0">
                              <a:moveTo>
                                <a:pt x="3422" y="-1"/>
                              </a:moveTo>
                              <a:cubicBezTo>
                                <a:pt x="13896" y="1680"/>
                                <a:pt x="21600" y="10718"/>
                                <a:pt x="21600" y="21327"/>
                              </a:cubicBezTo>
                              <a:cubicBezTo>
                                <a:pt x="21600" y="23395"/>
                                <a:pt x="21302" y="25453"/>
                                <a:pt x="20717" y="27436"/>
                              </a:cubicBezTo>
                              <a:lnTo>
                                <a:pt x="0" y="21327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52C56" id="Arc 409" o:spid="_x0000_s1026" style="position:absolute;margin-left:423.1pt;margin-top:282.45pt;width:69.1pt;height:143.9pt;rotation:-1545657fd;z-index:2515650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7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" o:allowincell="f" path="m3422,-1nfc13896,1680,21600,10718,21600,21327v,2068,-298,4126,-883,6109em3422,-1nsc13896,1680,21600,10718,21600,21327v,2068,-298,4126,-883,6109l,21327,3422,-1xe" filled="f" strokecolor="white [3212]" strokeweight="6pt">
                <v:stroke dashstyle="1 1" endcap="round"/>
                <v:path arrowok="t" o:extrusionok="f" o:connecttype="custom" o:connectlocs="139030,0;841736,1827530;0,1420554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564002" behindDoc="0" locked="0" layoutInCell="0" allowOverlap="1">
                <wp:simplePos x="0" y="0"/>
                <wp:positionH relativeFrom="page">
                  <wp:posOffset>4985385</wp:posOffset>
                </wp:positionH>
                <wp:positionV relativeFrom="page">
                  <wp:posOffset>2704465</wp:posOffset>
                </wp:positionV>
                <wp:extent cx="778510" cy="605790"/>
                <wp:effectExtent l="0" t="93980" r="66040" b="80010"/>
                <wp:wrapNone/>
                <wp:docPr id="9" name="Ar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3190246">
                          <a:off x="0" y="0"/>
                          <a:ext cx="778510" cy="605790"/>
                        </a:xfrm>
                        <a:custGeom>
                          <a:avLst/>
                          <a:gdLst>
                            <a:gd name="G0" fmla="+- 11605 0 0"/>
                            <a:gd name="G1" fmla="+- 21600 0 0"/>
                            <a:gd name="G2" fmla="+- 21600 0 0"/>
                            <a:gd name="T0" fmla="*/ 0 w 32852"/>
                            <a:gd name="T1" fmla="*/ 3382 h 21600"/>
                            <a:gd name="T2" fmla="*/ 32852 w 32852"/>
                            <a:gd name="T3" fmla="*/ 17709 h 21600"/>
                            <a:gd name="T4" fmla="*/ 11605 w 3285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852" h="21600" fill="none" extrusionOk="0">
                              <a:moveTo>
                                <a:pt x="0" y="3382"/>
                              </a:moveTo>
                              <a:cubicBezTo>
                                <a:pt x="3467" y="1173"/>
                                <a:pt x="7493" y="0"/>
                                <a:pt x="11605" y="0"/>
                              </a:cubicBezTo>
                              <a:cubicBezTo>
                                <a:pt x="22033" y="0"/>
                                <a:pt x="30973" y="7451"/>
                                <a:pt x="32851" y="17709"/>
                              </a:cubicBezTo>
                            </a:path>
                            <a:path w="32852" h="21600" stroke="0" extrusionOk="0">
                              <a:moveTo>
                                <a:pt x="0" y="3382"/>
                              </a:moveTo>
                              <a:cubicBezTo>
                                <a:pt x="3467" y="1173"/>
                                <a:pt x="7493" y="0"/>
                                <a:pt x="11605" y="0"/>
                              </a:cubicBezTo>
                              <a:cubicBezTo>
                                <a:pt x="22033" y="0"/>
                                <a:pt x="30973" y="7451"/>
                                <a:pt x="32851" y="17709"/>
                              </a:cubicBezTo>
                              <a:lnTo>
                                <a:pt x="1160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76200" cap="rnd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263BF" id="Arc 408" o:spid="_x0000_s1026" style="position:absolute;margin-left:392.55pt;margin-top:212.95pt;width:61.3pt;height:47.7pt;rotation:3484599fd;z-index:251564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285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" o:allowincell="f" path="m,3382nfc3467,1173,7493,,11605,,22033,,30973,7451,32851,17709em,3382nsc3467,1173,7493,,11605,,22033,,30973,7451,32851,17709l11605,21600,,3382xe" filled="f" strokecolor="white [3212]" strokeweight="6pt">
                <v:stroke dashstyle="1 1" endcap="round"/>
                <v:path arrowok="t" o:extrusionok="f" o:connecttype="custom" o:connectlocs="0,94851;778510,496664;275009,605790" o:connectangles="0,0,0"/>
                <w10:wrap anchorx="page" anchory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562978" behindDoc="0" locked="0" layoutInCell="0" allowOverlap="1">
                <wp:simplePos x="0" y="0"/>
                <wp:positionH relativeFrom="page">
                  <wp:posOffset>811530</wp:posOffset>
                </wp:positionH>
                <wp:positionV relativeFrom="page">
                  <wp:posOffset>1910080</wp:posOffset>
                </wp:positionV>
                <wp:extent cx="744855" cy="1532255"/>
                <wp:effectExtent l="59055" t="43180" r="0" b="5715"/>
                <wp:wrapNone/>
                <wp:docPr id="5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0035217" flipH="1">
                          <a:off x="0" y="0"/>
                          <a:ext cx="744855" cy="1532255"/>
                          <a:chOff x="8317" y="1010"/>
                          <a:chExt cx="1473" cy="3029"/>
                        </a:xfrm>
                      </wpg:grpSpPr>
                      <wps:wsp>
                        <wps:cNvPr id="6" name="Arc 405"/>
                        <wps:cNvSpPr>
                          <a:spLocks/>
                        </wps:cNvSpPr>
                        <wps:spPr bwMode="auto">
                          <a:xfrm rot="-2055161">
                            <a:off x="8317" y="1010"/>
                            <a:ext cx="1382" cy="3029"/>
                          </a:xfrm>
                          <a:custGeom>
                            <a:avLst/>
                            <a:gdLst>
                              <a:gd name="G0" fmla="+- 0 0 0"/>
                              <a:gd name="G1" fmla="+- 18822 0 0"/>
                              <a:gd name="G2" fmla="+- 21600 0 0"/>
                              <a:gd name="T0" fmla="*/ 10598 w 21600"/>
                              <a:gd name="T1" fmla="*/ 0 h 28877"/>
                              <a:gd name="T2" fmla="*/ 19117 w 21600"/>
                              <a:gd name="T3" fmla="*/ 28877 h 28877"/>
                              <a:gd name="T4" fmla="*/ 0 w 21600"/>
                              <a:gd name="T5" fmla="*/ 18822 h 288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8877" fill="none" extrusionOk="0">
                                <a:moveTo>
                                  <a:pt x="10597" y="0"/>
                                </a:moveTo>
                                <a:cubicBezTo>
                                  <a:pt x="17394" y="3827"/>
                                  <a:pt x="21600" y="11021"/>
                                  <a:pt x="21600" y="18822"/>
                                </a:cubicBezTo>
                                <a:cubicBezTo>
                                  <a:pt x="21600" y="22325"/>
                                  <a:pt x="20747" y="25776"/>
                                  <a:pt x="19116" y="28876"/>
                                </a:cubicBezTo>
                              </a:path>
                              <a:path w="21600" h="28877" stroke="0" extrusionOk="0">
                                <a:moveTo>
                                  <a:pt x="10597" y="0"/>
                                </a:moveTo>
                                <a:cubicBezTo>
                                  <a:pt x="17394" y="3827"/>
                                  <a:pt x="21600" y="11021"/>
                                  <a:pt x="21600" y="18822"/>
                                </a:cubicBezTo>
                                <a:cubicBezTo>
                                  <a:pt x="21600" y="22325"/>
                                  <a:pt x="20747" y="25776"/>
                                  <a:pt x="19116" y="28876"/>
                                </a:cubicBezTo>
                                <a:lnTo>
                                  <a:pt x="0" y="18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rc 406"/>
                        <wps:cNvSpPr>
                          <a:spLocks/>
                        </wps:cNvSpPr>
                        <wps:spPr bwMode="auto">
                          <a:xfrm rot="-1447825">
                            <a:off x="8408" y="1449"/>
                            <a:ext cx="1382" cy="2534"/>
                          </a:xfrm>
                          <a:custGeom>
                            <a:avLst/>
                            <a:gdLst>
                              <a:gd name="G0" fmla="+- 0 0 0"/>
                              <a:gd name="G1" fmla="+- 16451 0 0"/>
                              <a:gd name="G2" fmla="+- 21600 0 0"/>
                              <a:gd name="T0" fmla="*/ 13997 w 21600"/>
                              <a:gd name="T1" fmla="*/ 0 h 24158"/>
                              <a:gd name="T2" fmla="*/ 20178 w 21600"/>
                              <a:gd name="T3" fmla="*/ 24158 h 24158"/>
                              <a:gd name="T4" fmla="*/ 0 w 21600"/>
                              <a:gd name="T5" fmla="*/ 16451 h 24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4158" fill="none" extrusionOk="0">
                                <a:moveTo>
                                  <a:pt x="13997" y="-1"/>
                                </a:moveTo>
                                <a:cubicBezTo>
                                  <a:pt x="18820" y="4103"/>
                                  <a:pt x="21600" y="10117"/>
                                  <a:pt x="21600" y="16451"/>
                                </a:cubicBezTo>
                                <a:cubicBezTo>
                                  <a:pt x="21600" y="19085"/>
                                  <a:pt x="21118" y="21697"/>
                                  <a:pt x="20178" y="24158"/>
                                </a:cubicBezTo>
                              </a:path>
                              <a:path w="21600" h="24158" stroke="0" extrusionOk="0">
                                <a:moveTo>
                                  <a:pt x="13997" y="-1"/>
                                </a:moveTo>
                                <a:cubicBezTo>
                                  <a:pt x="18820" y="4103"/>
                                  <a:pt x="21600" y="10117"/>
                                  <a:pt x="21600" y="16451"/>
                                </a:cubicBezTo>
                                <a:cubicBezTo>
                                  <a:pt x="21600" y="19085"/>
                                  <a:pt x="21118" y="21697"/>
                                  <a:pt x="20178" y="24158"/>
                                </a:cubicBezTo>
                                <a:lnTo>
                                  <a:pt x="0" y="1645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rc 407"/>
                        <wps:cNvSpPr>
                          <a:spLocks/>
                        </wps:cNvSpPr>
                        <wps:spPr bwMode="auto">
                          <a:xfrm rot="-1608314">
                            <a:off x="8366" y="1162"/>
                            <a:ext cx="1382" cy="2842"/>
                          </a:xfrm>
                          <a:custGeom>
                            <a:avLst/>
                            <a:gdLst>
                              <a:gd name="G0" fmla="+- 0 0 0"/>
                              <a:gd name="G1" fmla="+- 19273 0 0"/>
                              <a:gd name="G2" fmla="+- 21600 0 0"/>
                              <a:gd name="T0" fmla="*/ 9752 w 21600"/>
                              <a:gd name="T1" fmla="*/ 0 h 27097"/>
                              <a:gd name="T2" fmla="*/ 20133 w 21600"/>
                              <a:gd name="T3" fmla="*/ 27097 h 27097"/>
                              <a:gd name="T4" fmla="*/ 0 w 21600"/>
                              <a:gd name="T5" fmla="*/ 19273 h 27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7097" fill="none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1949"/>
                                  <a:pt x="21102" y="24602"/>
                                  <a:pt x="20133" y="27097"/>
                                </a:cubicBezTo>
                              </a:path>
                              <a:path w="21600" h="27097" stroke="0" extrusionOk="0">
                                <a:moveTo>
                                  <a:pt x="9752" y="-1"/>
                                </a:moveTo>
                                <a:cubicBezTo>
                                  <a:pt x="17019" y="3676"/>
                                  <a:pt x="21600" y="11128"/>
                                  <a:pt x="21600" y="19273"/>
                                </a:cubicBezTo>
                                <a:cubicBezTo>
                                  <a:pt x="21600" y="21949"/>
                                  <a:pt x="21102" y="24602"/>
                                  <a:pt x="20133" y="27097"/>
                                </a:cubicBezTo>
                                <a:lnTo>
                                  <a:pt x="0" y="192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ABDA7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1E964" id="Group 404" o:spid="_x0000_s1026" style="position:absolute;margin-left:63.9pt;margin-top:150.4pt;width:58.65pt;height:120.65pt;rotation:1709160fd;flip:x;z-index:251562978;mso-position-horizontal-relative:page;mso-position-vertical-relative:page" coordorigin="8317,1010" coordsize="1473,3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" o:allowincell="f">
                <v:shape id="Arc 405" o:spid="_x0000_s1027" style="position:absolute;left:8317;top:1010;width:1382;height:3029;rotation:-2244784fd;visibility:visible;mso-wrap-style:square;v-text-anchor:top" coordsize="21600,288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vNcQA&#10;AADaAAAADwAAAGRycy9kb3ducmV2LnhtbESP3WrCQBSE74W+w3IK3ohuKkQkuooGCuJFS6IPcMge&#10;k9js2ZDd5uftu4VCL4eZ+YbZH0fTiJ46V1tW8LaKQBAXVtdcKrjf3pdbEM4ja2wsk4KJHBwPL7M9&#10;JtoOnFGf+1IECLsEFVTet4mUrqjIoFvZljh4D9sZ9EF2pdQdDgFuGrmOoo00WHNYqLCltKLiK/82&#10;Cs55dv60z5u9toupPMWP9COOU6Xmr+NpB8LT6P/Df+2LVrCB3yvhBs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NLzXEAAAA2gAAAA8AAAAAAAAAAAAAAAAAmAIAAGRycy9k&#10;b3ducmV2LnhtbFBLBQYAAAAABAAEAPUAAACJAwAAAAA=&#10;" path="m10597,nfc17394,3827,21600,11021,21600,18822v,3503,-853,6954,-2484,10054em10597,nsc17394,3827,21600,11021,21600,18822v,3503,-853,6954,-2484,10054l,18822,10597,xe" filled="f" strokecolor="#abda78" strokeweight="6pt">
                  <v:path arrowok="t" o:extrusionok="f" o:connecttype="custom" o:connectlocs="678,0;1223,3029;0,1974" o:connectangles="0,0,0"/>
                </v:shape>
                <v:shape id="Arc 406" o:spid="_x0000_s1028" style="position:absolute;left:8408;top:1449;width:1382;height:2534;rotation:-1581411fd;visibility:visible;mso-wrap-style:square;v-text-anchor:top" coordsize="21600,24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8OcMA&#10;AADaAAAADwAAAGRycy9kb3ducmV2LnhtbESPwWrDMBBE74H+g9hCb7GcEFLjWgltQooPhWInH7BY&#10;G8vUWhlLcdy/rwqFHoeZecMU+9n2YqLRd44VrJIUBHHjdMetgsv5tMxA+ICssXdMCr7Jw373sCgw&#10;1+7OFU11aEWEsM9RgQlhyKX0jSGLPnEDcfSubrQYohxbqUe8R7jt5TpNt9Jix3HB4EAHQ81XfbMK&#10;ttnlE1flh83e0k05Vdfze+mOSj09zq8vIALN4T/81y61gmf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X8OcMAAADaAAAADwAAAAAAAAAAAAAAAACYAgAAZHJzL2Rv&#10;d25yZXYueG1sUEsFBgAAAAAEAAQA9QAAAIgDAAAAAA==&#10;" path="m13997,-1nfc18820,4103,21600,10117,21600,16451v,2634,-482,5246,-1422,7707em13997,-1nsc18820,4103,21600,10117,21600,16451v,2634,-482,5246,-1422,7707l,16451,13997,-1xe" filled="f" strokecolor="#abda78" strokeweight="2.25pt">
                  <v:path arrowok="t" o:extrusionok="f" o:connecttype="custom" o:connectlocs="896,0;1291,2534;0,1726" o:connectangles="0,0,0"/>
                </v:shape>
                <v:shape id="Arc 407" o:spid="_x0000_s1029" style="position:absolute;left:8366;top:1162;width:1382;height:2842;rotation:-1756708fd;visibility:visible;mso-wrap-style:square;v-text-anchor:top" coordsize="21600,27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M/8AA&#10;AADaAAAADwAAAGRycy9kb3ducmV2LnhtbERPTYvCMBC9C/6HMAteZE1VsEs1ioqrXlxY9eJtaMa2&#10;bDMpTbat/94cBI+P971YdaYUDdWusKxgPIpAEKdWF5wpuF6+P79AOI+ssbRMCh7kYLXs9xaYaNvy&#10;LzVnn4kQwi5BBbn3VSKlS3My6Ea2Ig7c3dYGfYB1JnWNbQg3pZxE0UwaLDg05FjRNqf07/xvFJym&#10;2/jHR3E8vO12p00rm4Pe35UafHTrOQhPnX+LX+6jVhC2hivhBs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mM/8AAAADaAAAADwAAAAAAAAAAAAAAAACYAgAAZHJzL2Rvd25y&#10;ZXYueG1sUEsFBgAAAAAEAAQA9QAAAIUDAAAAAA==&#10;" path="m9752,-1nfc17019,3676,21600,11128,21600,19273v,2676,-498,5329,-1467,7824em9752,-1nsc17019,3676,21600,11128,21600,19273v,2676,-498,5329,-1467,7824l,19273,9752,-1xe" filled="f" strokecolor="#abda78" strokeweight="4.5pt">
                  <v:path arrowok="t" o:extrusionok="f" o:connecttype="custom" o:connectlocs="624,0;1288,2842;0,2021" o:connectangles="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1326515</wp:posOffset>
                </wp:positionH>
                <wp:positionV relativeFrom="page">
                  <wp:posOffset>368300</wp:posOffset>
                </wp:positionV>
                <wp:extent cx="4114800" cy="4663440"/>
                <wp:effectExtent l="2540" t="0" r="0" b="0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46634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33A26" id="Rectangle 24" o:spid="_x0000_s1026" style="position:absolute;margin-left:104.45pt;margin-top:29pt;width:324pt;height:367.2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" o:allowincell="f" fillcolor="#b83d68 [3204]" stroked="f" strokecolor="#d8d8d8 [2732]" strokeweight=".5pt">
                <v:stroke dashstyle="dash"/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368300</wp:posOffset>
                </wp:positionV>
                <wp:extent cx="182880" cy="4663440"/>
                <wp:effectExtent l="10160" t="6350" r="6985" b="6985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rgbClr val="ABDA78"/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E67EC" id="Rectangle 26" o:spid="_x0000_s1026" style="position:absolute;margin-left:414.05pt;margin-top:29pt;width:14.4pt;height:367.2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" o:allowincell="f" fillcolor="#abda78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1326515</wp:posOffset>
                </wp:positionH>
                <wp:positionV relativeFrom="page">
                  <wp:posOffset>368300</wp:posOffset>
                </wp:positionV>
                <wp:extent cx="182880" cy="4663440"/>
                <wp:effectExtent l="12065" t="6350" r="14605" b="6985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4663440"/>
                        </a:xfrm>
                        <a:prstGeom prst="rect">
                          <a:avLst/>
                        </a:prstGeom>
                        <a:solidFill>
                          <a:srgbClr val="ABDA78"/>
                        </a:solid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7D3F" id="Rectangle 25" o:spid="_x0000_s1026" style="position:absolute;margin-left:104.45pt;margin-top:29pt;width:14.4pt;height:367.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" o:allowincell="f" fillcolor="#abda78" strokecolor="white [3212]" strokeweight="1pt">
                <w10:wrap anchorx="page" anchory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5033010</wp:posOffset>
                </wp:positionV>
                <wp:extent cx="6684645" cy="0"/>
                <wp:effectExtent l="6985" t="13335" r="13970" b="5715"/>
                <wp:wrapNone/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4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0B5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49.3pt;margin-top:396.3pt;width:526.35pt;height:0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" o:allowincell="f" strokecolor="white [3212]">
                <v:stroke dashstyle="dash"/>
                <w10:wrap anchorx="page" anchory="page"/>
              </v:shape>
            </w:pict>
          </mc:Fallback>
        </mc:AlternateContent>
      </w:r>
    </w:p>
    <w:sectPr w:rsidR="003B0EFA" w:rsidSect="002F707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350FB"/>
    <w:multiLevelType w:val="hybridMultilevel"/>
    <w:tmpl w:val="99D05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77"/>
    <w:rsid w:val="001A4DC0"/>
    <w:rsid w:val="002F5568"/>
    <w:rsid w:val="002F707C"/>
    <w:rsid w:val="003B0EFA"/>
    <w:rsid w:val="00664C7B"/>
    <w:rsid w:val="00D57554"/>
    <w:rsid w:val="00D90477"/>
    <w:rsid w:val="00F7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3e9d8,#fde69d,#fff3d2,#acdd58"/>
    </o:shapedefaults>
    <o:shapelayout v:ext="edit">
      <o:idmap v:ext="edit" data="1"/>
    </o:shapelayout>
  </w:shapeDefaults>
  <w:decimalSymbol w:val="."/>
  <w:listSeparator w:val=","/>
  <w15:docId w15:val="{A58C0021-39FE-4DDB-9370-175AB612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EFA"/>
  </w:style>
  <w:style w:type="paragraph" w:styleId="Ttulo1">
    <w:name w:val="heading 1"/>
    <w:basedOn w:val="Normal"/>
    <w:next w:val="Normal"/>
    <w:link w:val="Ttulo1Car"/>
    <w:uiPriority w:val="9"/>
    <w:qFormat/>
    <w:rsid w:val="003B0EFA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44"/>
      <w:szCs w:val="44"/>
    </w:rPr>
  </w:style>
  <w:style w:type="paragraph" w:styleId="Ttulo2">
    <w:name w:val="heading 2"/>
    <w:basedOn w:val="Information"/>
    <w:next w:val="Normal"/>
    <w:link w:val="Ttulo2Car"/>
    <w:uiPriority w:val="9"/>
    <w:unhideWhenUsed/>
    <w:qFormat/>
    <w:rsid w:val="003B0EFA"/>
    <w:pPr>
      <w:outlineLvl w:val="1"/>
    </w:pPr>
    <w:rPr>
      <w:rFonts w:asciiTheme="majorHAnsi" w:hAnsiTheme="majorHAnsi"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B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0EFA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3B0EFA"/>
    <w:rPr>
      <w:rFonts w:asciiTheme="majorHAnsi" w:hAnsiTheme="majorHAnsi"/>
      <w:b/>
      <w:color w:val="FFFFFF" w:themeColor="background1"/>
      <w:sz w:val="44"/>
      <w:szCs w:val="44"/>
    </w:rPr>
  </w:style>
  <w:style w:type="paragraph" w:customStyle="1" w:styleId="Information">
    <w:name w:val="Information"/>
    <w:basedOn w:val="Normal"/>
    <w:qFormat/>
    <w:rsid w:val="003B0EFA"/>
    <w:pPr>
      <w:spacing w:after="0" w:line="240" w:lineRule="auto"/>
      <w:jc w:val="center"/>
    </w:pPr>
    <w:rPr>
      <w:color w:val="FFFFFF" w:themeColor="background1"/>
    </w:rPr>
  </w:style>
  <w:style w:type="character" w:customStyle="1" w:styleId="Ttulo2Car">
    <w:name w:val="Título 2 Car"/>
    <w:basedOn w:val="Fuentedeprrafopredeter"/>
    <w:link w:val="Ttulo2"/>
    <w:uiPriority w:val="9"/>
    <w:rsid w:val="003B0EFA"/>
    <w:rPr>
      <w:rFonts w:asciiTheme="majorHAnsi" w:hAnsiTheme="majorHAnsi"/>
      <w:color w:val="FFFFFF" w:themeColor="background1"/>
      <w:sz w:val="36"/>
      <w:szCs w:val="36"/>
    </w:rPr>
  </w:style>
  <w:style w:type="paragraph" w:customStyle="1" w:styleId="Instructions">
    <w:name w:val="Instructions"/>
    <w:basedOn w:val="Normal"/>
    <w:qFormat/>
    <w:rsid w:val="003B0EFA"/>
    <w:pPr>
      <w:spacing w:after="0" w:line="240" w:lineRule="auto"/>
    </w:pPr>
    <w:rPr>
      <w:color w:val="808080" w:themeColor="background1" w:themeShade="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Tarjetas%20con%20foto%20de%20anuncio%20de%20nacimiento%20(dise&#241;o%20con%20flores).dotx" TargetMode="Externa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8833E11-A0B9-4690-A3CA-E548059114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Tarjetas con foto de anuncio de nacimiento (diseño con flores)</Template>
  <TotalTime>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Photo birth announcement cards (flowers design)</vt:lpstr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 birth announcement cards (flowers design)</dc:title>
  <dc:creator>FIDEL</dc:creator>
  <cp:keywords/>
  <cp:lastModifiedBy>Full name</cp:lastModifiedBy>
  <cp:revision>2</cp:revision>
  <cp:lastPrinted>2008-07-11T21:36:00Z</cp:lastPrinted>
  <dcterms:created xsi:type="dcterms:W3CDTF">2015-11-30T01:42:00Z</dcterms:created>
  <dcterms:modified xsi:type="dcterms:W3CDTF">2015-11-30T01:42:00Z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TC102643429990</vt:lpwstr>
  </property>
</Properties>
</file>