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49C" w:rsidRDefault="00140C73"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04B1071" wp14:editId="5AC270CE">
                <wp:simplePos x="0" y="0"/>
                <wp:positionH relativeFrom="margin">
                  <wp:posOffset>2962275</wp:posOffset>
                </wp:positionH>
                <wp:positionV relativeFrom="paragraph">
                  <wp:posOffset>1104900</wp:posOffset>
                </wp:positionV>
                <wp:extent cx="3045460" cy="1404620"/>
                <wp:effectExtent l="0" t="0" r="0" b="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5BA" w:rsidRPr="00D815BA" w:rsidRDefault="00140C73" w:rsidP="0054534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FFF797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FFF797"/>
                                <w:sz w:val="68"/>
                                <w:szCs w:val="68"/>
                                <w:lang w:val="pt-BR"/>
                              </w:rPr>
                              <w:t xml:space="preserve">Comentario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4B107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33.25pt;margin-top:87pt;width:239.8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" filled="f" stroked="f">
                <v:textbox style="mso-fit-shape-to-text:t">
                  <w:txbxContent>
                    <w:p w:rsidR="00D815BA" w:rsidRPr="00D815BA" w:rsidRDefault="00140C73" w:rsidP="00545349">
                      <w:pPr>
                        <w:jc w:val="center"/>
                        <w:rPr>
                          <w:rFonts w:ascii="Franklin Gothic Medium" w:hAnsi="Franklin Gothic Medium"/>
                          <w:color w:val="FFF797"/>
                          <w:sz w:val="68"/>
                          <w:szCs w:val="68"/>
                        </w:rPr>
                      </w:pPr>
                      <w:r>
                        <w:rPr>
                          <w:rFonts w:ascii="Franklin Gothic Medium" w:hAnsi="Franklin Gothic Medium"/>
                          <w:color w:val="FFF797"/>
                          <w:sz w:val="68"/>
                          <w:szCs w:val="68"/>
                          <w:lang w:val="pt-BR"/>
                        </w:rPr>
                        <w:t xml:space="preserve">Comentario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margin-left:232.55pt;margin-top:172.75pt;width:261.5pt;height:42.05pt;z-index:-251641856;mso-position-horizontal-relative:text;mso-position-vertical-relative:text;mso-width-relative:page;mso-height-relative:page">
            <v:imagedata r:id="rId9" o:title="Ribbon"/>
          </v:shape>
        </w:pict>
      </w: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F27DE67" wp14:editId="078BCB98">
                <wp:simplePos x="0" y="0"/>
                <wp:positionH relativeFrom="column">
                  <wp:posOffset>2981324</wp:posOffset>
                </wp:positionH>
                <wp:positionV relativeFrom="paragraph">
                  <wp:posOffset>2190750</wp:posOffset>
                </wp:positionV>
                <wp:extent cx="3228975" cy="429260"/>
                <wp:effectExtent l="0" t="0" r="0" b="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5BA" w:rsidRPr="00D815BA" w:rsidRDefault="00140C73" w:rsidP="00D815BA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 xml:space="preserve">El maestro y el </w:t>
                            </w:r>
                            <w:proofErr w:type="spellStart"/>
                            <w:r w:rsidR="00E84D76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>es</w:t>
                            </w:r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>c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>orpión</w:t>
                            </w:r>
                            <w:proofErr w:type="spellEnd"/>
                            <w:r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7DE67" id="_x0000_s1027" type="#_x0000_t202" style="position:absolute;margin-left:234.75pt;margin-top:172.5pt;width:254.25pt;height:33.8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" filled="f" stroked="f">
                <v:textbox>
                  <w:txbxContent>
                    <w:p w:rsidR="00D815BA" w:rsidRPr="00D815BA" w:rsidRDefault="00140C73" w:rsidP="00D815BA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 xml:space="preserve">El maestro y el </w:t>
                      </w:r>
                      <w:proofErr w:type="spellStart"/>
                      <w:r w:rsidR="00E84D76"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>es</w:t>
                      </w:r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>c</w:t>
                      </w:r>
                      <w:bookmarkStart w:id="1" w:name="_GoBack"/>
                      <w:bookmarkEnd w:id="1"/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>orpión</w:t>
                      </w:r>
                      <w:proofErr w:type="spellEnd"/>
                      <w:r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190E4636" wp14:editId="53A83DBD">
                <wp:simplePos x="0" y="0"/>
                <wp:positionH relativeFrom="margin">
                  <wp:posOffset>2819400</wp:posOffset>
                </wp:positionH>
                <wp:positionV relativeFrom="paragraph">
                  <wp:posOffset>3067049</wp:posOffset>
                </wp:positionV>
                <wp:extent cx="3733800" cy="1800225"/>
                <wp:effectExtent l="0" t="0" r="0" b="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0" cy="1800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140C73" w:rsidRDefault="00140C73" w:rsidP="00140C73">
                            <w:pPr>
                              <w:jc w:val="both"/>
                              <w:rPr>
                                <w:rFonts w:ascii="Franklin Gothic Medium" w:hAnsi="Franklin Gothic Medium"/>
                                <w:color w:val="4472C4" w:themeColor="accent5"/>
                                <w:sz w:val="20"/>
                                <w:szCs w:val="20"/>
                                <w:lang w:val="es-419"/>
                              </w:rPr>
                            </w:pPr>
                            <w:r w:rsidRPr="00140C73">
                              <w:rPr>
                                <w:rFonts w:ascii="Franklin Gothic Medium" w:hAnsi="Franklin Gothic Medium"/>
                                <w:color w:val="4472C4" w:themeColor="accent5"/>
                                <w:sz w:val="28"/>
                                <w:szCs w:val="28"/>
                                <w:lang w:val="es-419"/>
                              </w:rPr>
                              <w:t>Esta reflexión nos deja una enseñanza de suma importancia ya que nos muestra que cada individuo es libre de pensar y actuar de acuerdo con sus criterios, que también no hay que dejar que la manera de pensar de los demás influya en la nuestra</w:t>
                            </w:r>
                            <w:r w:rsidRPr="00140C73">
                              <w:rPr>
                                <w:rFonts w:ascii="Franklin Gothic Medium" w:hAnsi="Franklin Gothic Medium"/>
                                <w:color w:val="4472C4" w:themeColor="accent5"/>
                                <w:sz w:val="20"/>
                                <w:szCs w:val="20"/>
                                <w:lang w:val="es-419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E4636" id="_x0000_s1028" type="#_x0000_t202" style="position:absolute;margin-left:222pt;margin-top:241.5pt;width:294pt;height:141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" filled="f" stroked="f">
                <v:textbox>
                  <w:txbxContent>
                    <w:p w:rsidR="00545349" w:rsidRPr="00140C73" w:rsidRDefault="00140C73" w:rsidP="00140C73">
                      <w:pPr>
                        <w:jc w:val="both"/>
                        <w:rPr>
                          <w:rFonts w:ascii="Franklin Gothic Medium" w:hAnsi="Franklin Gothic Medium"/>
                          <w:color w:val="4472C4" w:themeColor="accent5"/>
                          <w:sz w:val="20"/>
                          <w:szCs w:val="20"/>
                          <w:lang w:val="es-419"/>
                        </w:rPr>
                      </w:pPr>
                      <w:r w:rsidRPr="00140C73">
                        <w:rPr>
                          <w:rFonts w:ascii="Franklin Gothic Medium" w:hAnsi="Franklin Gothic Medium"/>
                          <w:color w:val="4472C4" w:themeColor="accent5"/>
                          <w:sz w:val="28"/>
                          <w:szCs w:val="28"/>
                          <w:lang w:val="es-419"/>
                        </w:rPr>
                        <w:t>Esta reflexión nos deja una enseñanza de suma importancia ya que nos muestra que cada individuo es libre de pensar y actuar de acuerdo con sus criterios, que también no hay que dejar que la manera de pensar de los demás influya en la nuestra</w:t>
                      </w:r>
                      <w:r w:rsidRPr="00140C73">
                        <w:rPr>
                          <w:rFonts w:ascii="Franklin Gothic Medium" w:hAnsi="Franklin Gothic Medium"/>
                          <w:color w:val="4472C4" w:themeColor="accent5"/>
                          <w:sz w:val="20"/>
                          <w:szCs w:val="20"/>
                          <w:lang w:val="es-419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pict>
          <v:shape id="_x0000_s1036" type="#_x0000_t75" style="position:absolute;margin-left:-44.6pt;margin-top:82.65pt;width:251.85pt;height:274.45pt;z-index:-251650048;mso-position-horizontal-relative:text;mso-position-vertical-relative:text;mso-width-relative:page;mso-height-relative:page">
            <v:imagedata r:id="rId10" o:title="Balloons"/>
          </v:shape>
        </w:pict>
      </w:r>
      <w:r>
        <w:rPr>
          <w:noProof/>
        </w:rPr>
        <w:pict>
          <v:shape id="_x0000_s1037" type="#_x0000_t75" style="position:absolute;margin-left:-70.5pt;margin-top:202.05pt;width:303.05pt;height:293.35pt;z-index:-251648000;mso-position-horizontal-relative:text;mso-position-vertical-relative:text;mso-width-relative:page;mso-height-relative:page">
            <v:imagedata r:id="rId11" o:title="Jiraffe"/>
          </v:shape>
        </w:pict>
      </w:r>
      <w:r>
        <w:rPr>
          <w:noProof/>
        </w:rPr>
        <w:pict>
          <v:shape id="_x0000_s1030" type="#_x0000_t75" style="position:absolute;margin-left:-115.45pt;margin-top:79.7pt;width:637.7pt;height:419.45pt;z-index:-251657216;mso-position-horizontal-relative:text;mso-position-vertical-relative:text;mso-width-relative:page;mso-height-relative:page">
            <v:imagedata r:id="rId12" o:title="BG"/>
          </v:shape>
        </w:pict>
      </w:r>
      <w:r>
        <w:rPr>
          <w:noProof/>
        </w:rPr>
        <w:pict>
          <v:shape id="_x0000_s1039" type="#_x0000_t75" style="position:absolute;margin-left:282.7pt;margin-top:410.25pt;width:239.55pt;height:88.9pt;z-index:-251643904;mso-position-horizontal-relative:text;mso-position-vertical-relative:text;mso-width-relative:page;mso-height-relative:page">
            <v:imagedata r:id="rId13" o:title="Dog"/>
          </v:shape>
        </w:pict>
      </w:r>
      <w:r>
        <w:rPr>
          <w:noProof/>
        </w:rPr>
        <w:pict>
          <v:shape id="_x0000_s1038" type="#_x0000_t75" style="position:absolute;margin-left:85.1pt;margin-top:340.7pt;width:231.95pt;height:156.9pt;z-index:-251645952;mso-position-horizontal-relative:text;mso-position-vertical-relative:text;mso-width-relative:page;mso-height-relative:page">
            <v:imagedata r:id="rId14" o:title="Elephant"/>
          </v:shape>
        </w:pict>
      </w:r>
      <w:r w:rsidR="00545349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7855575F" wp14:editId="7D05BDEF">
                <wp:simplePos x="0" y="0"/>
                <wp:positionH relativeFrom="column">
                  <wp:posOffset>3122930</wp:posOffset>
                </wp:positionH>
                <wp:positionV relativeFrom="paragraph">
                  <wp:posOffset>5376545</wp:posOffset>
                </wp:positionV>
                <wp:extent cx="2408555" cy="1404620"/>
                <wp:effectExtent l="0" t="0" r="0" b="0"/>
                <wp:wrapSquare wrapText="bothSides"/>
                <wp:docPr id="16" name="Cuadro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85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D815BA" w:rsidRDefault="00545349">
                            <w:pPr>
                              <w:rPr>
                                <w:rFonts w:ascii="Franklin Gothic Medium" w:hAnsi="Franklin Gothic Medium"/>
                                <w:color w:val="FFF34F"/>
                                <w:sz w:val="38"/>
                                <w:szCs w:val="3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855575F" id="Cuadro de texto 16" o:spid="_x0000_s1029" type="#_x0000_t202" style="position:absolute;margin-left:245.9pt;margin-top:423.35pt;width:189.6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" filled="f" stroked="f">
                <v:textbox style="mso-fit-shape-to-text:t">
                  <w:txbxContent>
                    <w:p w:rsidR="00545349" w:rsidRPr="00D815BA" w:rsidRDefault="00545349">
                      <w:pPr>
                        <w:rPr>
                          <w:rFonts w:ascii="Franklin Gothic Medium" w:hAnsi="Franklin Gothic Medium"/>
                          <w:color w:val="FFF34F"/>
                          <w:sz w:val="38"/>
                          <w:szCs w:val="3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45349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05485B7" wp14:editId="259A9C1E">
                <wp:simplePos x="0" y="0"/>
                <wp:positionH relativeFrom="column">
                  <wp:posOffset>4132580</wp:posOffset>
                </wp:positionH>
                <wp:positionV relativeFrom="paragraph">
                  <wp:posOffset>7212330</wp:posOffset>
                </wp:positionV>
                <wp:extent cx="1265555" cy="429260"/>
                <wp:effectExtent l="0" t="0" r="0" b="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429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D815BA" w:rsidRDefault="00545349" w:rsidP="00D815BA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D815BA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36"/>
                                <w:szCs w:val="36"/>
                                <w:lang w:val="pt-BR"/>
                              </w:rPr>
                              <w:t>¡No faltes!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485B7" id="_x0000_s1030" type="#_x0000_t202" style="position:absolute;margin-left:325.4pt;margin-top:567.9pt;width:99.65pt;height:33.8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" filled="f" stroked="f">
                <v:textbox>
                  <w:txbxContent>
                    <w:p w:rsidR="00545349" w:rsidRPr="00D815BA" w:rsidRDefault="00545349" w:rsidP="00D815BA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D815BA">
                        <w:rPr>
                          <w:rFonts w:ascii="Franklin Gothic Medium" w:hAnsi="Franklin Gothic Medium"/>
                          <w:color w:val="FFFFFF" w:themeColor="background1"/>
                          <w:sz w:val="36"/>
                          <w:szCs w:val="36"/>
                          <w:lang w:val="pt-BR"/>
                        </w:rPr>
                        <w:t>¡No faltes!</w:t>
                      </w:r>
                    </w:p>
                  </w:txbxContent>
                </v:textbox>
              </v:shape>
            </w:pict>
          </mc:Fallback>
        </mc:AlternateContent>
      </w:r>
      <w:r w:rsidR="00545349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763EE2F" wp14:editId="0FB55F43">
                <wp:simplePos x="0" y="0"/>
                <wp:positionH relativeFrom="margin">
                  <wp:posOffset>3429000</wp:posOffset>
                </wp:positionH>
                <wp:positionV relativeFrom="paragraph">
                  <wp:posOffset>7908653</wp:posOffset>
                </wp:positionV>
                <wp:extent cx="2707640" cy="749808"/>
                <wp:effectExtent l="0" t="0" r="0" b="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7640" cy="74980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349" w:rsidRPr="00443D2F" w:rsidRDefault="00545349" w:rsidP="00545349">
                            <w:pPr>
                              <w:jc w:val="center"/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</w:pPr>
                            <w:r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t>A LAS 21:30</w:t>
                            </w:r>
                            <w:r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8A3594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419"/>
                              </w:rPr>
                              <w:t>Dirección, C</w:t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419"/>
                              </w:rPr>
                              <w:t>iudad, Código Postal</w:t>
                            </w:r>
                            <w:r w:rsidR="002C6471"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419"/>
                              </w:rPr>
                              <w:t>Teléfono, Dirección de correo electrónico</w:t>
                            </w:r>
                            <w:r w:rsidR="002C6471" w:rsidRPr="00443D2F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CR"/>
                              </w:rPr>
                              <w:br/>
                            </w:r>
                            <w:r w:rsidR="00FD77E3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419"/>
                              </w:rPr>
                              <w:t>Dirección W</w:t>
                            </w:r>
                            <w:r w:rsidR="002C6471">
                              <w:rPr>
                                <w:rFonts w:ascii="Franklin Gothic Medium" w:hAnsi="Franklin Gothic Medium"/>
                                <w:color w:val="FFFFFF" w:themeColor="background1"/>
                                <w:sz w:val="20"/>
                                <w:szCs w:val="20"/>
                                <w:lang w:val="es-419"/>
                              </w:rPr>
                              <w:t>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3EE2F" id="_x0000_s1031" type="#_x0000_t202" style="position:absolute;margin-left:270pt;margin-top:622.75pt;width:213.2pt;height:59.0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" filled="f" stroked="f">
                <v:textbox>
                  <w:txbxContent>
                    <w:p w:rsidR="00545349" w:rsidRPr="00443D2F" w:rsidRDefault="00545349" w:rsidP="00545349">
                      <w:pPr>
                        <w:jc w:val="center"/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</w:pPr>
                      <w:r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t>A LAS 21:30</w:t>
                      </w:r>
                      <w:r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8A3594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419"/>
                        </w:rPr>
                        <w:t>Dirección, C</w:t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419"/>
                        </w:rPr>
                        <w:t>iudad, Código Postal</w:t>
                      </w:r>
                      <w:r w:rsidR="002C6471"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419"/>
                        </w:rPr>
                        <w:t>Teléfono, Dirección de correo electrónico</w:t>
                      </w:r>
                      <w:r w:rsidR="002C6471" w:rsidRPr="00443D2F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CR"/>
                        </w:rPr>
                        <w:br/>
                      </w:r>
                      <w:r w:rsidR="00FD77E3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419"/>
                        </w:rPr>
                        <w:t>Dirección W</w:t>
                      </w:r>
                      <w:r w:rsidR="002C6471">
                        <w:rPr>
                          <w:rFonts w:ascii="Franklin Gothic Medium" w:hAnsi="Franklin Gothic Medium"/>
                          <w:color w:val="FFFFFF" w:themeColor="background1"/>
                          <w:sz w:val="20"/>
                          <w:szCs w:val="20"/>
                          <w:lang w:val="es-419"/>
                        </w:rPr>
                        <w:t>eb.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4449C" w:rsidSect="006A6FF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C73" w:rsidRDefault="00140C73" w:rsidP="00443D2F">
      <w:pPr>
        <w:spacing w:after="0" w:line="240" w:lineRule="auto"/>
      </w:pPr>
      <w:r>
        <w:separator/>
      </w:r>
    </w:p>
  </w:endnote>
  <w:endnote w:type="continuationSeparator" w:id="0">
    <w:p w:rsidR="00140C73" w:rsidRDefault="00140C73" w:rsidP="00443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C73" w:rsidRDefault="00140C73" w:rsidP="00443D2F">
      <w:pPr>
        <w:spacing w:after="0" w:line="240" w:lineRule="auto"/>
      </w:pPr>
      <w:r>
        <w:separator/>
      </w:r>
    </w:p>
  </w:footnote>
  <w:footnote w:type="continuationSeparator" w:id="0">
    <w:p w:rsidR="00140C73" w:rsidRDefault="00140C73" w:rsidP="00443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2F" w:rsidRDefault="00443D2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pt-BR" w:vendorID="64" w:dllVersion="131078" w:nlCheck="1" w:checkStyle="0"/>
  <w:activeWritingStyle w:appName="MSWord" w:lang="es-CR" w:vendorID="64" w:dllVersion="131078" w:nlCheck="1" w:checkStyle="1"/>
  <w:activeWritingStyle w:appName="MSWord" w:lang="es-419" w:vendorID="64" w:dllVersion="131078" w:nlCheck="1" w:checkStyle="1"/>
  <w:activeWritingStyle w:appName="MSWord" w:lang="es-MX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73"/>
    <w:rsid w:val="00140C73"/>
    <w:rsid w:val="002C6471"/>
    <w:rsid w:val="00342940"/>
    <w:rsid w:val="00391928"/>
    <w:rsid w:val="00443D2F"/>
    <w:rsid w:val="004A2174"/>
    <w:rsid w:val="00545349"/>
    <w:rsid w:val="006220BA"/>
    <w:rsid w:val="006A6FFD"/>
    <w:rsid w:val="0076019A"/>
    <w:rsid w:val="007749CD"/>
    <w:rsid w:val="008747E3"/>
    <w:rsid w:val="008A3594"/>
    <w:rsid w:val="00925AF7"/>
    <w:rsid w:val="00A76BF7"/>
    <w:rsid w:val="00AD0651"/>
    <w:rsid w:val="00AF3E0B"/>
    <w:rsid w:val="00B17048"/>
    <w:rsid w:val="00B26024"/>
    <w:rsid w:val="00C10389"/>
    <w:rsid w:val="00C4449C"/>
    <w:rsid w:val="00C70BC1"/>
    <w:rsid w:val="00CC41EB"/>
    <w:rsid w:val="00D5271F"/>
    <w:rsid w:val="00D815BA"/>
    <w:rsid w:val="00DE5E9D"/>
    <w:rsid w:val="00E84D76"/>
    <w:rsid w:val="00FD77E3"/>
    <w:rsid w:val="00FE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1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3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3D2F"/>
  </w:style>
  <w:style w:type="paragraph" w:styleId="Piedepgina">
    <w:name w:val="footer"/>
    <w:basedOn w:val="Normal"/>
    <w:link w:val="PiedepginaCar"/>
    <w:uiPriority w:val="99"/>
    <w:unhideWhenUsed/>
    <w:rsid w:val="00443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Tarjeta%20de%20invitaci&#243;n%20a%20cumplea&#241;os%20(dise&#241;o%20infantil,%202%20por%20p&#225;gina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40e8ec9-c0d5-46bf-ada4-d85cb00858d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033B31DA58764B9C95249EE3674570" ma:contentTypeVersion="3" ma:contentTypeDescription="Create a new document." ma:contentTypeScope="" ma:versionID="95dc898934bc55d44f916a4c37f6ed9f">
  <xsd:schema xmlns:xsd="http://www.w3.org/2001/XMLSchema" xmlns:xs="http://www.w3.org/2001/XMLSchema" xmlns:p="http://schemas.microsoft.com/office/2006/metadata/properties" xmlns:ns2="f40e8ec9-c0d5-46bf-ada4-d85cb00858d0" xmlns:ns3="904e2ea1-c14c-483b-89ef-f6b2df6ba23c" targetNamespace="http://schemas.microsoft.com/office/2006/metadata/properties" ma:root="true" ma:fieldsID="b2e5cbfe1fc3ad2df5ba46ab37a879c3" ns2:_="" ns3:_="">
    <xsd:import namespace="f40e8ec9-c0d5-46bf-ada4-d85cb00858d0"/>
    <xsd:import namespace="904e2ea1-c14c-483b-89ef-f6b2df6ba23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8ec9-c0d5-46bf-ada4-d85cb00858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e2ea1-c14c-483b-89ef-f6b2df6ba23c" elementFormDefault="qualified">
    <xsd:import namespace="http://schemas.microsoft.com/office/2006/documentManagement/types"/>
    <xsd:import namespace="http://schemas.microsoft.com/office/infopath/2007/PartnerControls"/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51854F-B522-4090-B1C5-F4C49F3EE3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0B214-9C72-4E88-856B-E9AE8C53C00C}">
  <ds:schemaRefs>
    <ds:schemaRef ds:uri="http://purl.org/dc/terms/"/>
    <ds:schemaRef ds:uri="f40e8ec9-c0d5-46bf-ada4-d85cb00858d0"/>
    <ds:schemaRef ds:uri="904e2ea1-c14c-483b-89ef-f6b2df6ba23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ED7ECC-7DBD-4FD2-A88C-A66C324086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8ec9-c0d5-46bf-ada4-d85cb00858d0"/>
    <ds:schemaRef ds:uri="904e2ea1-c14c-483b-89ef-f6b2df6ba2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Tarjeta de invitación a cumpleaños (diseño infantil, 2 por página)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2015-09-09T20:05:00Z</dcterms:created>
  <dcterms:modified xsi:type="dcterms:W3CDTF">2015-09-09T20:13:00Z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0x0101000A033B31DA58764B9C95249EE3674570</vt:lpwstr>
  </property>
</Properties>
</file>