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49C" w:rsidRDefault="00EB4D8C">
      <w:r>
        <w:rPr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66684665" wp14:editId="4961703A">
                <wp:simplePos x="0" y="0"/>
                <wp:positionH relativeFrom="margin">
                  <wp:posOffset>2124075</wp:posOffset>
                </wp:positionH>
                <wp:positionV relativeFrom="paragraph">
                  <wp:posOffset>2981324</wp:posOffset>
                </wp:positionV>
                <wp:extent cx="4267200" cy="1266825"/>
                <wp:effectExtent l="0" t="0" r="0" b="0"/>
                <wp:wrapNone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349" w:rsidRPr="00EB4D8C" w:rsidRDefault="00EB4D8C" w:rsidP="00EB4D8C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B4D8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  <w:lang w:val="es-CR"/>
                              </w:rPr>
                              <w:t xml:space="preserve">Esta reflexión nos deja  que no siempre vamos a ser los mejores en todo siempre vamos a tener dificultades con alguna cosa que no manejemos por completo, pero aun así siempre que hagamos las cosas que mejor nos salen seremos reconocidos y pues de los errores se aprende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68466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67.25pt;margin-top:234.75pt;width:336pt;height:99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" filled="f" stroked="f">
                <v:textbox>
                  <w:txbxContent>
                    <w:p w:rsidR="00545349" w:rsidRPr="00EB4D8C" w:rsidRDefault="00EB4D8C" w:rsidP="00EB4D8C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EB4D8C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s-CR"/>
                        </w:rPr>
                        <w:t>Esta reflexión nos deja  que no siempre vamos a ser los mejores en todo siempre vamos a tener dificultades con alguna cosa que no manejemos por compl</w:t>
                      </w:r>
                      <w:bookmarkStart w:id="1" w:name="_GoBack"/>
                      <w:bookmarkEnd w:id="1"/>
                      <w:r w:rsidRPr="00EB4D8C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  <w:lang w:val="es-CR"/>
                        </w:rPr>
                        <w:t xml:space="preserve">eto, pero aun así siempre que hagamos las cosas que mejor nos salen seremos reconocidos y pues de los errores se aprende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22C3C01A" wp14:editId="4AAD7971">
                <wp:simplePos x="0" y="0"/>
                <wp:positionH relativeFrom="margin">
                  <wp:posOffset>2676525</wp:posOffset>
                </wp:positionH>
                <wp:positionV relativeFrom="paragraph">
                  <wp:posOffset>2200274</wp:posOffset>
                </wp:positionV>
                <wp:extent cx="3333750" cy="561975"/>
                <wp:effectExtent l="0" t="0" r="0" b="0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561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349" w:rsidRPr="00545349" w:rsidRDefault="00EA3D65" w:rsidP="00545349">
                            <w:pPr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4"/>
                                <w:szCs w:val="24"/>
                                <w:lang w:val="pt-BR"/>
                              </w:rPr>
                              <w:t>La v</w:t>
                            </w:r>
                            <w:r w:rsidR="00EB4D8C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4"/>
                                <w:szCs w:val="24"/>
                                <w:lang w:val="pt-BR"/>
                              </w:rPr>
                              <w:t>asija</w:t>
                            </w:r>
                            <w:bookmarkStart w:id="0" w:name="_GoBack"/>
                            <w:bookmarkEnd w:id="0"/>
                            <w:r w:rsidR="00EB4D8C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4"/>
                                <w:szCs w:val="24"/>
                                <w:lang w:val="pt-BR"/>
                              </w:rPr>
                              <w:t xml:space="preserve"> agrietada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C3C01A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10.75pt;margin-top:173.25pt;width:262.5pt;height:44.2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" filled="f" stroked="f">
                <v:textbox>
                  <w:txbxContent>
                    <w:p w:rsidR="00545349" w:rsidRPr="00545349" w:rsidRDefault="00EA3D65" w:rsidP="00545349">
                      <w:pPr>
                        <w:jc w:val="cent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Franklin Gothic Medium" w:hAnsi="Franklin Gothic Medium"/>
                          <w:color w:val="FFFFFF" w:themeColor="background1"/>
                          <w:sz w:val="24"/>
                          <w:szCs w:val="24"/>
                          <w:lang w:val="pt-BR"/>
                        </w:rPr>
                        <w:t>La v</w:t>
                      </w:r>
                      <w:r w:rsidR="00EB4D8C">
                        <w:rPr>
                          <w:rFonts w:ascii="Franklin Gothic Medium" w:hAnsi="Franklin Gothic Medium"/>
                          <w:color w:val="FFFFFF" w:themeColor="background1"/>
                          <w:sz w:val="24"/>
                          <w:szCs w:val="24"/>
                          <w:lang w:val="pt-BR"/>
                        </w:rPr>
                        <w:t>asija</w:t>
                      </w:r>
                      <w:bookmarkStart w:id="1" w:name="_GoBack"/>
                      <w:bookmarkEnd w:id="1"/>
                      <w:r w:rsidR="00EB4D8C">
                        <w:rPr>
                          <w:rFonts w:ascii="Franklin Gothic Medium" w:hAnsi="Franklin Gothic Medium"/>
                          <w:color w:val="FFFFFF" w:themeColor="background1"/>
                          <w:sz w:val="24"/>
                          <w:szCs w:val="24"/>
                          <w:lang w:val="pt-BR"/>
                        </w:rPr>
                        <w:t xml:space="preserve"> agrietada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7C18AF47" wp14:editId="5A091EB8">
                <wp:simplePos x="0" y="0"/>
                <wp:positionH relativeFrom="margin">
                  <wp:align>right</wp:align>
                </wp:positionH>
                <wp:positionV relativeFrom="paragraph">
                  <wp:posOffset>1181100</wp:posOffset>
                </wp:positionV>
                <wp:extent cx="2924175" cy="600075"/>
                <wp:effectExtent l="0" t="0" r="0" b="0"/>
                <wp:wrapNone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15BA" w:rsidRPr="00D815BA" w:rsidRDefault="00EB4D8C" w:rsidP="00D815BA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36"/>
                                <w:szCs w:val="36"/>
                                <w:lang w:val="pt-BR"/>
                              </w:rPr>
                              <w:t>COMENTARIO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8AF47" id="_x0000_s1028" type="#_x0000_t202" style="position:absolute;margin-left:179.05pt;margin-top:93pt;width:230.25pt;height:47.25pt;z-index:2516848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" filled="f" stroked="f">
                <v:textbox>
                  <w:txbxContent>
                    <w:p w:rsidR="00D815BA" w:rsidRPr="00D815BA" w:rsidRDefault="00EB4D8C" w:rsidP="00D815BA">
                      <w:pPr>
                        <w:jc w:val="cent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Franklin Gothic Medium" w:hAnsi="Franklin Gothic Medium"/>
                          <w:color w:val="FFFFFF" w:themeColor="background1"/>
                          <w:sz w:val="36"/>
                          <w:szCs w:val="36"/>
                          <w:lang w:val="pt-BR"/>
                        </w:rPr>
                        <w:t>COMENTARIO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3D6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0" type="#_x0000_t75" style="position:absolute;margin-left:174.75pt;margin-top:84.25pt;width:329.25pt;height:74pt;z-index:-251641856;mso-position-horizontal-relative:text;mso-position-vertical-relative:text;mso-width-relative:page;mso-height-relative:page">
            <v:imagedata r:id="rId9" o:title="Ribbon"/>
          </v:shape>
        </w:pict>
      </w:r>
      <w:r w:rsidR="00EA3D65">
        <w:rPr>
          <w:noProof/>
        </w:rPr>
        <w:pict>
          <v:shape id="_x0000_s1036" type="#_x0000_t75" style="position:absolute;margin-left:-59.7pt;margin-top:87.9pt;width:251.85pt;height:274.45pt;z-index:-251650048;mso-position-horizontal-relative:text;mso-position-vertical-relative:text;mso-width-relative:page;mso-height-relative:page">
            <v:imagedata r:id="rId10" o:title="Balloons"/>
          </v:shape>
        </w:pict>
      </w:r>
      <w:r w:rsidR="00EA3D65">
        <w:rPr>
          <w:noProof/>
        </w:rPr>
        <w:pict>
          <v:shape id="_x0000_s1037" type="#_x0000_t75" style="position:absolute;margin-left:-126.85pt;margin-top:198.3pt;width:303.05pt;height:293.35pt;z-index:-251648000;mso-position-horizontal-relative:text;mso-position-vertical-relative:text;mso-width-relative:page;mso-height-relative:page">
            <v:imagedata r:id="rId11" o:title="Jiraffe"/>
          </v:shape>
        </w:pict>
      </w:r>
      <w:r w:rsidR="00EA3D65">
        <w:rPr>
          <w:noProof/>
        </w:rPr>
        <w:pict>
          <v:shape id="_x0000_s1038" type="#_x0000_t75" style="position:absolute;margin-left:82.75pt;margin-top:336.05pt;width:231.95pt;height:156.9pt;z-index:-251645952;mso-position-horizontal-relative:text;mso-position-vertical-relative:text;mso-width-relative:page;mso-height-relative:page">
            <v:imagedata r:id="rId12" o:title="Elephant"/>
          </v:shape>
        </w:pict>
      </w:r>
      <w:r w:rsidR="00EA3D65">
        <w:rPr>
          <w:noProof/>
        </w:rPr>
        <w:pict>
          <v:shape id="_x0000_s1039" type="#_x0000_t75" style="position:absolute;margin-left:335.85pt;margin-top:399.75pt;width:239.55pt;height:88.9pt;z-index:-251643904;mso-position-horizontal-relative:text;mso-position-vertical-relative:text;mso-width-relative:page;mso-height-relative:page">
            <v:imagedata r:id="rId13" o:title="Dog"/>
          </v:shape>
        </w:pict>
      </w:r>
      <w:r w:rsidR="00EA3D65">
        <w:rPr>
          <w:noProof/>
        </w:rPr>
        <w:pict>
          <v:shape id="_x0000_s1030" type="#_x0000_t75" style="position:absolute;margin-left:-80.5pt;margin-top:73.5pt;width:637.7pt;height:419.45pt;z-index:-251657216;mso-position-horizontal-relative:text;mso-position-vertical-relative:text;mso-width-relative:page;mso-height-relative:page">
            <v:imagedata r:id="rId14" o:title="BG"/>
          </v:shape>
        </w:pict>
      </w:r>
      <w:r w:rsidR="00925AF7">
        <w:rPr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13E7B578" wp14:editId="3B296B33">
                <wp:simplePos x="0" y="0"/>
                <wp:positionH relativeFrom="column">
                  <wp:posOffset>2752725</wp:posOffset>
                </wp:positionH>
                <wp:positionV relativeFrom="paragraph">
                  <wp:posOffset>4448175</wp:posOffset>
                </wp:positionV>
                <wp:extent cx="381000" cy="1314450"/>
                <wp:effectExtent l="0" t="0" r="0" b="0"/>
                <wp:wrapNone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314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019A" w:rsidRPr="00925AF7" w:rsidRDefault="0076019A" w:rsidP="0076019A">
                            <w:pPr>
                              <w:rPr>
                                <w:rFonts w:ascii="Franklin Gothic Medium" w:hAnsi="Franklin Gothic Medium"/>
                                <w:color w:val="FFF34F"/>
                                <w:sz w:val="170"/>
                                <w:szCs w:val="17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7B578" id="_x0000_s1029" type="#_x0000_t202" style="position:absolute;margin-left:216.75pt;margin-top:350.25pt;width:30pt;height:103.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" filled="f" stroked="f">
                <v:textbox>
                  <w:txbxContent>
                    <w:p w:rsidR="0076019A" w:rsidRPr="00925AF7" w:rsidRDefault="0076019A" w:rsidP="0076019A">
                      <w:pPr>
                        <w:rPr>
                          <w:rFonts w:ascii="Franklin Gothic Medium" w:hAnsi="Franklin Gothic Medium"/>
                          <w:color w:val="FFF34F"/>
                          <w:sz w:val="170"/>
                          <w:szCs w:val="17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5349">
        <w:rPr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3F025C9E" wp14:editId="58A7F21D">
                <wp:simplePos x="0" y="0"/>
                <wp:positionH relativeFrom="margin">
                  <wp:posOffset>3653790</wp:posOffset>
                </wp:positionH>
                <wp:positionV relativeFrom="paragraph">
                  <wp:posOffset>7681595</wp:posOffset>
                </wp:positionV>
                <wp:extent cx="2267585" cy="1404620"/>
                <wp:effectExtent l="0" t="0" r="0" b="0"/>
                <wp:wrapNone/>
                <wp:docPr id="1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758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349" w:rsidRPr="00545349" w:rsidRDefault="008A3594" w:rsidP="00545349">
                            <w:pPr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8A3594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4"/>
                                <w:szCs w:val="24"/>
                                <w:lang w:val="es-MX"/>
                              </w:rPr>
                              <w:t>SÁBADO</w:t>
                            </w:r>
                            <w:r w:rsidR="00545349" w:rsidRPr="00545349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4"/>
                                <w:szCs w:val="24"/>
                                <w:lang w:val="pt-BR"/>
                              </w:rPr>
                              <w:t xml:space="preserve"> 1 DE MAYO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F025C9E" id="_x0000_s1030" type="#_x0000_t202" style="position:absolute;margin-left:287.7pt;margin-top:604.85pt;width:178.55pt;height:110.6pt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" filled="f" stroked="f">
                <v:textbox style="mso-fit-shape-to-text:t">
                  <w:txbxContent>
                    <w:p w:rsidR="00545349" w:rsidRPr="00545349" w:rsidRDefault="008A3594" w:rsidP="00545349">
                      <w:pPr>
                        <w:jc w:val="cent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8A3594">
                        <w:rPr>
                          <w:rFonts w:ascii="Franklin Gothic Medium" w:hAnsi="Franklin Gothic Medium"/>
                          <w:color w:val="FFFFFF" w:themeColor="background1"/>
                          <w:sz w:val="24"/>
                          <w:szCs w:val="24"/>
                          <w:lang w:val="es-MX"/>
                        </w:rPr>
                        <w:t>SÁBADO</w:t>
                      </w:r>
                      <w:r w:rsidR="00545349" w:rsidRPr="00545349">
                        <w:rPr>
                          <w:rFonts w:ascii="Franklin Gothic Medium" w:hAnsi="Franklin Gothic Medium"/>
                          <w:color w:val="FFFFFF" w:themeColor="background1"/>
                          <w:sz w:val="24"/>
                          <w:szCs w:val="24"/>
                          <w:lang w:val="pt-BR"/>
                        </w:rPr>
                        <w:t xml:space="preserve"> 1 DE MAYO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45349">
        <w:rPr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3E001EC6" wp14:editId="25A95C69">
                <wp:simplePos x="0" y="0"/>
                <wp:positionH relativeFrom="margin">
                  <wp:posOffset>3429000</wp:posOffset>
                </wp:positionH>
                <wp:positionV relativeFrom="paragraph">
                  <wp:posOffset>7908653</wp:posOffset>
                </wp:positionV>
                <wp:extent cx="2707640" cy="749808"/>
                <wp:effectExtent l="0" t="0" r="0" b="0"/>
                <wp:wrapNone/>
                <wp:docPr id="2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7640" cy="74980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349" w:rsidRPr="00443D2F" w:rsidRDefault="00545349" w:rsidP="0054534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0"/>
                                <w:szCs w:val="20"/>
                                <w:lang w:val="es-CR"/>
                              </w:rPr>
                            </w:pPr>
                            <w:r w:rsidRPr="00443D2F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0"/>
                                <w:szCs w:val="20"/>
                                <w:lang w:val="es-CR"/>
                              </w:rPr>
                              <w:t>A LAS 21:30</w:t>
                            </w:r>
                            <w:r w:rsidRPr="00443D2F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0"/>
                                <w:szCs w:val="20"/>
                                <w:lang w:val="es-CR"/>
                              </w:rPr>
                              <w:br/>
                            </w:r>
                            <w:r w:rsidR="008A3594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0"/>
                                <w:szCs w:val="20"/>
                              </w:rPr>
                              <w:t>Dirección, C</w:t>
                            </w:r>
                            <w:r w:rsidR="002C6471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0"/>
                                <w:szCs w:val="20"/>
                              </w:rPr>
                              <w:t>iudad, Código Postal</w:t>
                            </w:r>
                            <w:r w:rsidR="002C6471" w:rsidRPr="00443D2F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0"/>
                                <w:szCs w:val="20"/>
                                <w:lang w:val="es-CR"/>
                              </w:rPr>
                              <w:br/>
                            </w:r>
                            <w:r w:rsidR="002C6471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0"/>
                                <w:szCs w:val="20"/>
                              </w:rPr>
                              <w:t>Teléfono, Dirección de correo electrónico</w:t>
                            </w:r>
                            <w:r w:rsidR="002C6471" w:rsidRPr="00443D2F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0"/>
                                <w:szCs w:val="20"/>
                                <w:lang w:val="es-CR"/>
                              </w:rPr>
                              <w:br/>
                            </w:r>
                            <w:r w:rsidR="00FD77E3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0"/>
                                <w:szCs w:val="20"/>
                              </w:rPr>
                              <w:t>Dirección W</w:t>
                            </w:r>
                            <w:r w:rsidR="002C6471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0"/>
                                <w:szCs w:val="20"/>
                              </w:rPr>
                              <w:t>eb.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01EC6" id="_x0000_s1031" type="#_x0000_t202" style="position:absolute;margin-left:270pt;margin-top:622.75pt;width:213.2pt;height:59.0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" filled="f" stroked="f">
                <v:textbox>
                  <w:txbxContent>
                    <w:p w:rsidR="00545349" w:rsidRPr="00443D2F" w:rsidRDefault="00545349" w:rsidP="00545349">
                      <w:pPr>
                        <w:jc w:val="center"/>
                        <w:rPr>
                          <w:rFonts w:ascii="Franklin Gothic Medium" w:hAnsi="Franklin Gothic Medium"/>
                          <w:color w:val="FFFFFF" w:themeColor="background1"/>
                          <w:sz w:val="20"/>
                          <w:szCs w:val="20"/>
                          <w:lang w:val="es-CR"/>
                        </w:rPr>
                      </w:pPr>
                      <w:r w:rsidRPr="00443D2F">
                        <w:rPr>
                          <w:rFonts w:ascii="Franklin Gothic Medium" w:hAnsi="Franklin Gothic Medium"/>
                          <w:color w:val="FFFFFF" w:themeColor="background1"/>
                          <w:sz w:val="20"/>
                          <w:szCs w:val="20"/>
                          <w:lang w:val="es-CR"/>
                        </w:rPr>
                        <w:t>A LAS 21:30</w:t>
                      </w:r>
                      <w:r w:rsidRPr="00443D2F">
                        <w:rPr>
                          <w:rFonts w:ascii="Franklin Gothic Medium" w:hAnsi="Franklin Gothic Medium"/>
                          <w:color w:val="FFFFFF" w:themeColor="background1"/>
                          <w:sz w:val="20"/>
                          <w:szCs w:val="20"/>
                          <w:lang w:val="es-CR"/>
                        </w:rPr>
                        <w:br/>
                      </w:r>
                      <w:r w:rsidR="008A3594">
                        <w:rPr>
                          <w:rFonts w:ascii="Franklin Gothic Medium" w:hAnsi="Franklin Gothic Medium"/>
                          <w:color w:val="FFFFFF" w:themeColor="background1"/>
                          <w:sz w:val="20"/>
                          <w:szCs w:val="20"/>
                        </w:rPr>
                        <w:t>Dirección, C</w:t>
                      </w:r>
                      <w:r w:rsidR="002C6471">
                        <w:rPr>
                          <w:rFonts w:ascii="Franklin Gothic Medium" w:hAnsi="Franklin Gothic Medium"/>
                          <w:color w:val="FFFFFF" w:themeColor="background1"/>
                          <w:sz w:val="20"/>
                          <w:szCs w:val="20"/>
                        </w:rPr>
                        <w:t>iudad, Código Postal</w:t>
                      </w:r>
                      <w:r w:rsidR="002C6471" w:rsidRPr="00443D2F">
                        <w:rPr>
                          <w:rFonts w:ascii="Franklin Gothic Medium" w:hAnsi="Franklin Gothic Medium"/>
                          <w:color w:val="FFFFFF" w:themeColor="background1"/>
                          <w:sz w:val="20"/>
                          <w:szCs w:val="20"/>
                          <w:lang w:val="es-CR"/>
                        </w:rPr>
                        <w:br/>
                      </w:r>
                      <w:r w:rsidR="002C6471">
                        <w:rPr>
                          <w:rFonts w:ascii="Franklin Gothic Medium" w:hAnsi="Franklin Gothic Medium"/>
                          <w:color w:val="FFFFFF" w:themeColor="background1"/>
                          <w:sz w:val="20"/>
                          <w:szCs w:val="20"/>
                        </w:rPr>
                        <w:t>Teléfono, Dirección de correo electrónico</w:t>
                      </w:r>
                      <w:r w:rsidR="002C6471" w:rsidRPr="00443D2F">
                        <w:rPr>
                          <w:rFonts w:ascii="Franklin Gothic Medium" w:hAnsi="Franklin Gothic Medium"/>
                          <w:color w:val="FFFFFF" w:themeColor="background1"/>
                          <w:sz w:val="20"/>
                          <w:szCs w:val="20"/>
                          <w:lang w:val="es-CR"/>
                        </w:rPr>
                        <w:br/>
                      </w:r>
                      <w:r w:rsidR="00FD77E3">
                        <w:rPr>
                          <w:rFonts w:ascii="Franklin Gothic Medium" w:hAnsi="Franklin Gothic Medium"/>
                          <w:color w:val="FFFFFF" w:themeColor="background1"/>
                          <w:sz w:val="20"/>
                          <w:szCs w:val="20"/>
                        </w:rPr>
                        <w:t>Dirección W</w:t>
                      </w:r>
                      <w:r w:rsidR="002C6471">
                        <w:rPr>
                          <w:rFonts w:ascii="Franklin Gothic Medium" w:hAnsi="Franklin Gothic Medium"/>
                          <w:color w:val="FFFFFF" w:themeColor="background1"/>
                          <w:sz w:val="20"/>
                          <w:szCs w:val="20"/>
                        </w:rPr>
                        <w:t>eb.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4449C" w:rsidSect="006A6FF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5D5" w:rsidRDefault="009655D5" w:rsidP="00443D2F">
      <w:pPr>
        <w:spacing w:after="0" w:line="240" w:lineRule="auto"/>
      </w:pPr>
      <w:r>
        <w:separator/>
      </w:r>
    </w:p>
  </w:endnote>
  <w:endnote w:type="continuationSeparator" w:id="0">
    <w:p w:rsidR="009655D5" w:rsidRDefault="009655D5" w:rsidP="00443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F" w:rsidRDefault="00443D2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F" w:rsidRDefault="00443D2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F" w:rsidRDefault="00443D2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5D5" w:rsidRDefault="009655D5" w:rsidP="00443D2F">
      <w:pPr>
        <w:spacing w:after="0" w:line="240" w:lineRule="auto"/>
      </w:pPr>
      <w:r>
        <w:separator/>
      </w:r>
    </w:p>
  </w:footnote>
  <w:footnote w:type="continuationSeparator" w:id="0">
    <w:p w:rsidR="009655D5" w:rsidRDefault="009655D5" w:rsidP="00443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F" w:rsidRDefault="00443D2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F" w:rsidRDefault="00443D2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F" w:rsidRDefault="00443D2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ctiveWritingStyle w:appName="MSWord" w:lang="pt-BR" w:vendorID="64" w:dllVersion="131078" w:nlCheck="1" w:checkStyle="0"/>
  <w:activeWritingStyle w:appName="MSWord" w:lang="es-CR" w:vendorID="64" w:dllVersion="131078" w:nlCheck="1" w:checkStyle="1"/>
  <w:activeWritingStyle w:appName="MSWord" w:lang="es-MX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D8C"/>
    <w:rsid w:val="002C6471"/>
    <w:rsid w:val="00342940"/>
    <w:rsid w:val="00391928"/>
    <w:rsid w:val="00443D2F"/>
    <w:rsid w:val="004A2174"/>
    <w:rsid w:val="00545349"/>
    <w:rsid w:val="006220BA"/>
    <w:rsid w:val="006A6FFD"/>
    <w:rsid w:val="0076019A"/>
    <w:rsid w:val="007749CD"/>
    <w:rsid w:val="008747E3"/>
    <w:rsid w:val="008A3594"/>
    <w:rsid w:val="00925AF7"/>
    <w:rsid w:val="009655D5"/>
    <w:rsid w:val="00A76BF7"/>
    <w:rsid w:val="00AD0651"/>
    <w:rsid w:val="00AF3E0B"/>
    <w:rsid w:val="00B17048"/>
    <w:rsid w:val="00B26024"/>
    <w:rsid w:val="00C10389"/>
    <w:rsid w:val="00C4449C"/>
    <w:rsid w:val="00C70BC1"/>
    <w:rsid w:val="00CC41EB"/>
    <w:rsid w:val="00D5271F"/>
    <w:rsid w:val="00D815BA"/>
    <w:rsid w:val="00DE5E9D"/>
    <w:rsid w:val="00EA3D65"/>
    <w:rsid w:val="00EB4D8C"/>
    <w:rsid w:val="00FD77E3"/>
    <w:rsid w:val="00FE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019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3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3D2F"/>
  </w:style>
  <w:style w:type="paragraph" w:styleId="Piedepgina">
    <w:name w:val="footer"/>
    <w:basedOn w:val="Normal"/>
    <w:link w:val="PiedepginaCar"/>
    <w:uiPriority w:val="99"/>
    <w:unhideWhenUsed/>
    <w:rsid w:val="00443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3D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DEL\AppData\Roaming\Microsoft\Plantillas\Tarjeta%20de%20invitaci&#243;n%20a%20cumplea&#241;os%20(dise&#241;o%20infantil,%202%20por%20p&#225;gina)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40e8ec9-c0d5-46bf-ada4-d85cb00858d0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033B31DA58764B9C95249EE3674570" ma:contentTypeVersion="3" ma:contentTypeDescription="Create a new document." ma:contentTypeScope="" ma:versionID="95dc898934bc55d44f916a4c37f6ed9f">
  <xsd:schema xmlns:xsd="http://www.w3.org/2001/XMLSchema" xmlns:xs="http://www.w3.org/2001/XMLSchema" xmlns:p="http://schemas.microsoft.com/office/2006/metadata/properties" xmlns:ns2="f40e8ec9-c0d5-46bf-ada4-d85cb00858d0" xmlns:ns3="904e2ea1-c14c-483b-89ef-f6b2df6ba23c" targetNamespace="http://schemas.microsoft.com/office/2006/metadata/properties" ma:root="true" ma:fieldsID="b2e5cbfe1fc3ad2df5ba46ab37a879c3" ns2:_="" ns3:_="">
    <xsd:import namespace="f40e8ec9-c0d5-46bf-ada4-d85cb00858d0"/>
    <xsd:import namespace="904e2ea1-c14c-483b-89ef-f6b2df6ba23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e8ec9-c0d5-46bf-ada4-d85cb00858d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4e2ea1-c14c-483b-89ef-f6b2df6ba23c" elementFormDefault="qualified">
    <xsd:import namespace="http://schemas.microsoft.com/office/2006/documentManagement/types"/>
    <xsd:import namespace="http://schemas.microsoft.com/office/infopath/2007/PartnerControls"/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F0B214-9C72-4E88-856B-E9AE8C53C00C}">
  <ds:schemaRefs>
    <ds:schemaRef ds:uri="http://schemas.microsoft.com/office/2006/metadata/properties"/>
    <ds:schemaRef ds:uri="http://schemas.microsoft.com/office/infopath/2007/PartnerControls"/>
    <ds:schemaRef ds:uri="f40e8ec9-c0d5-46bf-ada4-d85cb00858d0"/>
  </ds:schemaRefs>
</ds:datastoreItem>
</file>

<file path=customXml/itemProps2.xml><?xml version="1.0" encoding="utf-8"?>
<ds:datastoreItem xmlns:ds="http://schemas.openxmlformats.org/officeDocument/2006/customXml" ds:itemID="{2A51854F-B522-4090-B1C5-F4C49F3EE3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ED7ECC-7DBD-4FD2-A88C-A66C324086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e8ec9-c0d5-46bf-ada4-d85cb00858d0"/>
    <ds:schemaRef ds:uri="904e2ea1-c14c-483b-89ef-f6b2df6ba2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Tarjeta de invitación a cumpleaños (diseño infantil, 2 por página)</Template>
  <TotalTime>0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2015-09-02T17:43:00Z</dcterms:created>
  <dcterms:modified xsi:type="dcterms:W3CDTF">2015-09-09T19:59:00Z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0x0101000A033B31DA58764B9C95249EE3674570</vt:lpwstr>
  </property>
</Properties>
</file>