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EAC" w:rsidRDefault="00F7131B">
      <w:bookmarkStart w:id="0" w:name="_GoBack"/>
      <w:bookmarkEnd w:id="0"/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2381885</wp:posOffset>
                </wp:positionH>
                <wp:positionV relativeFrom="page">
                  <wp:posOffset>2596515</wp:posOffset>
                </wp:positionV>
                <wp:extent cx="5715000" cy="3039110"/>
                <wp:effectExtent l="635" t="0" r="0" b="317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3039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6D32" w:rsidRDefault="00B46D32" w:rsidP="000C5AC9">
                            <w:pPr>
                              <w:pStyle w:val="Ttulo1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>Esta actividad nos sirvió para crecer más como personas y más que nada para darnos cuenta de cómo es nuestra integración con el grupo.</w:t>
                            </w:r>
                          </w:p>
                          <w:p w:rsidR="00DA0D46" w:rsidRPr="00B46D32" w:rsidRDefault="00B46D32" w:rsidP="000C5AC9">
                            <w:pPr>
                              <w:pStyle w:val="Ttulo1"/>
                              <w:rPr>
                                <w:sz w:val="40"/>
                              </w:rPr>
                            </w:pPr>
                            <w:r>
                              <w:rPr>
                                <w:sz w:val="40"/>
                              </w:rPr>
                              <w:t xml:space="preserve">Ayudar sin esperar algo a cambio y que los demás te lo gratifiquen </w:t>
                            </w:r>
                            <w:r w:rsidR="00C50A01">
                              <w:rPr>
                                <w:sz w:val="40"/>
                              </w:rPr>
                              <w:t xml:space="preserve">sin que nosotros lo esperemos </w:t>
                            </w:r>
                            <w:r>
                              <w:rPr>
                                <w:sz w:val="40"/>
                              </w:rPr>
                              <w:t xml:space="preserve">nos deja una sensación de satisfacción y con ello </w:t>
                            </w:r>
                            <w:r w:rsidR="00C50A01">
                              <w:rPr>
                                <w:sz w:val="40"/>
                              </w:rPr>
                              <w:t xml:space="preserve">darnos cuenta de que no somos egoístas y compartimos lo que sabemos con quienes lo requieren. </w:t>
                            </w:r>
                            <w:r>
                              <w:rPr>
                                <w:sz w:val="4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87.55pt;margin-top:204.45pt;width:450pt;height:239.3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" filled="f" stroked="f">
                <v:textbox>
                  <w:txbxContent>
                    <w:p w:rsidR="00B46D32" w:rsidRDefault="00B46D32" w:rsidP="000C5AC9">
                      <w:pPr>
                        <w:pStyle w:val="Ttulo1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>Esta actividad nos sirvió para crecer más como personas y más que nada para darnos cuenta de cómo es nuestra integración con el grupo.</w:t>
                      </w:r>
                    </w:p>
                    <w:p w:rsidR="00DA0D46" w:rsidRPr="00B46D32" w:rsidRDefault="00B46D32" w:rsidP="000C5AC9">
                      <w:pPr>
                        <w:pStyle w:val="Ttulo1"/>
                        <w:rPr>
                          <w:sz w:val="40"/>
                        </w:rPr>
                      </w:pPr>
                      <w:r>
                        <w:rPr>
                          <w:sz w:val="40"/>
                        </w:rPr>
                        <w:t xml:space="preserve">Ayudar sin esperar algo a cambio y que los demás te lo gratifiquen </w:t>
                      </w:r>
                      <w:r w:rsidR="00C50A01">
                        <w:rPr>
                          <w:sz w:val="40"/>
                        </w:rPr>
                        <w:t xml:space="preserve">sin que nosotros lo esperemos </w:t>
                      </w:r>
                      <w:r>
                        <w:rPr>
                          <w:sz w:val="40"/>
                        </w:rPr>
                        <w:t xml:space="preserve">nos deja una sensación de satisfacción y con ello </w:t>
                      </w:r>
                      <w:r w:rsidR="00C50A01">
                        <w:rPr>
                          <w:sz w:val="40"/>
                        </w:rPr>
                        <w:t xml:space="preserve">darnos cuenta de que no somos egoístas y compartimos lo que sabemos con quienes lo requieren. </w:t>
                      </w:r>
                      <w:r>
                        <w:rPr>
                          <w:sz w:val="40"/>
                        </w:rPr>
                        <w:t xml:space="preserve"> 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3669665</wp:posOffset>
                </wp:positionH>
                <wp:positionV relativeFrom="page">
                  <wp:posOffset>1033780</wp:posOffset>
                </wp:positionV>
                <wp:extent cx="2631440" cy="659765"/>
                <wp:effectExtent l="2540" t="0" r="4445" b="190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1440" cy="659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B2E" w:rsidRDefault="00B46D32" w:rsidP="00DA0D46">
                            <w:pPr>
                              <w:pStyle w:val="Ttulo2"/>
                            </w:pPr>
                            <w:r>
                              <w:t>comentario</w:t>
                            </w:r>
                          </w:p>
                          <w:p w:rsidR="00B46D32" w:rsidRPr="00B46D32" w:rsidRDefault="00B46D32" w:rsidP="00B46D32">
                            <w:r>
                              <w:t>Actividad “El Regalo”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88.95pt;margin-top:81.4pt;width:207.2pt;height:51.9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KjJtQIAAMA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" filled="f" stroked="f">
                <v:textbox style="mso-fit-shape-to-text:t">
                  <w:txbxContent>
                    <w:p w:rsidR="00076B2E" w:rsidRDefault="00B46D32" w:rsidP="00DA0D46">
                      <w:pPr>
                        <w:pStyle w:val="Ttulo2"/>
                      </w:pPr>
                      <w:r>
                        <w:t>comentario</w:t>
                      </w:r>
                    </w:p>
                    <w:p w:rsidR="00B46D32" w:rsidRPr="00B46D32" w:rsidRDefault="00B46D32" w:rsidP="00B46D32">
                      <w:r>
                        <w:t>Actividad “El Regalo”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377190</wp:posOffset>
                </wp:positionH>
                <wp:positionV relativeFrom="page">
                  <wp:posOffset>348615</wp:posOffset>
                </wp:positionV>
                <wp:extent cx="9333230" cy="7101205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3230" cy="7101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0D46" w:rsidRPr="00DA0D46" w:rsidRDefault="00F7131B" w:rsidP="00DA0D46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s-MX" w:eastAsia="es-MX"/>
                              </w:rPr>
                              <w:drawing>
                                <wp:inline distT="0" distB="0" distL="0" distR="0">
                                  <wp:extent cx="9124950" cy="6848475"/>
                                  <wp:effectExtent l="0" t="0" r="0" b="9525"/>
                                  <wp:docPr id="2" name="Imagen 2" descr="Chalkboard background imag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halkboard background imag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24950" cy="6848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margin-left:29.7pt;margin-top:27.45pt;width:734.9pt;height:559.1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PeyuA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" filled="f" stroked="f">
                <v:textbox>
                  <w:txbxContent>
                    <w:p w:rsidR="00DA0D46" w:rsidRPr="00DA0D46" w:rsidRDefault="00F7131B" w:rsidP="00DA0D46">
                      <w:pPr>
                        <w:jc w:val="center"/>
                      </w:pPr>
                      <w:r>
                        <w:rPr>
                          <w:noProof/>
                          <w:lang w:val="es-MX" w:eastAsia="es-MX"/>
                        </w:rPr>
                        <w:drawing>
                          <wp:inline distT="0" distB="0" distL="0" distR="0">
                            <wp:extent cx="9124950" cy="6848475"/>
                            <wp:effectExtent l="0" t="0" r="0" b="9525"/>
                            <wp:docPr id="2" name="Imagen 2" descr="Chalkboard background imag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halkboard background imag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24950" cy="6848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AC4EAC" w:rsidSect="000C5AC9">
      <w:pgSz w:w="15840" w:h="12240" w:orient="landscape"/>
      <w:pgMar w:top="720" w:right="734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D32"/>
    <w:rsid w:val="00076B2E"/>
    <w:rsid w:val="000C5AC9"/>
    <w:rsid w:val="001B0432"/>
    <w:rsid w:val="003359D2"/>
    <w:rsid w:val="00515B18"/>
    <w:rsid w:val="00576962"/>
    <w:rsid w:val="007355E7"/>
    <w:rsid w:val="007976F7"/>
    <w:rsid w:val="007B247B"/>
    <w:rsid w:val="007F5619"/>
    <w:rsid w:val="00AC4EAC"/>
    <w:rsid w:val="00B46D32"/>
    <w:rsid w:val="00C50A01"/>
    <w:rsid w:val="00C749FE"/>
    <w:rsid w:val="00D3507E"/>
    <w:rsid w:val="00D524C6"/>
    <w:rsid w:val="00D970DD"/>
    <w:rsid w:val="00DA0D46"/>
    <w:rsid w:val="00F71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B593A5-829B-49C7-B93A-567C6AFF1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5AC9"/>
    <w:rPr>
      <w:rFonts w:ascii="Book Antiqua" w:hAnsi="Book Antiqua"/>
      <w:sz w:val="24"/>
      <w:szCs w:val="24"/>
      <w:lang w:val="es-ES" w:eastAsia="ko-KR"/>
    </w:rPr>
  </w:style>
  <w:style w:type="paragraph" w:styleId="Ttulo1">
    <w:name w:val="heading 1"/>
    <w:basedOn w:val="Normal"/>
    <w:next w:val="Normal"/>
    <w:qFormat/>
    <w:rsid w:val="000C5AC9"/>
    <w:pPr>
      <w:outlineLvl w:val="0"/>
    </w:pPr>
    <w:rPr>
      <w:b/>
      <w:color w:val="FFFFFF"/>
      <w:sz w:val="160"/>
    </w:rPr>
  </w:style>
  <w:style w:type="paragraph" w:styleId="Ttulo2">
    <w:name w:val="heading 2"/>
    <w:basedOn w:val="Normal"/>
    <w:next w:val="Normal"/>
    <w:qFormat/>
    <w:rsid w:val="000C5AC9"/>
    <w:pPr>
      <w:jc w:val="center"/>
      <w:outlineLvl w:val="1"/>
    </w:pPr>
    <w:rPr>
      <w:caps/>
      <w:color w:val="623D17"/>
      <w:sz w:val="48"/>
      <w:szCs w:val="4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0C5A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DEL\AppData\Roaming\Microsoft\Plantillas\Cartel%20de%20examen%20en%20curs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Cartel de examen en curso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Microsoft Corporation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FIDEL</dc:creator>
  <cp:keywords/>
  <dc:description/>
  <cp:lastModifiedBy>Full name</cp:lastModifiedBy>
  <cp:revision>2</cp:revision>
  <cp:lastPrinted>2004-03-08T14:38:00Z</cp:lastPrinted>
  <dcterms:created xsi:type="dcterms:W3CDTF">2015-11-30T02:00:00Z</dcterms:created>
  <dcterms:modified xsi:type="dcterms:W3CDTF">2015-11-30T02:00:00Z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TC010184213082</vt:lpwstr>
  </property>
</Properties>
</file>