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0C4" w:rsidRDefault="0011106C">
      <w:bookmarkStart w:id="0" w:name="_GoBack"/>
      <w:bookmarkEnd w:id="0"/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1321435</wp:posOffset>
                </wp:positionH>
                <wp:positionV relativeFrom="paragraph">
                  <wp:posOffset>1222375</wp:posOffset>
                </wp:positionV>
                <wp:extent cx="6082665" cy="3249930"/>
                <wp:effectExtent l="35560" t="107950" r="111125" b="33020"/>
                <wp:wrapNone/>
                <wp:docPr id="6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665" cy="3249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6868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87EBB" w:rsidRDefault="00D87EBB" w:rsidP="00D87EBB">
                            <w:pPr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32"/>
                              </w:rPr>
                            </w:pPr>
                          </w:p>
                          <w:p w:rsidR="00D87EBB" w:rsidRDefault="00D87EBB" w:rsidP="00D87EBB">
                            <w:pPr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32"/>
                              </w:rPr>
                            </w:pPr>
                          </w:p>
                          <w:p w:rsidR="00D87EBB" w:rsidRDefault="00D87EBB" w:rsidP="00D87EBB">
                            <w:pPr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32"/>
                              </w:rPr>
                            </w:pPr>
                          </w:p>
                          <w:p w:rsidR="00734F6F" w:rsidRDefault="003F1E0A" w:rsidP="00D87EBB">
                            <w:pPr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32"/>
                              </w:rPr>
                            </w:pPr>
                            <w:r w:rsidRPr="00D87EBB">
                              <w:rPr>
                                <w:rFonts w:ascii="Arial" w:hAnsi="Arial" w:cs="Arial"/>
                                <w:color w:val="000000"/>
                                <w:sz w:val="32"/>
                              </w:rPr>
                              <w:t>Esta reflexión n</w:t>
                            </w:r>
                            <w:r w:rsidR="00D87EBB" w:rsidRPr="00D87EBB">
                              <w:rPr>
                                <w:rFonts w:ascii="Arial" w:hAnsi="Arial" w:cs="Arial"/>
                                <w:color w:val="000000"/>
                                <w:sz w:val="32"/>
                              </w:rPr>
                              <w:t xml:space="preserve">os deja que si queremos ser amados o que nos tranten bien eso dependera </w:t>
                            </w:r>
                            <w:r w:rsidR="00734F6F">
                              <w:rPr>
                                <w:rFonts w:ascii="Arial" w:hAnsi="Arial" w:cs="Arial"/>
                                <w:color w:val="000000"/>
                                <w:sz w:val="32"/>
                              </w:rPr>
                              <w:t xml:space="preserve">de </w:t>
                            </w:r>
                            <w:r w:rsidR="00D87EBB" w:rsidRPr="00D87EBB">
                              <w:rPr>
                                <w:rFonts w:ascii="Arial" w:hAnsi="Arial" w:cs="Arial"/>
                                <w:color w:val="000000"/>
                                <w:sz w:val="32"/>
                              </w:rPr>
                              <w:t>lo que mostramos a los demás más que nada de nuestra actitud.</w:t>
                            </w:r>
                          </w:p>
                          <w:p w:rsidR="003F1E0A" w:rsidRPr="00D87EBB" w:rsidRDefault="00734F6F" w:rsidP="00D87EBB">
                            <w:pPr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32"/>
                              </w:rPr>
                              <w:t>S</w:t>
                            </w:r>
                            <w:r w:rsidR="00D87EBB" w:rsidRPr="00D87EBB">
                              <w:rPr>
                                <w:rFonts w:ascii="Arial" w:hAnsi="Arial" w:cs="Arial"/>
                                <w:color w:val="000000"/>
                                <w:sz w:val="32"/>
                              </w:rPr>
                              <w:t xml:space="preserve">i estamos recibiendo un mal trato de parte de los demás es por que estamos realizando algo mal o que a las demás personas no les gusta y simplemente estan siendo reciprocos.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6" type="#_x0000_t202" style="position:absolute;margin-left:104.05pt;margin-top:96.25pt;width:478.95pt;height:25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pIKiAIAAA0FAAAOAAAAZHJzL2Uyb0RvYy54bWysVMtu2zAQvBfoPxC8N5Jfii1EDuKkKQr0&#10;BSRFzzRJiUT4KklbSr++S8pxjKS9FLUBgStSo5nZWV1cDlqhPfdBWtPgyVmJETfUMmm6Bn+/v323&#10;xChEYhhR1vAGP/KAL9dv31z0ruZTK6xi3CMAMaHuXYNFjK4uikAF1yScWccNbLbWaxKh9F3BPOkB&#10;XatiWpZV0VvPnLeUhwB3b8ZNvM74bctp/Nq2gUekGgzcYr76fN2ma7G+IHXniROSHmiQf2ChiTTw&#10;0iPUDYkE7bx8BaUl9TbYNp5RqwvbtpLyrAHUTMoXau4EcTxrAXOCO9oU/h8s/bL/5pFkDa4wMkRD&#10;i+75ENHGDqiaJXt6F2o4defgXBzgPrQ5Sw3uk6UPARl7LYjp+JX3thecMKA3SU8WJ4+OOCGBbPvP&#10;lsF7yC7aDDS0XifvwA0E6NCmx2NrEhcKN6tyOa2qBUYU9mbT+Wo1y80rSP30uPMhfuBWo7RosIfe&#10;Z3iy/xRiokPqpyPpbcEqyW6lUrnw3fZaebQnkJPb/MsKXhxTBvXAZbYogSTVDmyLEJyHe3Fo/99B&#10;V5vNZrH6E6iWEUZASd3gZZl+6RCpk5PvDcvrSKQa1yBCmbTNc7hBWSrsDiDuBOsRk0n7pDw/h+5B&#10;BVGfLFcjLCKqgyGl0WPkbfwho8gJS2a/MmFZpf9ooHKCjNaA8JEf8AijZ9nYI4FcnXDLGUhtHwMQ&#10;h+0AilIwtpY9QhqASG45fENgIaz/hVEP89jg8HNHPMdIfTSQqNVkPk8DnIv54nwKhT/d2Z7uEEMB&#10;CrqD0bi8juPQ75yXnUgWZWnGXkEKW5nz8czqkF2Yuazn8H1IQ31a51PPX7H1bwAAAP//AwBQSwME&#10;FAAGAAgAAAAhAJ/Nb6LdAAAADAEAAA8AAABkcnMvZG93bnJldi54bWxMj8FOwzAQRO9I/IO1SNyo&#10;nQAmDXEqBOIOBe5O7Nhp43Vku23g63FPcFzN0+ybZrO4iRx1iKNHAcWKAdHYezWiEfD58XpTAYlJ&#10;opKTRy3gW0fYtJcXjayVP+G7Pm6TIbkEYy0F2JTmmtLYW+1kXPlZY84GH5xM+QyGqiBPudxNtGSM&#10;UydHzB+snPWz1f1+e3ACBrXffe3WPxheKkOdeeNDZ7kQ11fL0yOQpJf0B8NZP6tDm506f0AVySSg&#10;ZFWR0Rysy3sgZ6LgPM/rBDywu1ugbUP/j2h/AQAA//8DAFBLAQItABQABgAIAAAAIQC2gziS/gAA&#10;AOEBAAATAAAAAAAAAAAAAAAAAAAAAABbQ29udGVudF9UeXBlc10ueG1sUEsBAi0AFAAGAAgAAAAh&#10;ADj9If/WAAAAlAEAAAsAAAAAAAAAAAAAAAAALwEAAF9yZWxzLy5yZWxzUEsBAi0AFAAGAAgAAAAh&#10;AKvekgqIAgAADQUAAA4AAAAAAAAAAAAAAAAALgIAAGRycy9lMm9Eb2MueG1sUEsBAi0AFAAGAAgA&#10;AAAhAJ/Nb6LdAAAADAEAAA8AAAAAAAAAAAAAAAAA4gQAAGRycy9kb3ducmV2LnhtbFBLBQYAAAAA&#10;BAAEAPMAAADsBQAAAAA=&#10;" strokecolor="#9bbb59" strokeweight="5pt">
                <v:stroke linestyle="thickThin"/>
                <v:shadow on="t" color="#868686" opacity=".5" offset="6pt,-6pt"/>
                <v:textbox>
                  <w:txbxContent>
                    <w:p w:rsidR="00D87EBB" w:rsidRDefault="00D87EBB" w:rsidP="00D87EBB">
                      <w:pPr>
                        <w:jc w:val="both"/>
                        <w:rPr>
                          <w:rFonts w:ascii="Arial" w:hAnsi="Arial" w:cs="Arial"/>
                          <w:color w:val="000000"/>
                          <w:sz w:val="32"/>
                        </w:rPr>
                      </w:pPr>
                    </w:p>
                    <w:p w:rsidR="00D87EBB" w:rsidRDefault="00D87EBB" w:rsidP="00D87EBB">
                      <w:pPr>
                        <w:jc w:val="both"/>
                        <w:rPr>
                          <w:rFonts w:ascii="Arial" w:hAnsi="Arial" w:cs="Arial"/>
                          <w:color w:val="000000"/>
                          <w:sz w:val="32"/>
                        </w:rPr>
                      </w:pPr>
                    </w:p>
                    <w:p w:rsidR="00D87EBB" w:rsidRDefault="00D87EBB" w:rsidP="00D87EBB">
                      <w:pPr>
                        <w:jc w:val="both"/>
                        <w:rPr>
                          <w:rFonts w:ascii="Arial" w:hAnsi="Arial" w:cs="Arial"/>
                          <w:color w:val="000000"/>
                          <w:sz w:val="32"/>
                        </w:rPr>
                      </w:pPr>
                    </w:p>
                    <w:p w:rsidR="00734F6F" w:rsidRDefault="003F1E0A" w:rsidP="00D87EBB">
                      <w:pPr>
                        <w:jc w:val="both"/>
                        <w:rPr>
                          <w:rFonts w:ascii="Arial" w:hAnsi="Arial" w:cs="Arial"/>
                          <w:color w:val="000000"/>
                          <w:sz w:val="32"/>
                        </w:rPr>
                      </w:pPr>
                      <w:r w:rsidRPr="00D87EBB">
                        <w:rPr>
                          <w:rFonts w:ascii="Arial" w:hAnsi="Arial" w:cs="Arial"/>
                          <w:color w:val="000000"/>
                          <w:sz w:val="32"/>
                        </w:rPr>
                        <w:t>Esta reflexión n</w:t>
                      </w:r>
                      <w:r w:rsidR="00D87EBB" w:rsidRPr="00D87EBB">
                        <w:rPr>
                          <w:rFonts w:ascii="Arial" w:hAnsi="Arial" w:cs="Arial"/>
                          <w:color w:val="000000"/>
                          <w:sz w:val="32"/>
                        </w:rPr>
                        <w:t xml:space="preserve">os deja que si queremos ser amados o que nos tranten bien eso dependera </w:t>
                      </w:r>
                      <w:r w:rsidR="00734F6F">
                        <w:rPr>
                          <w:rFonts w:ascii="Arial" w:hAnsi="Arial" w:cs="Arial"/>
                          <w:color w:val="000000"/>
                          <w:sz w:val="32"/>
                        </w:rPr>
                        <w:t xml:space="preserve">de </w:t>
                      </w:r>
                      <w:r w:rsidR="00D87EBB" w:rsidRPr="00D87EBB">
                        <w:rPr>
                          <w:rFonts w:ascii="Arial" w:hAnsi="Arial" w:cs="Arial"/>
                          <w:color w:val="000000"/>
                          <w:sz w:val="32"/>
                        </w:rPr>
                        <w:t>lo que mostramos a los demás más que nada de nuestra actitud.</w:t>
                      </w:r>
                    </w:p>
                    <w:p w:rsidR="003F1E0A" w:rsidRPr="00D87EBB" w:rsidRDefault="00734F6F" w:rsidP="00D87EBB">
                      <w:pPr>
                        <w:jc w:val="both"/>
                        <w:rPr>
                          <w:rFonts w:ascii="Arial" w:hAnsi="Arial" w:cs="Arial"/>
                          <w:color w:val="000000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32"/>
                        </w:rPr>
                        <w:t>S</w:t>
                      </w:r>
                      <w:r w:rsidR="00D87EBB" w:rsidRPr="00D87EBB">
                        <w:rPr>
                          <w:rFonts w:ascii="Arial" w:hAnsi="Arial" w:cs="Arial"/>
                          <w:color w:val="000000"/>
                          <w:sz w:val="32"/>
                        </w:rPr>
                        <w:t xml:space="preserve">i estamos recibiendo un mal trato de parte de los demás es por que estamos realizando algo mal o que a las demás personas no les gusta y simplemente estan siendo reciprocos.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2521585</wp:posOffset>
                </wp:positionH>
                <wp:positionV relativeFrom="paragraph">
                  <wp:posOffset>176530</wp:posOffset>
                </wp:positionV>
                <wp:extent cx="3348355" cy="684530"/>
                <wp:effectExtent l="0" t="0" r="16510" b="24765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8355" cy="68453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4BACC6"/>
                            </a:gs>
                            <a:gs pos="100000">
                              <a:srgbClr val="308298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205867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1E0A" w:rsidRPr="003F1E0A" w:rsidRDefault="003F1E0A" w:rsidP="003F1E0A">
                            <w:pPr>
                              <w:jc w:val="center"/>
                              <w:rPr>
                                <w:rFonts w:ascii="Arial Black" w:hAnsi="Arial Black"/>
                                <w:sz w:val="36"/>
                              </w:rPr>
                            </w:pPr>
                            <w:r w:rsidRPr="003F1E0A">
                              <w:rPr>
                                <w:rFonts w:ascii="Arial Black" w:hAnsi="Arial Black"/>
                                <w:sz w:val="36"/>
                              </w:rPr>
                              <w:t>COMENTARIO</w:t>
                            </w:r>
                          </w:p>
                          <w:p w:rsidR="003F1E0A" w:rsidRPr="003F1E0A" w:rsidRDefault="003F1E0A" w:rsidP="003F1E0A">
                            <w:pPr>
                              <w:jc w:val="center"/>
                              <w:rPr>
                                <w:rFonts w:ascii="Agency FB" w:hAnsi="Agency FB"/>
                                <w:sz w:val="36"/>
                              </w:rPr>
                            </w:pPr>
                            <w:r w:rsidRPr="003F1E0A">
                              <w:rPr>
                                <w:rFonts w:ascii="Agency FB" w:hAnsi="Agency FB"/>
                                <w:sz w:val="36"/>
                              </w:rPr>
                              <w:t>“La Nuera y la Suegra”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Cuadro de texto 2" o:spid="_x0000_s1027" type="#_x0000_t202" style="position:absolute;margin-left:198.55pt;margin-top:13.9pt;width:263.65pt;height:53.9pt;z-index:2516572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bQ7GwMAAF8GAAAOAAAAZHJzL2Uyb0RvYy54bWysVU2P0zAQvSPxHyzfu/lo2ibRpqttlyKk&#10;5UPsIs5u7CQWiR1st8mC+O+MnbSbAgeE6MEax+PxezPzptc3fVOjI1OaS5Hh4MrHiIlcUi7KDH96&#10;3M1ijLQhgpJaCpbhJ6bxzfrli+uuTVkoK1lTphAEETrt2gxXxrSp5+m8Yg3RV7JlAg4LqRpiYKtK&#10;jyrSQfSm9kLfX3qdVLRVMmdaw9e74RCvXfyiYLl5XxSaGVRnGLAZtyq37u3qra9JWirSVjwfYZB/&#10;QNEQLuDRc6g7Ygg6KP5bqIbnSmpZmKtcNp4sCp4zxwHYBP4vbB4q0jLHBZKj23Oa9P8Lm787flCI&#10;0wwvMBKkgRJtD4QqiShDhvVGotAmqWt1Cr4PLXibfiN7KLYjrNt7mX/RSMhtRUTJbpWSXcUIBZCB&#10;velNrg5xtA2y795KCq+Rg5EuUF+oxmYQcoIgOhTr6VwgwIFy+DifR/F8AUhzOFvG0WLuKuiR9HS7&#10;Vdq8ZrJB1siwggZw0cnxXhuLhqQnl7FcdMfrGilpPnNTuYzbZ92hhjuDgVoJfIbPWpX7ba3QkUBP&#10;RZvb7XbpeELx9dQ78O1vSNL0ytyPwySeXAFM5emplpgK2SXDeqw+SQtA+Cg/AhfbxgsX1rbyaEE7&#10;jxa09GCNTCGOowwN7mhaeLWwq5CW9uA2fGFOLSNjeTBMPVS0Q5TbPIbxHCDDBt6ax/7ST1YYkboE&#10;zedG4T+m7yJPob+Il6uR9Dm6A3fxMFR6hGBr7hT0PQnCyN+EyWy3jFezaBctZsnKj2d+kGySpR8l&#10;0d3uh81zEKUVp5SJey7YSc1B9HdqGefKoEOnZ9SdSy5rfk7gBS9X41MT6qlbwyGFqOZNhmPnZcmT&#10;1ErjlaDONoTXg+1dYh/y0kPzQW+cUuKEZLUzqMj0+94J16nMimwv6RMoC1rZ4rZTGYxKqm8YdTDh&#10;oKO+HohiGNVvBHRzEkSRHYluEy1WIWzU9GQ/PSEih1AZNlB3Z24N7ODKoVW8rOCl0zy4BUXvuBPb&#10;MypgYjcwxRynceLaMTndO6/n/4X1TwAAAP//AwBQSwMEFAAGAAgAAAAhAPpiTFneAAAACgEAAA8A&#10;AABkcnMvZG93bnJldi54bWxMj8FOg0AQhu8mvsNmTLzZpYDUUpbGmODBW6sPsGWngGVnCbsttE/v&#10;eNLjZL78//cX29n24oKj7xwpWC4iEEi1Mx01Cr4+q6cXED5oMrp3hAqu6GFb3t8VOjduoh1e9qER&#10;HEI+1wraEIZcSl+3aLVfuAGJf0c3Wh34HBtpRj1xuO1lHEWZtLojbmj1gG8t1qf92Sp4/3bTnFAw&#10;1/T2saviW2aqU6bU48P8ugERcA5/MPzqszqU7HRwZzJe9AqS9WrJqIJ4xRMYWMdpCuLAZPKcgSwL&#10;+X9C+QMAAP//AwBQSwECLQAUAAYACAAAACEAtoM4kv4AAADhAQAAEwAAAAAAAAAAAAAAAAAAAAAA&#10;W0NvbnRlbnRfVHlwZXNdLnhtbFBLAQItABQABgAIAAAAIQA4/SH/1gAAAJQBAAALAAAAAAAAAAAA&#10;AAAAAC8BAABfcmVscy8ucmVsc1BLAQItABQABgAIAAAAIQCWrbQ7GwMAAF8GAAAOAAAAAAAAAAAA&#10;AAAAAC4CAABkcnMvZTJvRG9jLnhtbFBLAQItABQABgAIAAAAIQD6YkxZ3gAAAAoBAAAPAAAAAAAA&#10;AAAAAAAAAHUFAABkcnMvZG93bnJldi54bWxQSwUGAAAAAAQABADzAAAAgAYAAAAA&#10;" fillcolor="#4bacc6" stroked="f" strokeweight="0">
                <v:fill color2="#308298" focusposition=".5,.5" focussize="" focus="100%" type="gradientRadial"/>
                <v:shadow on="t" color="#205867" offset="1pt"/>
                <v:textbox style="mso-fit-shape-to-text:t">
                  <w:txbxContent>
                    <w:p w:rsidR="003F1E0A" w:rsidRPr="003F1E0A" w:rsidRDefault="003F1E0A" w:rsidP="003F1E0A">
                      <w:pPr>
                        <w:jc w:val="center"/>
                        <w:rPr>
                          <w:rFonts w:ascii="Arial Black" w:hAnsi="Arial Black"/>
                          <w:sz w:val="36"/>
                        </w:rPr>
                      </w:pPr>
                      <w:r w:rsidRPr="003F1E0A">
                        <w:rPr>
                          <w:rFonts w:ascii="Arial Black" w:hAnsi="Arial Black"/>
                          <w:sz w:val="36"/>
                        </w:rPr>
                        <w:t>COMENTARIO</w:t>
                      </w:r>
                    </w:p>
                    <w:p w:rsidR="003F1E0A" w:rsidRPr="003F1E0A" w:rsidRDefault="003F1E0A" w:rsidP="003F1E0A">
                      <w:pPr>
                        <w:jc w:val="center"/>
                        <w:rPr>
                          <w:rFonts w:ascii="Agency FB" w:hAnsi="Agency FB"/>
                          <w:sz w:val="36"/>
                        </w:rPr>
                      </w:pPr>
                      <w:r w:rsidRPr="003F1E0A">
                        <w:rPr>
                          <w:rFonts w:ascii="Agency FB" w:hAnsi="Agency FB"/>
                          <w:sz w:val="36"/>
                        </w:rPr>
                        <w:t>“La Nuera y la Suegra”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3703320</wp:posOffset>
                </wp:positionV>
                <wp:extent cx="9372600" cy="2496185"/>
                <wp:effectExtent l="635" t="0" r="0" b="1270"/>
                <wp:wrapNone/>
                <wp:docPr id="3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0" cy="2496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60C4" w:rsidRDefault="0011106C"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val="es-MX" w:eastAsia="es-MX"/>
                              </w:rPr>
                              <w:drawing>
                                <wp:inline distT="0" distB="0" distL="0" distR="0">
                                  <wp:extent cx="9096375" cy="2400300"/>
                                  <wp:effectExtent l="0" t="0" r="85725" b="38100"/>
                                  <wp:docPr id="2" name="Imagen 2" descr="Materiales de pintur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teriales de pintur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96375" cy="2400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>
                                            <a:outerShdw dist="74053" dir="1857825" algn="ctr" rotWithShape="0">
                                              <a:srgbClr val="C0C0C0">
                                                <a:alpha val="83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28" type="#_x0000_t202" style="position:absolute;margin-left:-2.2pt;margin-top:291.6pt;width:738pt;height:196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cOmuA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jATtoUUPbG/QrdyjOLTlGQedgdf9AH5mD+fQZkdVD3ey+qqRkMuWig27UUqOLaM1pOdu+mdX&#10;JxxtQdbjB1lDHLo10gHtG9Xb2kE1EKBDmx5PrbG5VHCYXs6jOABTBbaIpHGYzGx2Ps2O1welzTsm&#10;e2QXOVbQewdPd3faTK5HFxtNyJJ3net/J54dAOZ0AsHhqrXZNFw7f6RBukpWCfFIFK88EhSFd1Mu&#10;iReX4XxWXBbLZRH+tHFDkrW8rpmwYY7SCsmfte4g8kkUJ3Fp2fHawtmUtNqsl51COwrSLt13KMiZ&#10;m/88DVcv4PKCUhiR4DZKvTJO5h4pycxL50HiBWF6m8YBSUlRPqd0xwX7d0pohL7Ootmkpt9yC9z3&#10;mhvNem5geHS8z3FycqKZ1eBK1K61hvJuWp+Vwqb/VApo97HRTrFWpJNczX69d28jOj6EtawfQcJK&#10;gsBAjDD4YNFK9R2jEYZIjvW3LVUMo+69gGeQhoTYqeM2ZDaPYKPOLetzCxUVQOXYYDQtl2aaVNtB&#10;8U0LkY4P7waeTsmdqO0bm7ICRnYDg8JxOww1O4nO987rafQufgEAAP//AwBQSwMEFAAGAAgAAAAh&#10;APncMZrgAAAACwEAAA8AAABkcnMvZG93bnJldi54bWxMj8tuwjAQRfeV+g/WVOoOnEAIkGaCUB9S&#10;F92UpnsTD0nUeBzFhoS/r1m1y9E9uvdMvptMJy40uNYyQjyPQBBXVrdcI5Rfb7MNCOcVa9VZJoQr&#10;OdgV93e5yrQd+ZMuB1+LUMIuUwiN930mpasaMsrNbU8cspMdjPLhHGqpBzWGctPJRRSl0qiWw0Kj&#10;enpuqPo5nA2C93ofX8tX496/p4+XsYmqlSoRHx+m/RMIT5P/g+GmH9ShCE5He2btRIcwS5JAIqw2&#10;ywWIG5Cs4xTEEWG7Tpcgi1z+/6H4BQAA//8DAFBLAQItABQABgAIAAAAIQC2gziS/gAAAOEBAAAT&#10;AAAAAAAAAAAAAAAAAAAAAABbQ29udGVudF9UeXBlc10ueG1sUEsBAi0AFAAGAAgAAAAhADj9If/W&#10;AAAAlAEAAAsAAAAAAAAAAAAAAAAALwEAAF9yZWxzLy5yZWxzUEsBAi0AFAAGAAgAAAAhAGIxw6a4&#10;AgAAwgUAAA4AAAAAAAAAAAAAAAAALgIAAGRycy9lMm9Eb2MueG1sUEsBAi0AFAAGAAgAAAAhAPnc&#10;MZrgAAAACwEAAA8AAAAAAAAAAAAAAAAAEgUAAGRycy9kb3ducmV2LnhtbFBLBQYAAAAABAAEAPMA&#10;AAAfBgAAAAA=&#10;" filled="f" stroked="f">
                <v:textbox style="mso-fit-shape-to-text:t">
                  <w:txbxContent>
                    <w:p w:rsidR="004860C4" w:rsidRDefault="0011106C"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val="es-MX" w:eastAsia="es-MX"/>
                        </w:rPr>
                        <w:drawing>
                          <wp:inline distT="0" distB="0" distL="0" distR="0">
                            <wp:extent cx="9096375" cy="2400300"/>
                            <wp:effectExtent l="0" t="0" r="85725" b="38100"/>
                            <wp:docPr id="2" name="Imagen 2" descr="Materiales de pintur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teriales de pintur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96375" cy="2400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>
                                      <a:outerShdw dist="74053" dir="1857825" algn="ctr" rotWithShape="0">
                                        <a:srgbClr val="C0C0C0">
                                          <a:alpha val="83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1228725</wp:posOffset>
                </wp:positionH>
                <wp:positionV relativeFrom="page">
                  <wp:posOffset>412115</wp:posOffset>
                </wp:positionV>
                <wp:extent cx="8488680" cy="6538595"/>
                <wp:effectExtent l="0" t="2540" r="0" b="2540"/>
                <wp:wrapNone/>
                <wp:docPr id="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88680" cy="653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60C4" w:rsidRDefault="0011106C"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val="es-MX" w:eastAsia="es-MX"/>
                              </w:rPr>
                              <w:drawing>
                                <wp:inline distT="0" distB="0" distL="0" distR="0">
                                  <wp:extent cx="8277225" cy="6448425"/>
                                  <wp:effectExtent l="0" t="0" r="9525" b="9525"/>
                                  <wp:docPr id="4" name="Imagen 4" descr="Marco amarill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Marco amarill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77225" cy="6448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29" type="#_x0000_t202" style="position:absolute;margin-left:96.75pt;margin-top:32.45pt;width:668.4pt;height:514.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nawuAIAAMIFAAAOAAAAZHJzL2Uyb0RvYy54bWysVF1vmzAUfZ+0/2D5nQKpIYBKqjaEaVL3&#10;IbX7AQ6YYA1sZjsh3bT/vmuTpGmrSdM2HpDte33uxzm+V9f7vkM7pjSXIsfhRYARE5Wsudjk+MtD&#10;6SUYaUNFTTspWI4fmcbXi7dvrsYhYzPZyq5mCgGI0Nk45Lg1Zsh8X1ct66m+kAMTYGyk6qmBrdr4&#10;taIjoPedPwuC2B+lqgclK6Y1nBaTES8cftOwynxqGs0M6nIMuRn3V+6/tn9/cUWzjaJDy6tDGvQv&#10;sugpFxD0BFVQQ9FW8VdQPa+U1LIxF5Xsfdk0vGKuBqgmDF5Uc9/SgblaoDl6OLVJ/z/Y6uPus0K8&#10;Bu4wErQHih7Y3qBbuUexa8846Ay87gfwM3s4t662VD3cyeqrRkIuWyo27EYpObaM1pBeaBvrn121&#10;hGi4AiDr8YOsIQ7dGumA9o3qLSB0AwE60PR4osbmUsFhQpIkTsBUgS2OLpMojVwMmh2vD0qbd0z2&#10;yC5yrIB7B093d9rYdGh2dLHRhCx51zn+O/HsABynEwgOV63NpuHo/JEG6SpZJcQjs3jlkaAovJty&#10;Sby4DOdRcVksl0X408YNSdbyumbChjlKKyR/Rt1B5JMoTuLSsuO1hbMpabVZLzuFdhSkXbrv0JAz&#10;N/95Gq4JUMuLksIZCW5nqVfGydwjJYm8dB4kXhCmt2kckJQU5fOS7rhg/14SGnOcRrNoUtNvawvc&#10;97o2mvXcwPDoeA/6ODnRzGpwJWpHraG8m9ZnrbDpP7UC6D4S7RRrRTrJ1ezXe/c2Lm10K+C1rB9B&#10;wkqCwECMMPhg0Ur1HaMRhkiO9bctVQyj7r2AZ5CGhNip4zYkms9go84t63MLFRVA5dhgNC2XZppU&#10;20HxTQuRjg/vBp5OyZ2on7I6PDgYFK62w1Czk+h877yeRu/iFwAAAP//AwBQSwMEFAAGAAgAAAAh&#10;AMsHLBPfAAAADAEAAA8AAABkcnMvZG93bnJldi54bWxMj01PwzAMhu9I/IfISNxYMrpWtDSdJj4k&#10;DlwY5e41oa1onKrJ1u7f453g5ld+9PpxuV3cIE52Cr0nDeuVAmGp8aanVkP9+Xr3ACJEJIODJ6vh&#10;bANsq+urEgvjZ/qwp31sBZdQKFBDF+NYSBmazjoMKz9a4t23nxxGjlMrzYQzl7tB3iuVSYc98YUO&#10;R/vU2eZnf3QaYjS79bl+ceHta3l/njvVpFhrfXuz7B5BRLvEPxgu+qwOFTsd/JFMEAPnPEkZ1ZBt&#10;chAXIE1UAuLAk8o3GciqlP+fqH4BAAD//wMAUEsBAi0AFAAGAAgAAAAhALaDOJL+AAAA4QEAABMA&#10;AAAAAAAAAAAAAAAAAAAAAFtDb250ZW50X1R5cGVzXS54bWxQSwECLQAUAAYACAAAACEAOP0h/9YA&#10;AACUAQAACwAAAAAAAAAAAAAAAAAvAQAAX3JlbHMvLnJlbHNQSwECLQAUAAYACAAAACEAzaJ2sLgC&#10;AADCBQAADgAAAAAAAAAAAAAAAAAuAgAAZHJzL2Uyb0RvYy54bWxQSwECLQAUAAYACAAAACEAywcs&#10;E98AAAAMAQAADwAAAAAAAAAAAAAAAAASBQAAZHJzL2Rvd25yZXYueG1sUEsFBgAAAAAEAAQA8wAA&#10;AB4GAAAAAA==&#10;" filled="f" stroked="f">
                <v:textbox style="mso-fit-shape-to-text:t">
                  <w:txbxContent>
                    <w:p w:rsidR="004860C4" w:rsidRDefault="0011106C"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val="es-MX" w:eastAsia="es-MX"/>
                        </w:rPr>
                        <w:drawing>
                          <wp:inline distT="0" distB="0" distL="0" distR="0">
                            <wp:extent cx="8277225" cy="6448425"/>
                            <wp:effectExtent l="0" t="0" r="9525" b="9525"/>
                            <wp:docPr id="4" name="Imagen 4" descr="Marco amarill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Marco amarill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77225" cy="6448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4860C4" w:rsidSect="004860C4">
      <w:pgSz w:w="16839" w:h="11907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E0A"/>
    <w:rsid w:val="000F5C7B"/>
    <w:rsid w:val="0011106C"/>
    <w:rsid w:val="003F1E0A"/>
    <w:rsid w:val="004860C4"/>
    <w:rsid w:val="004E6230"/>
    <w:rsid w:val="00576DCC"/>
    <w:rsid w:val="00734F6F"/>
    <w:rsid w:val="00CC78CB"/>
    <w:rsid w:val="00D8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8119077-4546-4837-83EF-A00DB46F8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entury Gothic" w:hAnsi="Century Gothic" w:cs="Century Gothic"/>
      <w:sz w:val="24"/>
      <w:szCs w:val="24"/>
      <w:lang w:val="en-US" w:eastAsia="en-US"/>
    </w:rPr>
  </w:style>
  <w:style w:type="paragraph" w:styleId="Ttulo1">
    <w:name w:val="heading 1"/>
    <w:basedOn w:val="Normal"/>
    <w:next w:val="Normal"/>
    <w:qFormat/>
    <w:pPr>
      <w:spacing w:line="240" w:lineRule="exact"/>
      <w:jc w:val="center"/>
      <w:outlineLvl w:val="0"/>
    </w:pPr>
    <w:rPr>
      <w:rFonts w:cs="Times New Roman"/>
    </w:rPr>
  </w:style>
  <w:style w:type="paragraph" w:styleId="Ttulo2">
    <w:name w:val="heading 2"/>
    <w:basedOn w:val="Ttulo1"/>
    <w:next w:val="Normal"/>
    <w:qFormat/>
    <w:pPr>
      <w:spacing w:line="360" w:lineRule="exact"/>
      <w:outlineLvl w:val="1"/>
    </w:pPr>
    <w:rPr>
      <w:b/>
      <w:caps/>
      <w:sz w:val="32"/>
      <w:szCs w:val="32"/>
    </w:rPr>
  </w:style>
  <w:style w:type="paragraph" w:styleId="Ttulo3">
    <w:name w:val="heading 3"/>
    <w:basedOn w:val="Ttulo1"/>
    <w:next w:val="Normal"/>
    <w:qFormat/>
    <w:pPr>
      <w:spacing w:after="40"/>
      <w:outlineLvl w:val="2"/>
    </w:pPr>
    <w:rPr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after="240"/>
    </w:pPr>
  </w:style>
  <w:style w:type="paragraph" w:styleId="Saludo">
    <w:name w:val="Salutation"/>
    <w:basedOn w:val="Normal"/>
    <w:next w:val="Normal"/>
    <w:pPr>
      <w:spacing w:before="240"/>
    </w:pPr>
  </w:style>
  <w:style w:type="character" w:customStyle="1" w:styleId="FechaCar">
    <w:name w:val="Fecha Car"/>
    <w:link w:val="Fecha"/>
    <w:locked/>
    <w:rPr>
      <w:rFonts w:ascii="Century Gothic" w:hAnsi="Century Gothic" w:hint="default"/>
      <w:sz w:val="24"/>
      <w:szCs w:val="24"/>
      <w:lang w:val="en-US" w:eastAsia="en-US" w:bidi="en-US"/>
    </w:rPr>
  </w:style>
  <w:style w:type="paragraph" w:styleId="Fecha">
    <w:name w:val="Date"/>
    <w:basedOn w:val="Normal"/>
    <w:next w:val="Normal"/>
    <w:link w:val="FechaCar"/>
    <w:pPr>
      <w:spacing w:before="720" w:after="480"/>
    </w:p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Greeting">
    <w:name w:val="Greeting"/>
    <w:basedOn w:val="Normal"/>
    <w:pPr>
      <w:spacing w:after="240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DEL\AppData\Roaming\Microsoft\Plantillas\Membrete%20para%20los%20ni&#241;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7662C67-22DA-453E-907F-BB918B3A19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Membrete para los niños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FIDEL</dc:creator>
  <cp:keywords/>
  <dc:description/>
  <cp:lastModifiedBy>Full name</cp:lastModifiedBy>
  <cp:revision>2</cp:revision>
  <cp:lastPrinted>2004-01-13T20:44:00Z</cp:lastPrinted>
  <dcterms:created xsi:type="dcterms:W3CDTF">2015-11-30T01:50:00Z</dcterms:created>
  <dcterms:modified xsi:type="dcterms:W3CDTF">2015-11-30T01:50:00Z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TC010219773082</vt:lpwstr>
  </property>
</Properties>
</file>