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BBBF6" w14:textId="77777777"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15FACDDD" wp14:editId="51B843A4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14:paraId="648678F3" w14:textId="77777777"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14:paraId="15DADF0B" w14:textId="77777777" w:rsidR="009A654C" w:rsidRPr="009A654C" w:rsidRDefault="009A654C" w:rsidP="009A654C">
      <w:pPr>
        <w:rPr>
          <w:rFonts w:ascii="Arial" w:hAnsi="Arial" w:cs="Arial"/>
          <w:sz w:val="24"/>
        </w:rPr>
      </w:pPr>
    </w:p>
    <w:p w14:paraId="08AB5788" w14:textId="77777777" w:rsidR="009A654C" w:rsidRDefault="009A654C" w:rsidP="009A654C">
      <w:pPr>
        <w:rPr>
          <w:rFonts w:ascii="Arial" w:hAnsi="Arial" w:cs="Arial"/>
          <w:sz w:val="24"/>
        </w:rPr>
      </w:pPr>
    </w:p>
    <w:p w14:paraId="3049A82A" w14:textId="77777777"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14:paraId="14C53019" w14:textId="77777777" w:rsidR="00652212" w:rsidRDefault="00652212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Reporte de lectura: </w:t>
      </w:r>
      <w:r w:rsidR="003C2FD4" w:rsidRPr="003C2FD4">
        <w:rPr>
          <w:rFonts w:ascii="Arial" w:hAnsi="Arial" w:cs="Arial"/>
          <w:sz w:val="24"/>
        </w:rPr>
        <w:t>EDUCACIÓN A DISTANCIA: PRINCIPIOS Y TENDENCIAS</w:t>
      </w:r>
    </w:p>
    <w:p w14:paraId="6BD2E494" w14:textId="77777777" w:rsidR="003C2FD4" w:rsidRDefault="003C2FD4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14:paraId="1497F622" w14:textId="77777777" w:rsidR="003C2FD4" w:rsidRDefault="002E3218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lectura hacer referen</w:t>
      </w:r>
      <w:r w:rsidR="003C2FD4">
        <w:rPr>
          <w:rFonts w:ascii="Arial" w:hAnsi="Arial" w:cs="Arial"/>
          <w:sz w:val="24"/>
        </w:rPr>
        <w:t xml:space="preserve">cia a la </w:t>
      </w:r>
      <w:r>
        <w:rPr>
          <w:rFonts w:ascii="Arial" w:hAnsi="Arial" w:cs="Arial"/>
          <w:sz w:val="24"/>
        </w:rPr>
        <w:t>educación</w:t>
      </w:r>
      <w:r w:rsidR="003C2FD4">
        <w:rPr>
          <w:rFonts w:ascii="Arial" w:hAnsi="Arial" w:cs="Arial"/>
          <w:sz w:val="24"/>
        </w:rPr>
        <w:t xml:space="preserve"> a distancia </w:t>
      </w:r>
      <w:r>
        <w:rPr>
          <w:rFonts w:ascii="Arial" w:hAnsi="Arial" w:cs="Arial"/>
          <w:sz w:val="24"/>
        </w:rPr>
        <w:t>así</w:t>
      </w:r>
      <w:r w:rsidR="003C2FD4">
        <w:rPr>
          <w:rFonts w:ascii="Arial" w:hAnsi="Arial" w:cs="Arial"/>
          <w:sz w:val="24"/>
        </w:rPr>
        <w:t xml:space="preserve"> como rápidamente se ha posicionado como una de las mejores opciones para muchos países, es por eso que en esta lectura se resaltan los </w:t>
      </w:r>
      <w:r>
        <w:rPr>
          <w:rFonts w:ascii="Arial" w:hAnsi="Arial" w:cs="Arial"/>
          <w:sz w:val="24"/>
        </w:rPr>
        <w:t>lugares</w:t>
      </w:r>
      <w:r w:rsidR="003C2FD4">
        <w:rPr>
          <w:rFonts w:ascii="Arial" w:hAnsi="Arial" w:cs="Arial"/>
          <w:sz w:val="24"/>
        </w:rPr>
        <w:t xml:space="preserve"> de donde </w:t>
      </w:r>
      <w:r>
        <w:rPr>
          <w:rFonts w:ascii="Arial" w:hAnsi="Arial" w:cs="Arial"/>
          <w:sz w:val="24"/>
        </w:rPr>
        <w:t>nació</w:t>
      </w:r>
      <w:r w:rsidR="003C2FD4">
        <w:rPr>
          <w:rFonts w:ascii="Arial" w:hAnsi="Arial" w:cs="Arial"/>
          <w:sz w:val="24"/>
        </w:rPr>
        <w:t xml:space="preserve"> la dichosa educación a distancia tal es el caso de la Universidad de Londres que fue la primera universidad en ofrecer programas en educación a distancia, ya que muchos de sus habitantes estaban bajo el imperio colonia de la India y Australia.</w:t>
      </w:r>
    </w:p>
    <w:p w14:paraId="24CA2D47" w14:textId="77777777" w:rsidR="003C2FD4" w:rsidRDefault="003C2FD4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Donde se ha vuelto realmente un gran cambio es en la ciudad de Estados Unidos ya que el rápido </w:t>
      </w:r>
      <w:r w:rsidR="002E3218">
        <w:rPr>
          <w:rFonts w:ascii="Arial" w:hAnsi="Arial" w:cs="Arial"/>
          <w:sz w:val="24"/>
        </w:rPr>
        <w:t>avance</w:t>
      </w:r>
      <w:r>
        <w:rPr>
          <w:rFonts w:ascii="Arial" w:hAnsi="Arial" w:cs="Arial"/>
          <w:sz w:val="24"/>
        </w:rPr>
        <w:t xml:space="preserve"> de la tecnología se fue dando y los ciudadanos les gustaba esta forma de vida, viendo a esto como un </w:t>
      </w:r>
      <w:r w:rsidR="002E3218">
        <w:rPr>
          <w:rFonts w:ascii="Arial" w:hAnsi="Arial" w:cs="Arial"/>
          <w:sz w:val="24"/>
        </w:rPr>
        <w:t>servicio</w:t>
      </w:r>
      <w:r>
        <w:rPr>
          <w:rFonts w:ascii="Arial" w:hAnsi="Arial" w:cs="Arial"/>
          <w:sz w:val="24"/>
        </w:rPr>
        <w:t xml:space="preserve"> de calidad entre los mismo que </w:t>
      </w:r>
      <w:r w:rsidR="002E3218">
        <w:rPr>
          <w:rFonts w:ascii="Arial" w:hAnsi="Arial" w:cs="Arial"/>
          <w:sz w:val="24"/>
        </w:rPr>
        <w:t>conformaban</w:t>
      </w:r>
      <w:r>
        <w:rPr>
          <w:rFonts w:ascii="Arial" w:hAnsi="Arial" w:cs="Arial"/>
          <w:sz w:val="24"/>
        </w:rPr>
        <w:t xml:space="preserve"> a la estado.</w:t>
      </w:r>
    </w:p>
    <w:p w14:paraId="7B37B5BC" w14:textId="77777777" w:rsidR="003C2FD4" w:rsidRDefault="003C2FD4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un mundo globalizado donde cada </w:t>
      </w:r>
      <w:r w:rsidR="002E3218">
        <w:rPr>
          <w:rFonts w:ascii="Arial" w:hAnsi="Arial" w:cs="Arial"/>
          <w:sz w:val="24"/>
        </w:rPr>
        <w:t>vez</w:t>
      </w:r>
      <w:r>
        <w:rPr>
          <w:rFonts w:ascii="Arial" w:hAnsi="Arial" w:cs="Arial"/>
          <w:sz w:val="24"/>
        </w:rPr>
        <w:t xml:space="preserve"> resulta ser </w:t>
      </w:r>
      <w:r w:rsidR="002E3218">
        <w:rPr>
          <w:rFonts w:ascii="Arial" w:hAnsi="Arial" w:cs="Arial"/>
          <w:sz w:val="24"/>
        </w:rPr>
        <w:t>más</w:t>
      </w:r>
      <w:r>
        <w:rPr>
          <w:rFonts w:ascii="Arial" w:hAnsi="Arial" w:cs="Arial"/>
          <w:sz w:val="24"/>
        </w:rPr>
        <w:t xml:space="preserve"> difícil competir con la vida y las oportunidades se dan de mayores a menores, surge la </w:t>
      </w:r>
      <w:r w:rsidR="002E3218">
        <w:rPr>
          <w:rFonts w:ascii="Arial" w:hAnsi="Arial" w:cs="Arial"/>
          <w:sz w:val="24"/>
        </w:rPr>
        <w:t>educación</w:t>
      </w:r>
      <w:r>
        <w:rPr>
          <w:rFonts w:ascii="Arial" w:hAnsi="Arial" w:cs="Arial"/>
          <w:sz w:val="24"/>
        </w:rPr>
        <w:t xml:space="preserve"> a distancia, el país </w:t>
      </w:r>
      <w:r w:rsidR="002E3218">
        <w:rPr>
          <w:rFonts w:ascii="Arial" w:hAnsi="Arial" w:cs="Arial"/>
          <w:sz w:val="24"/>
        </w:rPr>
        <w:t>con</w:t>
      </w:r>
      <w:r>
        <w:rPr>
          <w:rFonts w:ascii="Arial" w:hAnsi="Arial" w:cs="Arial"/>
          <w:sz w:val="24"/>
        </w:rPr>
        <w:t xml:space="preserve"> mejor tecnología y que realmente le apostara a este tipo de educación debería ser uno de los mejores del mundo, ya que </w:t>
      </w:r>
      <w:r w:rsidR="002E3218">
        <w:rPr>
          <w:rFonts w:ascii="Arial" w:hAnsi="Arial" w:cs="Arial"/>
          <w:sz w:val="24"/>
        </w:rPr>
        <w:t>así</w:t>
      </w:r>
      <w:r>
        <w:rPr>
          <w:rFonts w:ascii="Arial" w:hAnsi="Arial" w:cs="Arial"/>
          <w:sz w:val="24"/>
        </w:rPr>
        <w:t xml:space="preserve"> la sociedad lo exige cada </w:t>
      </w:r>
      <w:r w:rsidR="002E3218">
        <w:rPr>
          <w:rFonts w:ascii="Arial" w:hAnsi="Arial" w:cs="Arial"/>
          <w:sz w:val="24"/>
        </w:rPr>
        <w:t>día</w:t>
      </w:r>
      <w:r>
        <w:rPr>
          <w:rFonts w:ascii="Arial" w:hAnsi="Arial" w:cs="Arial"/>
          <w:sz w:val="24"/>
        </w:rPr>
        <w:t xml:space="preserve">. </w:t>
      </w:r>
    </w:p>
    <w:p w14:paraId="2343EF4D" w14:textId="77777777" w:rsidR="003C2FD4" w:rsidRDefault="003C2FD4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Muchos al escuchar por primera </w:t>
      </w:r>
      <w:r w:rsidR="002E3218">
        <w:rPr>
          <w:rFonts w:ascii="Arial" w:hAnsi="Arial" w:cs="Arial"/>
          <w:sz w:val="24"/>
        </w:rPr>
        <w:t>vez</w:t>
      </w:r>
      <w:r>
        <w:rPr>
          <w:rFonts w:ascii="Arial" w:hAnsi="Arial" w:cs="Arial"/>
          <w:sz w:val="24"/>
        </w:rPr>
        <w:t xml:space="preserve"> la </w:t>
      </w:r>
      <w:r w:rsidR="002E3218">
        <w:rPr>
          <w:rFonts w:ascii="Arial" w:hAnsi="Arial" w:cs="Arial"/>
          <w:sz w:val="24"/>
        </w:rPr>
        <w:t>educación</w:t>
      </w:r>
      <w:r>
        <w:rPr>
          <w:rFonts w:ascii="Arial" w:hAnsi="Arial" w:cs="Arial"/>
          <w:sz w:val="24"/>
        </w:rPr>
        <w:t xml:space="preserve"> a distancia se </w:t>
      </w:r>
      <w:r w:rsidR="002E3218">
        <w:rPr>
          <w:rFonts w:ascii="Arial" w:hAnsi="Arial" w:cs="Arial"/>
          <w:sz w:val="24"/>
        </w:rPr>
        <w:t>preguntan</w:t>
      </w:r>
      <w:r>
        <w:rPr>
          <w:rFonts w:ascii="Arial" w:hAnsi="Arial" w:cs="Arial"/>
          <w:sz w:val="24"/>
        </w:rPr>
        <w:t xml:space="preserve"> que es eso y cuando se enteran no lo pueden </w:t>
      </w:r>
      <w:r w:rsidR="002E3218">
        <w:rPr>
          <w:rFonts w:ascii="Arial" w:hAnsi="Arial" w:cs="Arial"/>
          <w:sz w:val="24"/>
        </w:rPr>
        <w:t>creer</w:t>
      </w:r>
      <w:r>
        <w:rPr>
          <w:rFonts w:ascii="Arial" w:hAnsi="Arial" w:cs="Arial"/>
          <w:sz w:val="24"/>
        </w:rPr>
        <w:t xml:space="preserve"> ya que al escuchar que el profesor no </w:t>
      </w:r>
      <w:r w:rsidR="002E3218">
        <w:rPr>
          <w:rFonts w:ascii="Arial" w:hAnsi="Arial" w:cs="Arial"/>
          <w:sz w:val="24"/>
        </w:rPr>
        <w:t>está</w:t>
      </w:r>
      <w:r>
        <w:rPr>
          <w:rFonts w:ascii="Arial" w:hAnsi="Arial" w:cs="Arial"/>
          <w:sz w:val="24"/>
        </w:rPr>
        <w:t xml:space="preserve"> directamente frente a un grupo y el alumno no asiste a clases presenciales, eso resulta algo difícil de entender pero realmente fue una revolución </w:t>
      </w:r>
      <w:r w:rsidR="002E3218">
        <w:rPr>
          <w:rFonts w:ascii="Arial" w:hAnsi="Arial" w:cs="Arial"/>
          <w:sz w:val="24"/>
        </w:rPr>
        <w:t xml:space="preserve">pues la sociedad que no estaba acostumbrada a oír de estas clases distanciadas, todos o la gran mayoría de las personas estaba acostumbradas a las clases tradicionales. Al avanzar el tiempo se fueron utilizando varias tecnologías para el desarrollo de la educación a distancia  se dice que se inició esto con el uso del correo y en varias ciudades fue obligatorio el uso de educación a distancia ya que la guerra había destruido las escuelas. </w:t>
      </w:r>
    </w:p>
    <w:p w14:paraId="00401626" w14:textId="77777777"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bookmarkStart w:id="0" w:name="_GoBack"/>
      <w:bookmarkEnd w:id="0"/>
    </w:p>
    <w:p w14:paraId="359E539F" w14:textId="77777777" w:rsidR="009A654C" w:rsidRP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sectPr w:rsidR="009A654C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12"/>
    <w:rsid w:val="002E3218"/>
    <w:rsid w:val="003C2FD4"/>
    <w:rsid w:val="00652212"/>
    <w:rsid w:val="007625BF"/>
    <w:rsid w:val="009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78B6B"/>
  <w15:chartTrackingRefBased/>
  <w15:docId w15:val="{866B29F2-E57A-40F5-8095-0E28D249E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38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1</cp:revision>
  <dcterms:created xsi:type="dcterms:W3CDTF">2015-08-26T02:53:00Z</dcterms:created>
  <dcterms:modified xsi:type="dcterms:W3CDTF">2015-08-26T03:31:00Z</dcterms:modified>
</cp:coreProperties>
</file>